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A6F38" w14:textId="1DDBEC3F" w:rsidR="00761264" w:rsidRPr="00B64CB1" w:rsidRDefault="00761264" w:rsidP="00786873">
      <w:pPr>
        <w:pStyle w:val="Sous-titre"/>
      </w:pPr>
      <w:r w:rsidRPr="00B64CB1">
        <w:t>A</w:t>
      </w:r>
      <w:r w:rsidR="00786873">
        <w:t>cte d’engagement n</w:t>
      </w:r>
      <w:r w:rsidR="00786873" w:rsidRPr="00786873">
        <w:rPr>
          <w:vertAlign w:val="superscript"/>
        </w:rPr>
        <w:t>o</w:t>
      </w:r>
    </w:p>
    <w:p w14:paraId="63E99CA5" w14:textId="77777777" w:rsidR="00761264" w:rsidRPr="00B64CB1" w:rsidRDefault="00761264" w:rsidP="00761264">
      <w:pPr>
        <w:pStyle w:val="Standard"/>
        <w:rPr>
          <w:sz w:val="22"/>
          <w:szCs w:val="22"/>
        </w:rPr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761264" w:rsidRPr="00B64CB1" w14:paraId="5D8D870C" w14:textId="77777777" w:rsidTr="00B919C6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142B55F6" w14:textId="5D1E01EB" w:rsidR="00761264" w:rsidRPr="00786873" w:rsidRDefault="00761264" w:rsidP="00A46C3E">
            <w:pPr>
              <w:pStyle w:val="Standard"/>
              <w:jc w:val="center"/>
              <w:rPr>
                <w:b/>
                <w:bCs/>
              </w:rPr>
            </w:pPr>
            <w:r w:rsidRPr="00786873">
              <w:rPr>
                <w:b/>
                <w:bCs/>
              </w:rPr>
              <w:t>Acheteur</w:t>
            </w:r>
            <w:r w:rsidR="00786873" w:rsidRPr="00786873">
              <w:rPr>
                <w:b/>
                <w:bCs/>
              </w:rPr>
              <w:t xml:space="preserve"> exerçant la maitrise d</w:t>
            </w:r>
            <w:r w:rsidR="00786873">
              <w:rPr>
                <w:b/>
                <w:bCs/>
              </w:rPr>
              <w:t>’</w:t>
            </w:r>
            <w:r w:rsidR="00786873" w:rsidRPr="00786873">
              <w:rPr>
                <w:b/>
                <w:bCs/>
              </w:rPr>
              <w:t>ouvrage</w:t>
            </w:r>
          </w:p>
        </w:tc>
      </w:tr>
      <w:tr w:rsidR="00761264" w:rsidRPr="00B64CB1" w14:paraId="4545DE34" w14:textId="77777777" w:rsidTr="00B919C6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6EE7686" w14:textId="1989BA6B" w:rsidR="00B60E1A" w:rsidRPr="00786873" w:rsidRDefault="00761264" w:rsidP="00B60E1A">
            <w:pPr>
              <w:pStyle w:val="Default"/>
              <w:jc w:val="center"/>
              <w:rPr>
                <w:rFonts w:ascii="Marianne" w:eastAsia="ArialMT" w:hAnsi="Marianne" w:cs="ArialMT"/>
                <w:color w:val="0563C1" w:themeColor="hyperlink"/>
                <w:u w:val="single"/>
              </w:rPr>
            </w:pPr>
            <w:bookmarkStart w:id="0" w:name="R0_p2_a"/>
            <w:r w:rsidRPr="00786873">
              <w:rPr>
                <w:rFonts w:ascii="Marianne" w:hAnsi="Marianne"/>
                <w:color w:val="auto"/>
              </w:rPr>
              <w:t>D</w:t>
            </w:r>
            <w:bookmarkEnd w:id="0"/>
            <w:r w:rsidRPr="00786873">
              <w:rPr>
                <w:rFonts w:ascii="Marianne" w:hAnsi="Marianne"/>
                <w:color w:val="auto"/>
              </w:rPr>
              <w:t>irection régionale et interdépartementale de l</w:t>
            </w:r>
            <w:r w:rsidR="00786873">
              <w:rPr>
                <w:rFonts w:ascii="Marianne" w:hAnsi="Marianne"/>
                <w:color w:val="auto"/>
              </w:rPr>
              <w:t>’</w:t>
            </w:r>
            <w:r w:rsidRPr="00786873">
              <w:rPr>
                <w:rFonts w:ascii="Marianne" w:hAnsi="Marianne"/>
                <w:color w:val="auto"/>
              </w:rPr>
              <w:t>environnement, de l</w:t>
            </w:r>
            <w:r w:rsidR="00786873">
              <w:rPr>
                <w:rFonts w:ascii="Marianne" w:hAnsi="Marianne"/>
                <w:color w:val="auto"/>
              </w:rPr>
              <w:t>’</w:t>
            </w:r>
            <w:r w:rsidRPr="00786873">
              <w:rPr>
                <w:rFonts w:ascii="Marianne" w:hAnsi="Marianne"/>
                <w:color w:val="auto"/>
              </w:rPr>
              <w:t>aménagement et des transports d</w:t>
            </w:r>
            <w:r w:rsidR="00786873">
              <w:rPr>
                <w:rFonts w:ascii="Marianne" w:hAnsi="Marianne"/>
                <w:color w:val="auto"/>
              </w:rPr>
              <w:t>’</w:t>
            </w:r>
            <w:r w:rsidRPr="00786873">
              <w:rPr>
                <w:rFonts w:ascii="Marianne" w:hAnsi="Marianne"/>
                <w:color w:val="auto"/>
              </w:rPr>
              <w:t>Île-de-France (DRIEAT</w:t>
            </w:r>
            <w:r w:rsidR="001269EC" w:rsidRPr="00786873">
              <w:rPr>
                <w:rFonts w:ascii="Marianne" w:hAnsi="Marianne"/>
                <w:color w:val="auto"/>
              </w:rPr>
              <w:t>-</w:t>
            </w:r>
            <w:r w:rsidRPr="00786873">
              <w:rPr>
                <w:rFonts w:ascii="Marianne" w:hAnsi="Marianne"/>
                <w:color w:val="auto"/>
              </w:rPr>
              <w:t>IF)</w:t>
            </w:r>
            <w:r w:rsidRPr="00786873">
              <w:rPr>
                <w:rFonts w:ascii="Marianne" w:hAnsi="Marianne"/>
              </w:rPr>
              <w:t>, r</w:t>
            </w:r>
            <w:r w:rsidRPr="00786873">
              <w:rPr>
                <w:rFonts w:ascii="Marianne" w:hAnsi="Marianne"/>
                <w:color w:val="auto"/>
              </w:rPr>
              <w:t>eprésentée par Madame la Directrice régionale et interdépartementale de l</w:t>
            </w:r>
            <w:r w:rsidR="00786873">
              <w:rPr>
                <w:rFonts w:ascii="Marianne" w:hAnsi="Marianne"/>
                <w:color w:val="auto"/>
              </w:rPr>
              <w:t>’</w:t>
            </w:r>
            <w:r w:rsidRPr="00786873">
              <w:rPr>
                <w:rFonts w:ascii="Marianne" w:hAnsi="Marianne"/>
                <w:color w:val="auto"/>
              </w:rPr>
              <w:t>environnement, de l</w:t>
            </w:r>
            <w:r w:rsidR="00786873">
              <w:rPr>
                <w:rFonts w:ascii="Marianne" w:hAnsi="Marianne"/>
                <w:color w:val="auto"/>
              </w:rPr>
              <w:t>’</w:t>
            </w:r>
            <w:r w:rsidRPr="00786873">
              <w:rPr>
                <w:rFonts w:ascii="Marianne" w:hAnsi="Marianne"/>
                <w:color w:val="auto"/>
              </w:rPr>
              <w:t>aménagement et des transports en vertu de l</w:t>
            </w:r>
            <w:r w:rsidR="00786873">
              <w:rPr>
                <w:rFonts w:ascii="Marianne" w:hAnsi="Marianne"/>
                <w:color w:val="auto"/>
              </w:rPr>
              <w:t>’</w:t>
            </w:r>
            <w:r w:rsidRPr="00786873">
              <w:rPr>
                <w:rFonts w:ascii="Marianne" w:hAnsi="Marianne"/>
                <w:color w:val="auto"/>
              </w:rPr>
              <w:t xml:space="preserve">arrêté de délégation de Monsieur le </w:t>
            </w:r>
            <w:r w:rsidRPr="00786873">
              <w:rPr>
                <w:rFonts w:ascii="Marianne" w:hAnsi="Marianne"/>
              </w:rPr>
              <w:t>P</w:t>
            </w:r>
            <w:r w:rsidRPr="00786873">
              <w:rPr>
                <w:rFonts w:ascii="Marianne" w:hAnsi="Marianne"/>
                <w:color w:val="auto"/>
              </w:rPr>
              <w:t xml:space="preserve">réfet de la région Île-de-France </w:t>
            </w:r>
            <w:hyperlink r:id="rId8" w:history="1">
              <w:r w:rsidRPr="00786873">
                <w:rPr>
                  <w:rStyle w:val="Lienhypertexte"/>
                  <w:rFonts w:ascii="Marianne" w:eastAsia="ArialMT" w:hAnsi="Marianne" w:cs="ArialMT"/>
                </w:rPr>
                <w:t>n</w:t>
              </w:r>
              <w:r w:rsidRPr="00786873">
                <w:rPr>
                  <w:rStyle w:val="Lienhypertexte"/>
                  <w:rFonts w:ascii="Marianne" w:eastAsia="ArialMT" w:hAnsi="Marianne" w:cs="ArialMT"/>
                  <w:vertAlign w:val="superscript"/>
                </w:rPr>
                <w:t>o</w:t>
              </w:r>
              <w:r w:rsidRPr="00786873">
                <w:rPr>
                  <w:rStyle w:val="Lienhypertexte"/>
                  <w:rFonts w:ascii="Marianne" w:eastAsia="ArialMT" w:hAnsi="Marianne" w:cs="ArialMT"/>
                </w:rPr>
                <w:t xml:space="preserve"> IDF-2023-04-19-00003 du 19 avril 2023</w:t>
              </w:r>
            </w:hyperlink>
          </w:p>
        </w:tc>
      </w:tr>
      <w:tr w:rsidR="00B60E1A" w:rsidRPr="00B64CB1" w14:paraId="06352A5C" w14:textId="77777777" w:rsidTr="00B919C6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2EA2DBC9" w14:textId="77777777" w:rsidR="0058211E" w:rsidRPr="00786873" w:rsidRDefault="0058211E" w:rsidP="00B60E1A">
            <w:pPr>
              <w:pStyle w:val="Default"/>
              <w:jc w:val="center"/>
              <w:rPr>
                <w:rStyle w:val="lev"/>
                <w:rFonts w:ascii="Marianne" w:hAnsi="Marianne"/>
                <w:sz w:val="24"/>
                <w:szCs w:val="24"/>
              </w:rPr>
            </w:pPr>
          </w:p>
          <w:p w14:paraId="6C8D5CFC" w14:textId="360D131C" w:rsidR="00B60E1A" w:rsidRPr="00786873" w:rsidRDefault="00B60E1A" w:rsidP="00B60E1A">
            <w:pPr>
              <w:pStyle w:val="Default"/>
              <w:jc w:val="center"/>
              <w:rPr>
                <w:rStyle w:val="lev"/>
                <w:rFonts w:ascii="Marianne" w:hAnsi="Marianne"/>
                <w:sz w:val="24"/>
                <w:szCs w:val="24"/>
              </w:rPr>
            </w:pPr>
            <w:r w:rsidRPr="00786873">
              <w:rPr>
                <w:rStyle w:val="lev"/>
                <w:rFonts w:ascii="Marianne" w:hAnsi="Marianne"/>
                <w:sz w:val="24"/>
                <w:szCs w:val="24"/>
              </w:rPr>
              <w:t>Objet de la consultation</w:t>
            </w:r>
          </w:p>
        </w:tc>
      </w:tr>
      <w:tr w:rsidR="00B60E1A" w:rsidRPr="00B64CB1" w14:paraId="564CE25E" w14:textId="77777777" w:rsidTr="0058211E">
        <w:trPr>
          <w:trHeight w:val="24"/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0A6B3CF" w14:textId="3A901E97" w:rsidR="00B60E1A" w:rsidRPr="00786873" w:rsidRDefault="00280CDE" w:rsidP="00B60E1A">
            <w:pPr>
              <w:pStyle w:val="Default"/>
              <w:jc w:val="center"/>
              <w:rPr>
                <w:rFonts w:ascii="Marianne" w:hAnsi="Marianne"/>
                <w:color w:val="auto"/>
              </w:rPr>
            </w:pPr>
            <w:r w:rsidRPr="00786873">
              <w:rPr>
                <w:rFonts w:ascii="Marianne" w:hAnsi="Marianne"/>
                <w:color w:val="auto"/>
              </w:rPr>
              <w:t xml:space="preserve">Autoroute A86 – Travaux de </w:t>
            </w:r>
            <w:bookmarkStart w:id="1" w:name="R0_p5_a"/>
            <w:r w:rsidR="00B60E1A" w:rsidRPr="00786873">
              <w:rPr>
                <w:rFonts w:ascii="Marianne" w:hAnsi="Marianne"/>
                <w:color w:val="auto"/>
              </w:rPr>
              <w:t xml:space="preserve">modernisation du tunnel de </w:t>
            </w:r>
            <w:bookmarkEnd w:id="1"/>
            <w:r w:rsidR="00B60E1A" w:rsidRPr="00786873">
              <w:rPr>
                <w:rFonts w:ascii="Marianne" w:hAnsi="Marianne"/>
                <w:color w:val="auto"/>
              </w:rPr>
              <w:t>La Courneuve</w:t>
            </w:r>
          </w:p>
        </w:tc>
      </w:tr>
    </w:tbl>
    <w:tbl>
      <w:tblPr>
        <w:tblpPr w:leftFromText="141" w:rightFromText="141" w:vertAnchor="text" w:horzAnchor="margin" w:tblpY="137"/>
        <w:tblOverlap w:val="never"/>
        <w:tblW w:w="3676" w:type="dxa"/>
        <w:tblBorders>
          <w:top w:val="single" w:sz="8" w:space="0" w:color="009999"/>
          <w:left w:val="single" w:sz="8" w:space="0" w:color="009999"/>
          <w:bottom w:val="single" w:sz="8" w:space="0" w:color="009999"/>
          <w:right w:val="single" w:sz="8" w:space="0" w:color="009999"/>
          <w:insideH w:val="single" w:sz="8" w:space="0" w:color="009999"/>
          <w:insideV w:val="single" w:sz="8" w:space="0" w:color="00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</w:tblGrid>
      <w:tr w:rsidR="0058211E" w:rsidRPr="00B64CB1" w14:paraId="00D1A0E9" w14:textId="77777777" w:rsidTr="0058211E">
        <w:trPr>
          <w:trHeight w:val="333"/>
        </w:trPr>
        <w:tc>
          <w:tcPr>
            <w:tcW w:w="3676" w:type="dxa"/>
            <w:shd w:val="clear" w:color="auto" w:fill="DEEAF6" w:themeFill="accent5" w:themeFillTint="33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2E795C2B" w14:textId="3D2358C2" w:rsidR="0058211E" w:rsidRPr="00B64CB1" w:rsidRDefault="00AE071C" w:rsidP="0058211E">
            <w:pPr>
              <w:pStyle w:val="Tableau"/>
              <w:jc w:val="left"/>
            </w:pPr>
            <w:r w:rsidRPr="00B64CB1">
              <w:t>Numéro d</w:t>
            </w:r>
            <w:r w:rsidR="00786873">
              <w:t>’</w:t>
            </w:r>
            <w:r w:rsidRPr="00B64CB1">
              <w:t>EJ du contrat</w:t>
            </w:r>
          </w:p>
        </w:tc>
      </w:tr>
      <w:tr w:rsidR="0058211E" w:rsidRPr="00B64CB1" w14:paraId="552F356F" w14:textId="77777777" w:rsidTr="0058211E">
        <w:trPr>
          <w:trHeight w:val="333"/>
        </w:trPr>
        <w:tc>
          <w:tcPr>
            <w:tcW w:w="3676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0516C278" w14:textId="77777777" w:rsidR="0058211E" w:rsidRPr="00B64CB1" w:rsidRDefault="0058211E" w:rsidP="0058211E">
            <w:pPr>
              <w:pStyle w:val="Tableau"/>
              <w:jc w:val="left"/>
            </w:pPr>
          </w:p>
        </w:tc>
      </w:tr>
      <w:tr w:rsidR="0058211E" w:rsidRPr="00B64CB1" w14:paraId="586381BF" w14:textId="77777777" w:rsidTr="0058211E">
        <w:trPr>
          <w:trHeight w:val="333"/>
        </w:trPr>
        <w:tc>
          <w:tcPr>
            <w:tcW w:w="3676" w:type="dxa"/>
            <w:shd w:val="clear" w:color="auto" w:fill="DEEAF6" w:themeFill="accent5" w:themeFillTint="33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546240F9" w14:textId="77777777" w:rsidR="0058211E" w:rsidRPr="00B64CB1" w:rsidRDefault="0058211E" w:rsidP="0058211E">
            <w:pPr>
              <w:pStyle w:val="Tableau"/>
              <w:jc w:val="left"/>
            </w:pPr>
            <w:r w:rsidRPr="00B64CB1">
              <w:t>Montant TTC</w:t>
            </w:r>
          </w:p>
        </w:tc>
      </w:tr>
      <w:tr w:rsidR="0058211E" w:rsidRPr="00B64CB1" w14:paraId="40289653" w14:textId="77777777" w:rsidTr="0058211E">
        <w:trPr>
          <w:trHeight w:val="333"/>
        </w:trPr>
        <w:tc>
          <w:tcPr>
            <w:tcW w:w="3676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7C756ECD" w14:textId="3B3BB66F" w:rsidR="0058211E" w:rsidRPr="00B64CB1" w:rsidRDefault="00AE071C" w:rsidP="0058211E">
            <w:pPr>
              <w:pStyle w:val="Tableau"/>
              <w:jc w:val="left"/>
            </w:pPr>
            <w:r w:rsidRPr="00B64CB1">
              <w:t>Cf</w:t>
            </w:r>
            <w:r w:rsidR="00AA1628" w:rsidRPr="00B64CB1">
              <w:t>.</w:t>
            </w:r>
            <w:r w:rsidRPr="00B64CB1">
              <w:t xml:space="preserve"> </w:t>
            </w:r>
            <w:hyperlink w:anchor="_Montant_du_marché" w:history="1">
              <w:r w:rsidRPr="00B64CB1">
                <w:rPr>
                  <w:rStyle w:val="Lienhypertexte"/>
                </w:rPr>
                <w:t>article 2</w:t>
              </w:r>
              <w:r w:rsidR="00AA1628" w:rsidRPr="00B64CB1">
                <w:rPr>
                  <w:rStyle w:val="Lienhypertexte"/>
                </w:rPr>
                <w:t>–</w:t>
              </w:r>
              <w:r w:rsidRPr="00B64CB1">
                <w:rPr>
                  <w:rStyle w:val="Lienhypertexte"/>
                </w:rPr>
                <w:t>1</w:t>
              </w:r>
              <w:r w:rsidR="00AA1628" w:rsidRPr="00B64CB1">
                <w:rPr>
                  <w:rStyle w:val="Lienhypertexte"/>
                </w:rPr>
                <w:t>.</w:t>
              </w:r>
            </w:hyperlink>
          </w:p>
        </w:tc>
      </w:tr>
      <w:tr w:rsidR="0058211E" w:rsidRPr="00B64CB1" w14:paraId="736FBCFB" w14:textId="77777777" w:rsidTr="0058211E">
        <w:trPr>
          <w:trHeight w:val="333"/>
        </w:trPr>
        <w:tc>
          <w:tcPr>
            <w:tcW w:w="3676" w:type="dxa"/>
            <w:shd w:val="clear" w:color="auto" w:fill="DEEAF6" w:themeFill="accent5" w:themeFillTint="33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701BBEB3" w14:textId="77777777" w:rsidR="0058211E" w:rsidRPr="00B64CB1" w:rsidRDefault="0058211E" w:rsidP="0058211E">
            <w:pPr>
              <w:pStyle w:val="Tableau"/>
              <w:jc w:val="left"/>
            </w:pPr>
            <w:r w:rsidRPr="00B64CB1">
              <w:t>Code CPV principal</w:t>
            </w:r>
          </w:p>
        </w:tc>
      </w:tr>
      <w:tr w:rsidR="0058211E" w:rsidRPr="00B64CB1" w14:paraId="605F7A3C" w14:textId="77777777" w:rsidTr="0058211E">
        <w:trPr>
          <w:trHeight w:val="333"/>
        </w:trPr>
        <w:tc>
          <w:tcPr>
            <w:tcW w:w="3676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20B1CF03" w14:textId="19A8CD60" w:rsidR="0058211E" w:rsidRPr="00B64CB1" w:rsidRDefault="00280CDE" w:rsidP="0058211E">
            <w:pPr>
              <w:pStyle w:val="Tableau"/>
              <w:jc w:val="left"/>
              <w:rPr>
                <w:b w:val="0"/>
                <w:bCs/>
              </w:rPr>
            </w:pPr>
            <w:r w:rsidRPr="00B64CB1">
              <w:rPr>
                <w:b w:val="0"/>
                <w:bCs/>
              </w:rPr>
              <w:t>45221241</w:t>
            </w:r>
          </w:p>
        </w:tc>
      </w:tr>
      <w:tr w:rsidR="0058211E" w:rsidRPr="00B64CB1" w14:paraId="5DED450D" w14:textId="77777777" w:rsidTr="0058211E">
        <w:trPr>
          <w:trHeight w:val="333"/>
        </w:trPr>
        <w:tc>
          <w:tcPr>
            <w:tcW w:w="3676" w:type="dxa"/>
            <w:shd w:val="clear" w:color="auto" w:fill="DEEAF6" w:themeFill="accent5" w:themeFillTint="33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9E128F6" w14:textId="77777777" w:rsidR="0058211E" w:rsidRPr="00B64CB1" w:rsidRDefault="0058211E" w:rsidP="0058211E">
            <w:pPr>
              <w:pStyle w:val="Tableau"/>
              <w:jc w:val="left"/>
            </w:pPr>
            <w:r w:rsidRPr="00B64CB1">
              <w:t>Imputation</w:t>
            </w:r>
          </w:p>
        </w:tc>
      </w:tr>
      <w:tr w:rsidR="0058211E" w:rsidRPr="00B64CB1" w14:paraId="07C491F6" w14:textId="77777777" w:rsidTr="0058211E">
        <w:trPr>
          <w:trHeight w:val="333"/>
        </w:trPr>
        <w:tc>
          <w:tcPr>
            <w:tcW w:w="3676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727EDBD6" w14:textId="19EE96AF" w:rsidR="005E55F8" w:rsidRPr="00B64CB1" w:rsidRDefault="005E55F8" w:rsidP="0058211E">
            <w:pPr>
              <w:pStyle w:val="Tableau"/>
              <w:jc w:val="left"/>
              <w:rPr>
                <w:b w:val="0"/>
                <w:bCs/>
              </w:rPr>
            </w:pPr>
          </w:p>
        </w:tc>
      </w:tr>
    </w:tbl>
    <w:p w14:paraId="337FF982" w14:textId="63EAB77B" w:rsidR="00FE28D5" w:rsidRPr="00B64CB1" w:rsidRDefault="00FE28D5" w:rsidP="00B60E1A">
      <w:pPr>
        <w:pStyle w:val="Standard"/>
        <w:rPr>
          <w:b/>
          <w:bCs/>
          <w:sz w:val="20"/>
          <w:szCs w:val="20"/>
        </w:rPr>
      </w:pPr>
    </w:p>
    <w:p w14:paraId="4197BA9F" w14:textId="735E85BB" w:rsidR="0058211E" w:rsidRPr="00B64CB1" w:rsidRDefault="0058211E" w:rsidP="0058211E">
      <w:pPr>
        <w:pStyle w:val="Standard"/>
        <w:snapToGrid w:val="0"/>
        <w:rPr>
          <w:sz w:val="18"/>
        </w:rPr>
      </w:pPr>
      <w:r w:rsidRPr="00B64CB1">
        <w:rPr>
          <w:sz w:val="18"/>
        </w:rPr>
        <w:t>(Réservé pour la mention d</w:t>
      </w:r>
      <w:r w:rsidR="00786873">
        <w:rPr>
          <w:sz w:val="18"/>
        </w:rPr>
        <w:t>’</w:t>
      </w:r>
      <w:r w:rsidRPr="00B64CB1">
        <w:rPr>
          <w:sz w:val="18"/>
        </w:rPr>
        <w:t>exemplaire unique du marché.)</w:t>
      </w:r>
    </w:p>
    <w:p w14:paraId="7ED1FC12" w14:textId="636CB0FE" w:rsidR="00FE28D5" w:rsidRPr="00B64CB1" w:rsidRDefault="00FE28D5" w:rsidP="00B60E1A">
      <w:pPr>
        <w:pStyle w:val="Standard"/>
        <w:rPr>
          <w:rStyle w:val="Lienhypertexte"/>
          <w:rFonts w:eastAsia="ArialMT" w:cs="ArialMT"/>
          <w:sz w:val="22"/>
          <w:szCs w:val="22"/>
        </w:rPr>
      </w:pPr>
    </w:p>
    <w:p w14:paraId="125AF3D0" w14:textId="77777777" w:rsidR="00FE28D5" w:rsidRPr="00B64CB1" w:rsidRDefault="00FE28D5" w:rsidP="00FE28D5">
      <w:pPr>
        <w:pStyle w:val="Standard"/>
        <w:rPr>
          <w:sz w:val="22"/>
          <w:szCs w:val="22"/>
        </w:rPr>
      </w:pPr>
    </w:p>
    <w:p w14:paraId="318120AC" w14:textId="77777777" w:rsidR="0058211E" w:rsidRPr="00B64CB1" w:rsidRDefault="0058211E" w:rsidP="00FE28D5">
      <w:pPr>
        <w:pStyle w:val="Standard"/>
        <w:jc w:val="both"/>
        <w:rPr>
          <w:b/>
        </w:rPr>
      </w:pPr>
    </w:p>
    <w:p w14:paraId="46B583E5" w14:textId="77777777" w:rsidR="0058211E" w:rsidRPr="00B64CB1" w:rsidRDefault="0058211E" w:rsidP="00FE28D5">
      <w:pPr>
        <w:pStyle w:val="Standard"/>
        <w:jc w:val="both"/>
        <w:rPr>
          <w:b/>
        </w:rPr>
      </w:pPr>
    </w:p>
    <w:p w14:paraId="3D1E51FA" w14:textId="77777777" w:rsidR="0058211E" w:rsidRPr="00B64CB1" w:rsidRDefault="0058211E" w:rsidP="00FE28D5">
      <w:pPr>
        <w:pStyle w:val="Standard"/>
        <w:jc w:val="both"/>
        <w:rPr>
          <w:b/>
        </w:rPr>
      </w:pPr>
    </w:p>
    <w:p w14:paraId="427D4757" w14:textId="77777777" w:rsidR="0058211E" w:rsidRPr="00B64CB1" w:rsidRDefault="0058211E" w:rsidP="00FE28D5">
      <w:pPr>
        <w:pStyle w:val="Standard"/>
        <w:jc w:val="both"/>
        <w:rPr>
          <w:b/>
        </w:rPr>
      </w:pPr>
    </w:p>
    <w:p w14:paraId="33EE7C6E" w14:textId="7305C48C" w:rsidR="0058211E" w:rsidRDefault="0058211E" w:rsidP="00FE28D5">
      <w:pPr>
        <w:pStyle w:val="Standard"/>
        <w:jc w:val="both"/>
        <w:rPr>
          <w:b/>
        </w:rPr>
      </w:pPr>
    </w:p>
    <w:p w14:paraId="3F5226AC" w14:textId="4E9FFA18" w:rsidR="00786873" w:rsidRDefault="00786873" w:rsidP="00FE28D5">
      <w:pPr>
        <w:pStyle w:val="Standard"/>
        <w:jc w:val="both"/>
        <w:rPr>
          <w:b/>
        </w:rPr>
      </w:pPr>
    </w:p>
    <w:p w14:paraId="6A4A41A2" w14:textId="77777777" w:rsidR="00786873" w:rsidRPr="00B64CB1" w:rsidRDefault="00786873" w:rsidP="00FE28D5">
      <w:pPr>
        <w:pStyle w:val="Standard"/>
        <w:jc w:val="both"/>
        <w:rPr>
          <w:b/>
        </w:rPr>
      </w:pPr>
    </w:p>
    <w:p w14:paraId="624A00A6" w14:textId="17FCAFC3" w:rsidR="00B60E1A" w:rsidRPr="00786873" w:rsidRDefault="00FE28D5" w:rsidP="00786873">
      <w:pPr>
        <w:pStyle w:val="Standard"/>
        <w:jc w:val="both"/>
        <w:rPr>
          <w:b/>
        </w:rPr>
      </w:pPr>
      <w:r w:rsidRPr="00B64CB1">
        <w:rPr>
          <w:b/>
        </w:rPr>
        <w:t>L</w:t>
      </w:r>
      <w:r w:rsidR="00786873">
        <w:rPr>
          <w:b/>
        </w:rPr>
        <w:t>’</w:t>
      </w:r>
      <w:r w:rsidRPr="00B64CB1">
        <w:rPr>
          <w:b/>
        </w:rPr>
        <w:t xml:space="preserve">offre a été établie sur la base des conditions économiques du mois de </w:t>
      </w:r>
      <w:r w:rsidR="002D1953">
        <w:rPr>
          <w:b/>
        </w:rPr>
        <w:t>07</w:t>
      </w:r>
      <w:r w:rsidRPr="00B64CB1">
        <w:rPr>
          <w:b/>
        </w:rPr>
        <w:t>/202</w:t>
      </w:r>
      <w:r w:rsidR="00EF22F6" w:rsidRPr="00B64CB1">
        <w:rPr>
          <w:b/>
        </w:rPr>
        <w:t>5</w:t>
      </w:r>
      <w:r w:rsidRPr="00B64CB1">
        <w:rPr>
          <w:b/>
        </w:rPr>
        <w:t>.</w:t>
      </w:r>
    </w:p>
    <w:p w14:paraId="6BA0BD1F" w14:textId="6F850C7B" w:rsidR="00B60E1A" w:rsidRPr="00B64CB1" w:rsidRDefault="00B60E1A" w:rsidP="00072028">
      <w:pPr>
        <w:pStyle w:val="Titre"/>
      </w:pPr>
      <w:bookmarkStart w:id="2" w:name="_Toc189037887"/>
      <w:bookmarkStart w:id="3" w:name="_Toc189037929"/>
      <w:bookmarkStart w:id="4" w:name="_Toc189232128"/>
      <w:bookmarkStart w:id="5" w:name="_Toc189232149"/>
      <w:bookmarkStart w:id="6" w:name="_Toc201659961"/>
      <w:r w:rsidRPr="00B64CB1">
        <w:lastRenderedPageBreak/>
        <w:t>Acte d</w:t>
      </w:r>
      <w:r w:rsidR="00786873">
        <w:t>’</w:t>
      </w:r>
      <w:r w:rsidRPr="00B64CB1">
        <w:t>engagement</w:t>
      </w:r>
      <w:bookmarkEnd w:id="2"/>
      <w:bookmarkEnd w:id="3"/>
      <w:bookmarkEnd w:id="4"/>
      <w:bookmarkEnd w:id="5"/>
      <w:bookmarkEnd w:id="6"/>
      <w:r w:rsidR="00786873">
        <w:t xml:space="preserve"> (AE)</w:t>
      </w:r>
    </w:p>
    <w:p w14:paraId="600A5818" w14:textId="77777777" w:rsidR="002D4BD3" w:rsidRPr="00786873" w:rsidRDefault="002D4BD3" w:rsidP="00B60E1A">
      <w:pPr>
        <w:pStyle w:val="Standard"/>
        <w:jc w:val="center"/>
        <w:rPr>
          <w:b/>
          <w:bCs/>
        </w:rPr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2D4BD3" w:rsidRPr="00786873" w14:paraId="184C71E9" w14:textId="77777777" w:rsidTr="00205CA5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7AA49DF3" w14:textId="298059EC" w:rsidR="002D4BD3" w:rsidRPr="00786873" w:rsidRDefault="002D4BD3" w:rsidP="00205CA5">
            <w:pPr>
              <w:pStyle w:val="Standard"/>
              <w:jc w:val="center"/>
              <w:rPr>
                <w:b/>
                <w:bCs/>
              </w:rPr>
            </w:pPr>
            <w:r w:rsidRPr="00786873">
              <w:rPr>
                <w:b/>
                <w:bCs/>
              </w:rPr>
              <w:t xml:space="preserve">Représentant </w:t>
            </w:r>
            <w:r w:rsidR="00AA1628" w:rsidRPr="00786873">
              <w:rPr>
                <w:b/>
                <w:bCs/>
              </w:rPr>
              <w:t>de l</w:t>
            </w:r>
            <w:r w:rsidR="00786873">
              <w:rPr>
                <w:b/>
                <w:bCs/>
              </w:rPr>
              <w:t>’</w:t>
            </w:r>
            <w:r w:rsidR="00AA1628" w:rsidRPr="00786873">
              <w:rPr>
                <w:b/>
                <w:bCs/>
              </w:rPr>
              <w:t>acheteur</w:t>
            </w:r>
          </w:p>
        </w:tc>
      </w:tr>
      <w:tr w:rsidR="002D4BD3" w:rsidRPr="00786873" w14:paraId="5F21177C" w14:textId="77777777" w:rsidTr="00205CA5">
        <w:trPr>
          <w:jc w:val="center"/>
        </w:trPr>
        <w:tc>
          <w:tcPr>
            <w:tcW w:w="9355" w:type="dxa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47BAAA39" w14:textId="010E30D4" w:rsidR="002D4BD3" w:rsidRPr="00786873" w:rsidRDefault="002D4BD3" w:rsidP="00205CA5">
            <w:pPr>
              <w:pStyle w:val="Default"/>
              <w:jc w:val="center"/>
              <w:rPr>
                <w:rFonts w:ascii="Marianne" w:eastAsia="ArialMT" w:hAnsi="Marianne" w:cs="ArialMT"/>
                <w:color w:val="auto"/>
                <w:u w:val="single"/>
              </w:rPr>
            </w:pPr>
            <w:r w:rsidRPr="00786873">
              <w:rPr>
                <w:rFonts w:ascii="Marianne" w:hAnsi="Marianne"/>
                <w:color w:val="auto"/>
              </w:rPr>
              <w:t>Madame la Directrice régionale et interdépartementale de l</w:t>
            </w:r>
            <w:r w:rsidR="00786873">
              <w:rPr>
                <w:rFonts w:ascii="Marianne" w:hAnsi="Marianne"/>
                <w:color w:val="auto"/>
              </w:rPr>
              <w:t>’</w:t>
            </w:r>
            <w:r w:rsidRPr="00786873">
              <w:rPr>
                <w:rFonts w:ascii="Marianne" w:hAnsi="Marianne"/>
                <w:color w:val="auto"/>
              </w:rPr>
              <w:t>environnement, de l</w:t>
            </w:r>
            <w:r w:rsidR="00786873">
              <w:rPr>
                <w:rFonts w:ascii="Marianne" w:hAnsi="Marianne"/>
                <w:color w:val="auto"/>
              </w:rPr>
              <w:t>’</w:t>
            </w:r>
            <w:r w:rsidRPr="00786873">
              <w:rPr>
                <w:rFonts w:ascii="Marianne" w:hAnsi="Marianne"/>
                <w:color w:val="auto"/>
              </w:rPr>
              <w:t>aménagement et des transports en vertu de l</w:t>
            </w:r>
            <w:r w:rsidR="00786873">
              <w:rPr>
                <w:rFonts w:ascii="Marianne" w:hAnsi="Marianne"/>
                <w:color w:val="auto"/>
              </w:rPr>
              <w:t>’</w:t>
            </w:r>
            <w:r w:rsidRPr="00786873">
              <w:rPr>
                <w:rFonts w:ascii="Marianne" w:hAnsi="Marianne"/>
                <w:color w:val="auto"/>
              </w:rPr>
              <w:t xml:space="preserve">arrêté de délégation de Monsieur le Préfet de la région Île-de-France </w:t>
            </w:r>
            <w:hyperlink r:id="rId9" w:history="1">
              <w:r w:rsidRPr="00786873">
                <w:rPr>
                  <w:rStyle w:val="Lienhypertexte"/>
                  <w:rFonts w:ascii="Marianne" w:eastAsia="ArialMT" w:hAnsi="Marianne" w:cs="ArialMT"/>
                </w:rPr>
                <w:t>n</w:t>
              </w:r>
              <w:r w:rsidRPr="00786873">
                <w:rPr>
                  <w:rStyle w:val="Lienhypertexte"/>
                  <w:rFonts w:ascii="Marianne" w:eastAsia="ArialMT" w:hAnsi="Marianne" w:cs="ArialMT"/>
                  <w:vertAlign w:val="superscript"/>
                </w:rPr>
                <w:t>o</w:t>
              </w:r>
              <w:r w:rsidRPr="00786873">
                <w:rPr>
                  <w:rStyle w:val="Lienhypertexte"/>
                  <w:rFonts w:ascii="Marianne" w:eastAsia="ArialMT" w:hAnsi="Marianne" w:cs="ArialMT"/>
                </w:rPr>
                <w:t xml:space="preserve"> IDF-2023-04-19-00003 du 19 avril 2023</w:t>
              </w:r>
            </w:hyperlink>
          </w:p>
        </w:tc>
      </w:tr>
    </w:tbl>
    <w:p w14:paraId="70167BE9" w14:textId="34742712" w:rsidR="00B919C6" w:rsidRPr="00786873" w:rsidRDefault="00B919C6" w:rsidP="002D4BD3">
      <w:pPr>
        <w:pStyle w:val="Standard"/>
      </w:pPr>
    </w:p>
    <w:p w14:paraId="670BA3AB" w14:textId="07E28097" w:rsidR="002D4BD3" w:rsidRPr="00786873" w:rsidRDefault="002D4BD3" w:rsidP="002D4BD3">
      <w:pPr>
        <w:pStyle w:val="Standard"/>
      </w:pPr>
    </w:p>
    <w:p w14:paraId="176BDB9A" w14:textId="77777777" w:rsidR="002D4BD3" w:rsidRPr="00786873" w:rsidRDefault="002D4BD3" w:rsidP="002D4BD3">
      <w:pPr>
        <w:pStyle w:val="Standard"/>
      </w:pPr>
    </w:p>
    <w:p w14:paraId="5A283744" w14:textId="38D673DA" w:rsidR="00B60E1A" w:rsidRPr="00786873" w:rsidRDefault="00B60E1A" w:rsidP="0058211E">
      <w:pPr>
        <w:pStyle w:val="Standard"/>
        <w:jc w:val="center"/>
      </w:pPr>
      <w:r w:rsidRPr="00786873">
        <w:rPr>
          <w:b/>
          <w:bCs/>
        </w:rPr>
        <w:t>Ordonnateur</w:t>
      </w:r>
    </w:p>
    <w:p w14:paraId="6EA25849" w14:textId="36F3B9C3" w:rsidR="00B60E1A" w:rsidRPr="00786873" w:rsidRDefault="00B60E1A" w:rsidP="00B60E1A">
      <w:pPr>
        <w:pStyle w:val="Standard"/>
        <w:jc w:val="center"/>
        <w:rPr>
          <w:rStyle w:val="Lienhypertexte"/>
          <w:rFonts w:eastAsia="ArialMT" w:cs="ArialMT"/>
        </w:rPr>
      </w:pPr>
      <w:r w:rsidRPr="00786873">
        <w:t>Madame la Directrice régionale et interdépartementale de l</w:t>
      </w:r>
      <w:r w:rsidR="00786873">
        <w:t>’</w:t>
      </w:r>
      <w:r w:rsidRPr="00786873">
        <w:t>environnement, de l</w:t>
      </w:r>
      <w:r w:rsidR="00786873">
        <w:t>’</w:t>
      </w:r>
      <w:r w:rsidRPr="00786873">
        <w:t>aménagement et des transports en vertu de l</w:t>
      </w:r>
      <w:r w:rsidR="00786873">
        <w:t>’</w:t>
      </w:r>
      <w:r w:rsidRPr="00786873">
        <w:t xml:space="preserve">arrêté de délégation de Monsieur le Préfet de la région Île-de-France </w:t>
      </w:r>
      <w:hyperlink r:id="rId10" w:history="1">
        <w:r w:rsidRPr="00786873">
          <w:rPr>
            <w:rStyle w:val="Lienhypertexte"/>
            <w:rFonts w:eastAsia="ArialMT" w:cs="ArialMT"/>
          </w:rPr>
          <w:t>n</w:t>
        </w:r>
        <w:r w:rsidRPr="00786873">
          <w:rPr>
            <w:rStyle w:val="Lienhypertexte"/>
            <w:rFonts w:eastAsia="ArialMT" w:cs="ArialMT"/>
            <w:vertAlign w:val="superscript"/>
          </w:rPr>
          <w:t>o</w:t>
        </w:r>
        <w:r w:rsidRPr="00786873">
          <w:rPr>
            <w:rStyle w:val="Lienhypertexte"/>
            <w:rFonts w:eastAsia="ArialMT" w:cs="ArialMT"/>
          </w:rPr>
          <w:t xml:space="preserve"> IDF-2023-04-19-00003 du 19 avril 2023</w:t>
        </w:r>
      </w:hyperlink>
    </w:p>
    <w:p w14:paraId="3CF00534" w14:textId="4492D7EC" w:rsidR="00B60E1A" w:rsidRPr="00786873" w:rsidRDefault="00B60E1A" w:rsidP="00B60E1A"/>
    <w:p w14:paraId="50725BCA" w14:textId="1FD46602" w:rsidR="002D4BD3" w:rsidRPr="00786873" w:rsidRDefault="002D4BD3" w:rsidP="00B60E1A"/>
    <w:p w14:paraId="325A2402" w14:textId="77777777" w:rsidR="002D4BD3" w:rsidRPr="00786873" w:rsidRDefault="002D4BD3" w:rsidP="00B60E1A"/>
    <w:p w14:paraId="49C574BB" w14:textId="77777777" w:rsidR="002D4BD3" w:rsidRPr="00786873" w:rsidRDefault="002D4BD3" w:rsidP="002D4BD3">
      <w:pPr>
        <w:pStyle w:val="Standard"/>
        <w:jc w:val="center"/>
        <w:rPr>
          <w:b/>
          <w:bCs/>
        </w:rPr>
      </w:pPr>
      <w:r w:rsidRPr="00786873">
        <w:rPr>
          <w:b/>
          <w:bCs/>
        </w:rPr>
        <w:t>Comptable public assignataire</w:t>
      </w:r>
    </w:p>
    <w:p w14:paraId="371C026D" w14:textId="77777777" w:rsidR="002D4BD3" w:rsidRPr="00786873" w:rsidRDefault="002D4BD3" w:rsidP="002D4BD3">
      <w:pPr>
        <w:pStyle w:val="Standard"/>
        <w:jc w:val="center"/>
      </w:pPr>
      <w:r w:rsidRPr="00786873">
        <w:t>Monsieur le directeur départemental des finances publiques du Val-de-Marne</w:t>
      </w:r>
    </w:p>
    <w:p w14:paraId="4895D6EE" w14:textId="77777777" w:rsidR="002D4BD3" w:rsidRPr="00B64CB1" w:rsidRDefault="002D4BD3" w:rsidP="002D4BD3">
      <w:pPr>
        <w:pStyle w:val="Standard"/>
        <w:jc w:val="center"/>
        <w:rPr>
          <w:sz w:val="22"/>
          <w:szCs w:val="22"/>
        </w:rPr>
      </w:pPr>
    </w:p>
    <w:p w14:paraId="37633F4E" w14:textId="77777777" w:rsidR="002D4BD3" w:rsidRPr="00B64CB1" w:rsidRDefault="002D4BD3" w:rsidP="002D4BD3">
      <w:pPr>
        <w:pStyle w:val="Standard"/>
        <w:jc w:val="center"/>
        <w:rPr>
          <w:sz w:val="22"/>
          <w:szCs w:val="22"/>
        </w:rPr>
      </w:pPr>
    </w:p>
    <w:p w14:paraId="612914CD" w14:textId="47242CEE" w:rsidR="0058211E" w:rsidRPr="00B64CB1" w:rsidRDefault="0058211E" w:rsidP="00B60E1A"/>
    <w:p w14:paraId="51DC75E2" w14:textId="11A34DA0" w:rsidR="002D4BD3" w:rsidRPr="00B64CB1" w:rsidRDefault="002D4BD3" w:rsidP="00B60E1A"/>
    <w:p w14:paraId="40E5A387" w14:textId="44BF58EB" w:rsidR="002D4BD3" w:rsidRPr="00B64CB1" w:rsidRDefault="002D4BD3" w:rsidP="00B60E1A"/>
    <w:p w14:paraId="7BC31844" w14:textId="77777777" w:rsidR="002D4BD3" w:rsidRPr="00B64CB1" w:rsidRDefault="002D4BD3" w:rsidP="00B60E1A"/>
    <w:p w14:paraId="6F1110B3" w14:textId="210EC2DF" w:rsidR="0028617F" w:rsidRPr="00B64CB1" w:rsidRDefault="0058211E" w:rsidP="0028617F">
      <w:pPr>
        <w:pStyle w:val="Standard"/>
        <w:spacing w:before="240"/>
      </w:pPr>
      <w:bookmarkStart w:id="7" w:name="_Hlk202876031"/>
      <w:r w:rsidRPr="00B64CB1">
        <w:t>L</w:t>
      </w:r>
      <w:r w:rsidR="00786873">
        <w:t>’</w:t>
      </w:r>
      <w:r w:rsidRPr="00B64CB1">
        <w:t>acte d</w:t>
      </w:r>
      <w:r w:rsidR="00786873">
        <w:t>’</w:t>
      </w:r>
      <w:r w:rsidRPr="00B64CB1">
        <w:t xml:space="preserve">engagement comporte </w:t>
      </w:r>
      <w:r w:rsidR="00C95413">
        <w:fldChar w:fldCharType="begin"/>
      </w:r>
      <w:r w:rsidR="00C95413">
        <w:instrText xml:space="preserve"> NUMPAGES </w:instrText>
      </w:r>
      <w:r w:rsidR="00C95413">
        <w:fldChar w:fldCharType="separate"/>
      </w:r>
      <w:r w:rsidR="003376D4">
        <w:rPr>
          <w:noProof/>
        </w:rPr>
        <w:t>19</w:t>
      </w:r>
      <w:r w:rsidR="00C95413">
        <w:rPr>
          <w:noProof/>
        </w:rPr>
        <w:fldChar w:fldCharType="end"/>
      </w:r>
      <w:r w:rsidRPr="00B64CB1">
        <w:t xml:space="preserve"> pages et </w:t>
      </w:r>
      <w:r w:rsidR="008511DF" w:rsidRPr="00B64CB1">
        <w:t>1</w:t>
      </w:r>
      <w:r w:rsidRPr="00B64CB1">
        <w:t xml:space="preserve"> annexe.</w:t>
      </w:r>
    </w:p>
    <w:p w14:paraId="2E0F5778" w14:textId="4BF75C67" w:rsidR="00E40501" w:rsidRPr="00B64CB1" w:rsidRDefault="00E40501" w:rsidP="00072028">
      <w:pPr>
        <w:pStyle w:val="Titre"/>
      </w:pPr>
      <w:bookmarkStart w:id="8" w:name="_Toc184989645"/>
      <w:bookmarkStart w:id="9" w:name="_Toc189037888"/>
      <w:bookmarkStart w:id="10" w:name="_Toc189037930"/>
      <w:bookmarkStart w:id="11" w:name="_Toc189232129"/>
      <w:bookmarkStart w:id="12" w:name="_Toc189232150"/>
      <w:bookmarkStart w:id="13" w:name="_Toc201659962"/>
      <w:bookmarkEnd w:id="7"/>
      <w:r w:rsidRPr="00B64CB1">
        <w:lastRenderedPageBreak/>
        <w:t>Sommaire</w:t>
      </w:r>
      <w:bookmarkEnd w:id="8"/>
      <w:bookmarkEnd w:id="9"/>
      <w:bookmarkEnd w:id="10"/>
      <w:bookmarkEnd w:id="11"/>
      <w:bookmarkEnd w:id="12"/>
      <w:bookmarkEnd w:id="13"/>
    </w:p>
    <w:p w14:paraId="226B46C3" w14:textId="77777777" w:rsidR="008511DF" w:rsidRPr="00B64CB1" w:rsidRDefault="007609B2" w:rsidP="007609B2">
      <w:pPr>
        <w:pStyle w:val="TM1"/>
        <w:tabs>
          <w:tab w:val="right" w:leader="dot" w:pos="9627"/>
        </w:tabs>
        <w:rPr>
          <w:noProof/>
        </w:rPr>
      </w:pPr>
      <w:r w:rsidRPr="00B64CB1">
        <w:t xml:space="preserve">    </w:t>
      </w:r>
      <w:r w:rsidR="00B60E1A" w:rsidRPr="00B64CB1">
        <w:fldChar w:fldCharType="begin"/>
      </w:r>
      <w:r w:rsidR="00B60E1A" w:rsidRPr="00B64CB1">
        <w:instrText xml:space="preserve"> TOC \h \z \t "Titre 1;2;Titre 2;3;Titre 3;4;Titre;1" </w:instrText>
      </w:r>
      <w:r w:rsidR="00B60E1A" w:rsidRPr="00B64CB1">
        <w:fldChar w:fldCharType="separate"/>
      </w:r>
    </w:p>
    <w:p w14:paraId="54C853C1" w14:textId="78503E32" w:rsidR="008511DF" w:rsidRPr="00B64CB1" w:rsidRDefault="00C95413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63" w:history="1">
        <w:r w:rsidR="008511DF" w:rsidRPr="00B64CB1">
          <w:rPr>
            <w:rStyle w:val="Lienhypertexte"/>
            <w:noProof/>
          </w:rPr>
          <w:t>ARTICLE PREMIER. Contractant(s)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_Toc201659963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4</w:t>
        </w:r>
        <w:r w:rsidR="008511DF" w:rsidRPr="00B64CB1">
          <w:rPr>
            <w:noProof/>
            <w:webHidden/>
          </w:rPr>
          <w:fldChar w:fldCharType="end"/>
        </w:r>
      </w:hyperlink>
    </w:p>
    <w:p w14:paraId="2441EE14" w14:textId="74ADE8F5" w:rsidR="008511DF" w:rsidRPr="00B64CB1" w:rsidRDefault="00C95413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64" w:history="1">
        <w:r w:rsidR="008511DF" w:rsidRPr="00B64CB1">
          <w:rPr>
            <w:rStyle w:val="Lienhypertexte"/>
            <w:noProof/>
          </w:rPr>
          <w:t>ARTICLE 2. Prestations et prix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_Toc201659964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8</w:t>
        </w:r>
        <w:r w:rsidR="008511DF" w:rsidRPr="00B64CB1">
          <w:rPr>
            <w:noProof/>
            <w:webHidden/>
          </w:rPr>
          <w:fldChar w:fldCharType="end"/>
        </w:r>
      </w:hyperlink>
    </w:p>
    <w:p w14:paraId="10573C60" w14:textId="739AA32C" w:rsidR="008511DF" w:rsidRPr="00B64CB1" w:rsidRDefault="00C95413">
      <w:pPr>
        <w:pStyle w:val="TM3"/>
        <w:tabs>
          <w:tab w:val="left" w:pos="1320"/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65" w:history="1">
        <w:r w:rsidR="008511DF" w:rsidRPr="00B64CB1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2–1.</w:t>
        </w:r>
        <w:r w:rsidR="008511DF" w:rsidRPr="00B64CB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8511DF" w:rsidRPr="00B64CB1">
          <w:rPr>
            <w:rStyle w:val="Lienhypertexte"/>
            <w:noProof/>
          </w:rPr>
          <w:t>Montant du marché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_Toc201659965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8</w:t>
        </w:r>
        <w:r w:rsidR="008511DF" w:rsidRPr="00B64CB1">
          <w:rPr>
            <w:noProof/>
            <w:webHidden/>
          </w:rPr>
          <w:fldChar w:fldCharType="end"/>
        </w:r>
      </w:hyperlink>
    </w:p>
    <w:p w14:paraId="7DB3F0CF" w14:textId="62C2F5F1" w:rsidR="008511DF" w:rsidRPr="00B64CB1" w:rsidRDefault="00C95413">
      <w:pPr>
        <w:pStyle w:val="TM3"/>
        <w:tabs>
          <w:tab w:val="left" w:pos="1320"/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66" w:history="1">
        <w:r w:rsidR="008511DF" w:rsidRPr="00B64CB1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2–2.</w:t>
        </w:r>
        <w:r w:rsidR="008511DF" w:rsidRPr="00B64CB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8511DF" w:rsidRPr="00B64CB1">
          <w:rPr>
            <w:rStyle w:val="Lienhypertexte"/>
            <w:noProof/>
          </w:rPr>
          <w:t>Montant sous-traité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_Toc201659966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8</w:t>
        </w:r>
        <w:r w:rsidR="008511DF" w:rsidRPr="00B64CB1">
          <w:rPr>
            <w:noProof/>
            <w:webHidden/>
          </w:rPr>
          <w:fldChar w:fldCharType="end"/>
        </w:r>
      </w:hyperlink>
    </w:p>
    <w:p w14:paraId="7B2A2F67" w14:textId="095CD9A5" w:rsidR="008511DF" w:rsidRPr="00B64CB1" w:rsidRDefault="00C95413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67" w:history="1">
        <w:r w:rsidR="008511DF" w:rsidRPr="00B64CB1">
          <w:rPr>
            <w:rStyle w:val="Lienhypertexte"/>
            <w:noProof/>
          </w:rPr>
          <w:t>ARTICLE 3. Durée du marché et délais d</w:t>
        </w:r>
        <w:r w:rsidR="00786873">
          <w:rPr>
            <w:rStyle w:val="Lienhypertexte"/>
            <w:noProof/>
          </w:rPr>
          <w:t>’</w:t>
        </w:r>
        <w:r w:rsidR="008511DF" w:rsidRPr="00B64CB1">
          <w:rPr>
            <w:rStyle w:val="Lienhypertexte"/>
            <w:noProof/>
          </w:rPr>
          <w:t>exécution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_Toc201659967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10</w:t>
        </w:r>
        <w:r w:rsidR="008511DF" w:rsidRPr="00B64CB1">
          <w:rPr>
            <w:noProof/>
            <w:webHidden/>
          </w:rPr>
          <w:fldChar w:fldCharType="end"/>
        </w:r>
      </w:hyperlink>
    </w:p>
    <w:p w14:paraId="1C698C83" w14:textId="53D38AF9" w:rsidR="008511DF" w:rsidRPr="00B64CB1" w:rsidRDefault="00C95413">
      <w:pPr>
        <w:pStyle w:val="TM3"/>
        <w:tabs>
          <w:tab w:val="left" w:pos="1320"/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68" w:history="1">
        <w:r w:rsidR="008511DF" w:rsidRPr="00B64CB1">
          <w:rPr>
            <w:rStyle w:val="Lienhypertexte"/>
            <w:rFonts w:ascii="Times New Roman" w:eastAsia="Arial Unicode MS" w:hAnsi="Times New Roman" w:cs="Tahom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3–1.</w:t>
        </w:r>
        <w:r w:rsidR="008511DF" w:rsidRPr="00B64CB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8511DF" w:rsidRPr="00B64CB1">
          <w:rPr>
            <w:rStyle w:val="Lienhypertexte"/>
            <w:rFonts w:eastAsia="Arial Unicode MS"/>
            <w:noProof/>
          </w:rPr>
          <w:t>Période de préparation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_Toc201659968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10</w:t>
        </w:r>
        <w:r w:rsidR="008511DF" w:rsidRPr="00B64CB1">
          <w:rPr>
            <w:noProof/>
            <w:webHidden/>
          </w:rPr>
          <w:fldChar w:fldCharType="end"/>
        </w:r>
      </w:hyperlink>
    </w:p>
    <w:p w14:paraId="18404E71" w14:textId="62C04EB1" w:rsidR="008511DF" w:rsidRPr="00B64CB1" w:rsidRDefault="00C95413">
      <w:pPr>
        <w:pStyle w:val="TM3"/>
        <w:tabs>
          <w:tab w:val="left" w:pos="1320"/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69" w:history="1">
        <w:r w:rsidR="008511DF" w:rsidRPr="00B64CB1">
          <w:rPr>
            <w:rStyle w:val="Lienhypertexte"/>
            <w:rFonts w:eastAsia="Arial Unicode M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3–2.</w:t>
        </w:r>
        <w:r w:rsidR="008511DF" w:rsidRPr="00B64CB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8511DF" w:rsidRPr="00B64CB1">
          <w:rPr>
            <w:rStyle w:val="Lienhypertexte"/>
            <w:rFonts w:eastAsia="Arial Unicode MS"/>
            <w:noProof/>
          </w:rPr>
          <w:t>Délai d</w:t>
        </w:r>
        <w:r w:rsidR="00786873">
          <w:rPr>
            <w:rStyle w:val="Lienhypertexte"/>
            <w:rFonts w:eastAsia="Arial Unicode MS"/>
            <w:noProof/>
          </w:rPr>
          <w:t>’</w:t>
        </w:r>
        <w:r w:rsidR="008511DF" w:rsidRPr="00B64CB1">
          <w:rPr>
            <w:rStyle w:val="Lienhypertexte"/>
            <w:rFonts w:eastAsia="Arial Unicode MS"/>
            <w:noProof/>
          </w:rPr>
          <w:t>exécution des travaux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_Toc201659969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10</w:t>
        </w:r>
        <w:r w:rsidR="008511DF" w:rsidRPr="00B64CB1">
          <w:rPr>
            <w:noProof/>
            <w:webHidden/>
          </w:rPr>
          <w:fldChar w:fldCharType="end"/>
        </w:r>
      </w:hyperlink>
    </w:p>
    <w:p w14:paraId="760DF826" w14:textId="0A0D1CE3" w:rsidR="008511DF" w:rsidRPr="00B64CB1" w:rsidRDefault="00C95413">
      <w:pPr>
        <w:pStyle w:val="TM3"/>
        <w:tabs>
          <w:tab w:val="left" w:pos="1320"/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70" w:history="1">
        <w:r w:rsidR="008511DF" w:rsidRPr="00B64CB1">
          <w:rPr>
            <w:rStyle w:val="Lienhypertexte"/>
            <w:rFonts w:eastAsia="Arial Unicode M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3–3.</w:t>
        </w:r>
        <w:r w:rsidR="008511DF" w:rsidRPr="00B64CB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8511DF" w:rsidRPr="00B64CB1">
          <w:rPr>
            <w:rStyle w:val="Lienhypertexte"/>
            <w:rFonts w:eastAsia="Arial Unicode MS"/>
            <w:noProof/>
          </w:rPr>
          <w:t>Délai(s) distinct(s)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_Toc201659970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10</w:t>
        </w:r>
        <w:r w:rsidR="008511DF" w:rsidRPr="00B64CB1">
          <w:rPr>
            <w:noProof/>
            <w:webHidden/>
          </w:rPr>
          <w:fldChar w:fldCharType="end"/>
        </w:r>
      </w:hyperlink>
    </w:p>
    <w:p w14:paraId="10F5C55D" w14:textId="5DE341E6" w:rsidR="008511DF" w:rsidRPr="00B64CB1" w:rsidRDefault="00C95413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71" w:history="1">
        <w:r w:rsidR="008511DF" w:rsidRPr="00B64CB1">
          <w:rPr>
            <w:rStyle w:val="Lienhypertexte"/>
            <w:noProof/>
          </w:rPr>
          <w:t>ARTICLE 4. Paiements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_Toc201659971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11</w:t>
        </w:r>
        <w:r w:rsidR="008511DF" w:rsidRPr="00B64CB1">
          <w:rPr>
            <w:noProof/>
            <w:webHidden/>
          </w:rPr>
          <w:fldChar w:fldCharType="end"/>
        </w:r>
      </w:hyperlink>
    </w:p>
    <w:p w14:paraId="3FA1487E" w14:textId="7E9AEBE9" w:rsidR="008511DF" w:rsidRPr="00B64CB1" w:rsidRDefault="00C95413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72" w:history="1">
        <w:r w:rsidR="008511DF" w:rsidRPr="00B64CB1">
          <w:rPr>
            <w:rStyle w:val="Lienhypertexte"/>
            <w:rFonts w:eastAsia="Arial Unicode MS" w:cs="Tahoma"/>
            <w:noProof/>
          </w:rPr>
          <w:t>ARTICLE 5.</w:t>
        </w:r>
        <w:r w:rsidR="008511DF" w:rsidRPr="00B64CB1">
          <w:rPr>
            <w:rStyle w:val="Lienhypertexte"/>
            <w:rFonts w:eastAsia="Arial Unicode MS"/>
            <w:noProof/>
          </w:rPr>
          <w:t xml:space="preserve"> Insertion professionnelle des publics en difficulté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_Toc201659972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15</w:t>
        </w:r>
        <w:r w:rsidR="008511DF" w:rsidRPr="00B64CB1">
          <w:rPr>
            <w:noProof/>
            <w:webHidden/>
          </w:rPr>
          <w:fldChar w:fldCharType="end"/>
        </w:r>
      </w:hyperlink>
    </w:p>
    <w:p w14:paraId="2966DD18" w14:textId="3610C8F5" w:rsidR="008511DF" w:rsidRPr="00B64CB1" w:rsidRDefault="00C95413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73" w:history="1">
        <w:r w:rsidR="008511DF" w:rsidRPr="00B64CB1">
          <w:rPr>
            <w:rStyle w:val="Lienhypertexte"/>
            <w:rFonts w:eastAsia="Arial Unicode MS" w:cs="Tahoma"/>
            <w:noProof/>
          </w:rPr>
          <w:t>ARTICLE 6.</w:t>
        </w:r>
        <w:r w:rsidR="008511DF" w:rsidRPr="00B64CB1">
          <w:rPr>
            <w:rStyle w:val="Lienhypertexte"/>
            <w:rFonts w:eastAsia="Arial Unicode MS"/>
            <w:noProof/>
          </w:rPr>
          <w:t xml:space="preserve"> Clause environnementale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_Toc201659973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16</w:t>
        </w:r>
        <w:r w:rsidR="008511DF" w:rsidRPr="00B64CB1">
          <w:rPr>
            <w:noProof/>
            <w:webHidden/>
          </w:rPr>
          <w:fldChar w:fldCharType="end"/>
        </w:r>
      </w:hyperlink>
    </w:p>
    <w:p w14:paraId="6A3CBAF5" w14:textId="64ABBBED" w:rsidR="008511DF" w:rsidRPr="00B64CB1" w:rsidRDefault="00C95413">
      <w:pPr>
        <w:pStyle w:val="TM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74" w:history="1">
        <w:r w:rsidR="008511DF" w:rsidRPr="00B64CB1">
          <w:rPr>
            <w:rStyle w:val="Lienhypertexte"/>
            <w:noProof/>
          </w:rPr>
          <w:t>Annexe n</w:t>
        </w:r>
        <w:r w:rsidR="008511DF" w:rsidRPr="00B64CB1">
          <w:rPr>
            <w:rStyle w:val="Lienhypertexte"/>
            <w:noProof/>
            <w:vertAlign w:val="superscript"/>
          </w:rPr>
          <w:t>o</w:t>
        </w:r>
        <w:r w:rsidR="008511DF" w:rsidRPr="00B64CB1">
          <w:rPr>
            <w:rStyle w:val="Lienhypertexte"/>
            <w:noProof/>
          </w:rPr>
          <w:t> 1 – En cas de groupement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_Toc201659974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18</w:t>
        </w:r>
        <w:r w:rsidR="008511DF" w:rsidRPr="00B64CB1">
          <w:rPr>
            <w:noProof/>
            <w:webHidden/>
          </w:rPr>
          <w:fldChar w:fldCharType="end"/>
        </w:r>
      </w:hyperlink>
    </w:p>
    <w:p w14:paraId="36DD2FA8" w14:textId="04E528CD" w:rsidR="008511DF" w:rsidRPr="00B64CB1" w:rsidRDefault="00C95413">
      <w:pPr>
        <w:pStyle w:val="TM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75" w:history="1">
        <w:r w:rsidR="008511DF" w:rsidRPr="00B64CB1">
          <w:rPr>
            <w:rStyle w:val="Lienhypertexte"/>
            <w:noProof/>
          </w:rPr>
          <w:t>Détail des prestations :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_Toc201659975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18</w:t>
        </w:r>
        <w:r w:rsidR="008511DF" w:rsidRPr="00B64CB1">
          <w:rPr>
            <w:noProof/>
            <w:webHidden/>
          </w:rPr>
          <w:fldChar w:fldCharType="end"/>
        </w:r>
      </w:hyperlink>
    </w:p>
    <w:p w14:paraId="5E7A1406" w14:textId="4873384A" w:rsidR="008511DF" w:rsidRPr="00B64CB1" w:rsidRDefault="00C95413">
      <w:pPr>
        <w:pStyle w:val="TM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201659976" w:history="1">
        <w:r w:rsidR="008511DF" w:rsidRPr="00B64CB1">
          <w:rPr>
            <w:rStyle w:val="Lienhypertexte"/>
            <w:noProof/>
          </w:rPr>
          <w:t>Répartition de la rémunération :</w:t>
        </w:r>
        <w:r w:rsidR="008511DF" w:rsidRPr="00B64CB1">
          <w:rPr>
            <w:noProof/>
            <w:webHidden/>
          </w:rPr>
          <w:tab/>
        </w:r>
        <w:r w:rsidR="008511DF" w:rsidRPr="00B64CB1">
          <w:rPr>
            <w:noProof/>
            <w:webHidden/>
          </w:rPr>
          <w:fldChar w:fldCharType="begin"/>
        </w:r>
        <w:r w:rsidR="008511DF" w:rsidRPr="00B64CB1">
          <w:rPr>
            <w:noProof/>
            <w:webHidden/>
          </w:rPr>
          <w:instrText xml:space="preserve"> PAGEREF _Toc201659976 \h </w:instrText>
        </w:r>
        <w:r w:rsidR="008511DF" w:rsidRPr="00B64CB1">
          <w:rPr>
            <w:noProof/>
            <w:webHidden/>
          </w:rPr>
        </w:r>
        <w:r w:rsidR="008511DF" w:rsidRPr="00B64CB1">
          <w:rPr>
            <w:noProof/>
            <w:webHidden/>
          </w:rPr>
          <w:fldChar w:fldCharType="separate"/>
        </w:r>
        <w:r w:rsidR="003376D4">
          <w:rPr>
            <w:noProof/>
            <w:webHidden/>
          </w:rPr>
          <w:t>19</w:t>
        </w:r>
        <w:r w:rsidR="008511DF" w:rsidRPr="00B64CB1">
          <w:rPr>
            <w:noProof/>
            <w:webHidden/>
          </w:rPr>
          <w:fldChar w:fldCharType="end"/>
        </w:r>
      </w:hyperlink>
    </w:p>
    <w:p w14:paraId="011C18A0" w14:textId="456EAFAD" w:rsidR="0024200F" w:rsidRPr="00B64CB1" w:rsidRDefault="00B60E1A" w:rsidP="008511DF">
      <w:pPr>
        <w:pStyle w:val="TM1"/>
        <w:tabs>
          <w:tab w:val="right" w:leader="dot" w:pos="9627"/>
        </w:tabs>
        <w:rPr>
          <w:rFonts w:eastAsia="Arial"/>
          <w:b/>
          <w:bCs/>
          <w:smallCaps/>
          <w:sz w:val="30"/>
          <w:u w:val="single"/>
        </w:rPr>
      </w:pPr>
      <w:r w:rsidRPr="00B64CB1">
        <w:fldChar w:fldCharType="end"/>
      </w:r>
      <w:bookmarkStart w:id="14" w:name="_Toc184978159"/>
      <w:r w:rsidR="0024200F" w:rsidRPr="00B64CB1">
        <w:br w:type="page"/>
      </w:r>
    </w:p>
    <w:p w14:paraId="0EEB687C" w14:textId="4758A407" w:rsidR="00A62BF2" w:rsidRPr="00B64CB1" w:rsidRDefault="001A19CD" w:rsidP="00622C8A">
      <w:pPr>
        <w:pStyle w:val="Titre1"/>
        <w:numPr>
          <w:ilvl w:val="0"/>
          <w:numId w:val="0"/>
        </w:numPr>
        <w:ind w:left="432" w:hanging="432"/>
      </w:pPr>
      <w:bookmarkStart w:id="15" w:name="_Toc201659963"/>
      <w:r w:rsidRPr="00B64CB1">
        <w:lastRenderedPageBreak/>
        <w:t>ARTICLE PREMIER.</w:t>
      </w:r>
      <w:r w:rsidRPr="00B64CB1">
        <w:rPr>
          <w:b w:val="0"/>
          <w:bCs w:val="0"/>
          <w:u w:val="none"/>
        </w:rPr>
        <w:t xml:space="preserve"> </w:t>
      </w:r>
      <w:r w:rsidRPr="00B64CB1">
        <w:t>C</w:t>
      </w:r>
      <w:r w:rsidR="00622C8A" w:rsidRPr="00B64CB1">
        <w:t>ontractant(s</w:t>
      </w:r>
      <w:r w:rsidRPr="00B64CB1">
        <w:t>)</w:t>
      </w:r>
      <w:bookmarkEnd w:id="14"/>
      <w:bookmarkEnd w:id="15"/>
    </w:p>
    <w:p w14:paraId="7814074E" w14:textId="77777777" w:rsidR="00A62BF2" w:rsidRPr="00B64CB1" w:rsidRDefault="001A19CD">
      <w:pPr>
        <w:pStyle w:val="Standard"/>
        <w:spacing w:after="120"/>
        <w:ind w:left="-284"/>
        <w:rPr>
          <w:sz w:val="20"/>
          <w:szCs w:val="20"/>
        </w:rPr>
      </w:pPr>
      <w:r w:rsidRPr="00B64CB1">
        <w:rPr>
          <w:rFonts w:ascii="Wingdings, Symbol" w:hAnsi="Wingdings, Symbol"/>
          <w:sz w:val="20"/>
          <w:szCs w:val="20"/>
        </w:rPr>
        <w:t>q</w:t>
      </w:r>
      <w:r w:rsidRPr="00B64CB1">
        <w:rPr>
          <w:sz w:val="20"/>
          <w:szCs w:val="20"/>
        </w:rPr>
        <w:t xml:space="preserve"> </w:t>
      </w:r>
      <w:r w:rsidRPr="00B64CB1">
        <w:rPr>
          <w:b/>
          <w:sz w:val="20"/>
          <w:szCs w:val="20"/>
        </w:rPr>
        <w:t>Je soussigné,</w:t>
      </w: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426"/>
        <w:gridCol w:w="124"/>
        <w:gridCol w:w="746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:rsidRPr="00B64CB1" w14:paraId="3F4FD3C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264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939B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9526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A599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03BE6394" w14:textId="77777777" w:rsidTr="007609B2">
        <w:trPr>
          <w:trHeight w:val="374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C09B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0FC3" w14:textId="3D853187" w:rsidR="00A62BF2" w:rsidRPr="00B64CB1" w:rsidRDefault="00FE28D5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P</w:t>
            </w:r>
            <w:r w:rsidR="001A19CD" w:rsidRPr="00B64CB1">
              <w:rPr>
                <w:sz w:val="16"/>
                <w:szCs w:val="22"/>
              </w:rPr>
              <w:t>rénom</w:t>
            </w:r>
            <w:r w:rsidRPr="00B64CB1">
              <w:rPr>
                <w:sz w:val="16"/>
                <w:szCs w:val="22"/>
              </w:rPr>
              <w:t xml:space="preserve"> et nom</w:t>
            </w:r>
            <w:r w:rsidR="001A19CD" w:rsidRPr="00B64CB1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244C" w14:textId="77777777" w:rsidR="00A62BF2" w:rsidRPr="00B64CB1" w:rsidRDefault="00A62BF2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B399F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70E3C6D2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DDF0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0A5F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B8B3E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9B439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3D514D45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F5781" w14:textId="77777777" w:rsidR="00A62BF2" w:rsidRPr="00B64CB1" w:rsidRDefault="00A62BF2">
            <w:pPr>
              <w:pStyle w:val="Standard"/>
              <w:snapToGrid w:val="0"/>
              <w:rPr>
                <w:sz w:val="18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DB63" w14:textId="77777777" w:rsidR="00A62BF2" w:rsidRPr="00B64CB1" w:rsidRDefault="001A19CD">
            <w:pPr>
              <w:pStyle w:val="Standard"/>
              <w:snapToGrid w:val="0"/>
              <w:rPr>
                <w:sz w:val="22"/>
                <w:szCs w:val="22"/>
              </w:rPr>
            </w:pPr>
            <w:r w:rsidRPr="00B64CB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B64CB1">
              <w:rPr>
                <w:sz w:val="20"/>
                <w:szCs w:val="22"/>
              </w:rPr>
              <w:t xml:space="preserve"> </w:t>
            </w:r>
            <w:r w:rsidRPr="00B64CB1">
              <w:rPr>
                <w:b/>
                <w:sz w:val="20"/>
                <w:szCs w:val="22"/>
              </w:rPr>
              <w:t>Agissant en mon nom personnel</w:t>
            </w:r>
            <w:r w:rsidRPr="00B64CB1">
              <w:rPr>
                <w:sz w:val="20"/>
                <w:szCs w:val="22"/>
              </w:rPr>
              <w:t xml:space="preserve"> ou </w:t>
            </w:r>
            <w:r w:rsidRPr="00B64CB1">
              <w:rPr>
                <w:b/>
                <w:sz w:val="20"/>
                <w:szCs w:val="22"/>
              </w:rPr>
              <w:t>sous le nom de</w:t>
            </w:r>
            <w:r w:rsidRPr="00B64CB1">
              <w:rPr>
                <w:sz w:val="18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319F" w14:textId="77777777" w:rsidR="00A62BF2" w:rsidRPr="00B64CB1" w:rsidRDefault="00A62BF2">
            <w:pPr>
              <w:pStyle w:val="Standard"/>
              <w:snapToGrid w:val="0"/>
              <w:rPr>
                <w:sz w:val="18"/>
                <w:szCs w:val="22"/>
              </w:rPr>
            </w:pPr>
          </w:p>
        </w:tc>
      </w:tr>
      <w:tr w:rsidR="00A62BF2" w:rsidRPr="00B64CB1" w14:paraId="5E50622F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25DB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41F1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65F0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7E75B17D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7AAE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4006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305B7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F07A8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09B97882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6F31D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45D2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8286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  <w:p w14:paraId="64780EF8" w14:textId="77777777" w:rsidR="00A62BF2" w:rsidRPr="00B64CB1" w:rsidRDefault="00A62BF2">
            <w:pPr>
              <w:pStyle w:val="Standard"/>
              <w:rPr>
                <w:sz w:val="16"/>
                <w:szCs w:val="22"/>
              </w:rPr>
            </w:pPr>
          </w:p>
          <w:p w14:paraId="6CE33834" w14:textId="77777777" w:rsidR="00A62BF2" w:rsidRPr="00B64CB1" w:rsidRDefault="00A62BF2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033F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219B79C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C6EE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58AC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146" w:type="dxa"/>
            <w:gridSpan w:val="1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B1E1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ADBA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2C3F3B31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AE25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F04A" w14:textId="6B14279F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E40501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0CF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A4D04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9FF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B1C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B64CB1" w14:paraId="5A0609A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86DE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B1BD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77740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B90D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4915613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3505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7C320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9950" w14:textId="77777777" w:rsidR="00A62BF2" w:rsidRPr="00B64CB1" w:rsidRDefault="00A62BF2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611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B64CB1" w14:paraId="63BF2B8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3FFD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6B1EB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43227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DB56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4F90C0B3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0B6E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E45D1" w14:textId="77777777" w:rsidR="00A62BF2" w:rsidRPr="00B64CB1" w:rsidRDefault="001A19CD">
            <w:pPr>
              <w:pStyle w:val="Standard"/>
              <w:snapToGrid w:val="0"/>
              <w:rPr>
                <w:sz w:val="22"/>
                <w:szCs w:val="22"/>
              </w:rPr>
            </w:pPr>
            <w:r w:rsidRPr="00B64CB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B64CB1">
              <w:rPr>
                <w:sz w:val="20"/>
                <w:szCs w:val="22"/>
              </w:rPr>
              <w:t xml:space="preserve"> </w:t>
            </w:r>
            <w:r w:rsidRPr="00B64CB1">
              <w:rPr>
                <w:b/>
                <w:sz w:val="20"/>
                <w:szCs w:val="22"/>
              </w:rPr>
              <w:t>Agissant pour le nom et le compte de la Société</w:t>
            </w:r>
            <w:r w:rsidRPr="00B64CB1">
              <w:rPr>
                <w:sz w:val="20"/>
                <w:szCs w:val="22"/>
              </w:rPr>
              <w:t xml:space="preserve"> : </w:t>
            </w:r>
            <w:r w:rsidRPr="00B64CB1">
              <w:rPr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280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425DA152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630C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DC34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BD94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4EA6F796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2965E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43E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DD44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43AF8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6FD0EE4E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517DF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6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1B2D0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Au capital de :</w:t>
            </w:r>
          </w:p>
        </w:tc>
        <w:tc>
          <w:tcPr>
            <w:tcW w:w="76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7F25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A760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2B0E7DA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31DC6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9FD16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0BC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2F85B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7A91E27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F551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6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095A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Ayant son siège à :</w:t>
            </w:r>
          </w:p>
        </w:tc>
        <w:tc>
          <w:tcPr>
            <w:tcW w:w="76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B53D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  <w:p w14:paraId="5DB970AD" w14:textId="77777777" w:rsidR="00A62BF2" w:rsidRPr="00B64CB1" w:rsidRDefault="00A62BF2" w:rsidP="005D356C">
            <w:pPr>
              <w:pStyle w:val="Standard"/>
              <w:shd w:val="clear" w:color="auto" w:fill="DEEAF6" w:themeFill="accent5" w:themeFillTint="33"/>
              <w:rPr>
                <w:sz w:val="16"/>
                <w:szCs w:val="22"/>
              </w:rPr>
            </w:pPr>
          </w:p>
          <w:p w14:paraId="2E24969C" w14:textId="77777777" w:rsidR="00A62BF2" w:rsidRPr="00B64CB1" w:rsidRDefault="00A62BF2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9884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5A3C9B7D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836A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067BB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2BD4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6350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17C9872A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FDB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90F3" w14:textId="051D4F9C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E40501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CA5F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735CA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706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207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B64CB1" w14:paraId="3C33165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31041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57B7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F9F8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8DE9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3C3F4D1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DA4D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A52CE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7C3B" w14:textId="77777777" w:rsidR="00A62BF2" w:rsidRPr="00B64CB1" w:rsidRDefault="00A62BF2">
            <w:pPr>
              <w:pStyle w:val="Standard"/>
              <w:snapToGrid w:val="0"/>
              <w:spacing w:before="20"/>
              <w:jc w:val="both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C3A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B64CB1" w14:paraId="1AE0E87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FF9D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1F1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EB1A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1E2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1F44CD1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26569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93A9F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AB88F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714C6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0F6B05FE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D68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9CBE" w14:textId="4D614C84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D04A81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identité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établissement</w:t>
            </w:r>
            <w:r w:rsidR="00D04A81" w:rsidRPr="00B64CB1">
              <w:rPr>
                <w:sz w:val="16"/>
                <w:szCs w:val="22"/>
              </w:rPr>
              <w:t xml:space="preserve"> </w:t>
            </w:r>
            <w:r w:rsidRPr="00B64CB1">
              <w:rPr>
                <w:sz w:val="16"/>
                <w:szCs w:val="22"/>
              </w:rPr>
              <w:t>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DD5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04FC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034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4B9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3A9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48EA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3D1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943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B53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557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9C4A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B96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8544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50A4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C06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B64CB1" w14:paraId="798E8A8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A66F" w14:textId="77777777" w:rsidR="00A62BF2" w:rsidRPr="00B64CB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BCE6" w14:textId="77777777" w:rsidR="00A62BF2" w:rsidRPr="00B64CB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B5D2" w14:textId="77777777" w:rsidR="00A62BF2" w:rsidRPr="00B64CB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1334" w14:textId="77777777" w:rsidR="00A62BF2" w:rsidRPr="00B64CB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778580EA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58A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B39A" w14:textId="18EAE0BB" w:rsidR="00A62BF2" w:rsidRPr="00B64CB1" w:rsidRDefault="001A19CD">
            <w:pPr>
              <w:pStyle w:val="Standard"/>
              <w:snapToGrid w:val="0"/>
              <w:spacing w:before="40"/>
              <w:rPr>
                <w:sz w:val="22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 xml:space="preserve">inscription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répertoire des métiers </w:t>
            </w:r>
            <w:r w:rsidRPr="00B64CB1">
              <w:rPr>
                <w:b/>
                <w:sz w:val="16"/>
                <w:szCs w:val="22"/>
              </w:rPr>
              <w:t>ou</w:t>
            </w:r>
            <w:r w:rsidRPr="00B64CB1">
              <w:rPr>
                <w:sz w:val="16"/>
                <w:szCs w:val="22"/>
              </w:rPr>
              <w:t xml:space="preserve">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CAD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EDD1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B64CB1" w14:paraId="335903F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F99FA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E729" w14:textId="77777777" w:rsidR="00A62BF2" w:rsidRPr="00B64CB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D37C" w14:textId="77777777" w:rsidR="00A62BF2" w:rsidRPr="00B64CB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FE960" w14:textId="77777777" w:rsidR="00A62BF2" w:rsidRPr="00B64CB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</w:tr>
    </w:tbl>
    <w:p w14:paraId="78F9A00C" w14:textId="51292F8B" w:rsidR="00A62BF2" w:rsidRPr="00B64CB1" w:rsidRDefault="001A19CD" w:rsidP="00334AC8">
      <w:pPr>
        <w:pStyle w:val="Standard"/>
        <w:spacing w:before="120" w:after="120"/>
        <w:ind w:left="-284"/>
        <w:rPr>
          <w:sz w:val="20"/>
          <w:szCs w:val="20"/>
        </w:rPr>
      </w:pPr>
      <w:r w:rsidRPr="00B64CB1">
        <w:rPr>
          <w:rFonts w:ascii="Wingdings, Symbol" w:hAnsi="Wingdings, Symbol"/>
          <w:sz w:val="20"/>
          <w:szCs w:val="20"/>
        </w:rPr>
        <w:t>q</w:t>
      </w:r>
      <w:r w:rsidR="00D04A81" w:rsidRPr="00B64CB1">
        <w:rPr>
          <w:sz w:val="20"/>
          <w:szCs w:val="20"/>
        </w:rPr>
        <w:t xml:space="preserve"> </w:t>
      </w:r>
      <w:r w:rsidRPr="00B64CB1">
        <w:rPr>
          <w:b/>
          <w:sz w:val="20"/>
          <w:szCs w:val="20"/>
        </w:rPr>
        <w:t>Nous soussignés,</w:t>
      </w: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:rsidRPr="00B64CB1" w14:paraId="4850C8FD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E898" w14:textId="77777777" w:rsidR="00A62BF2" w:rsidRPr="00B64CB1" w:rsidRDefault="001A19CD">
            <w:pPr>
              <w:pStyle w:val="Standard"/>
              <w:snapToGrid w:val="0"/>
              <w:jc w:val="center"/>
              <w:rPr>
                <w:b/>
                <w:sz w:val="22"/>
                <w:szCs w:val="22"/>
              </w:rPr>
            </w:pPr>
            <w:r w:rsidRPr="00B64CB1">
              <w:rPr>
                <w:b/>
                <w:sz w:val="22"/>
                <w:szCs w:val="22"/>
              </w:rPr>
              <w:t>Cotraitant 1</w:t>
            </w:r>
          </w:p>
        </w:tc>
      </w:tr>
      <w:tr w:rsidR="00A62BF2" w:rsidRPr="00B64CB1" w14:paraId="67A4DFE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6D79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470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937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862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6A1C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8B04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29E6BBB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B89A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D18D" w14:textId="308423AA" w:rsidR="00A62BF2" w:rsidRPr="00B64CB1" w:rsidRDefault="00622C8A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P</w:t>
            </w:r>
            <w:r w:rsidR="001A19CD" w:rsidRPr="00B64CB1">
              <w:rPr>
                <w:sz w:val="16"/>
                <w:szCs w:val="22"/>
              </w:rPr>
              <w:t>rénom</w:t>
            </w:r>
            <w:r w:rsidRPr="00B64CB1">
              <w:rPr>
                <w:sz w:val="16"/>
                <w:szCs w:val="22"/>
              </w:rPr>
              <w:t xml:space="preserve"> et nom</w:t>
            </w:r>
            <w:r w:rsidR="001A19CD" w:rsidRPr="00B64CB1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42106" w14:textId="77777777" w:rsidR="00A62BF2" w:rsidRPr="00B64CB1" w:rsidRDefault="00A62BF2">
            <w:pPr>
              <w:pStyle w:val="Standard"/>
              <w:rPr>
                <w:sz w:val="16"/>
                <w:szCs w:val="22"/>
              </w:rPr>
            </w:pPr>
          </w:p>
          <w:p w14:paraId="3A6C2D86" w14:textId="6FDAB1CE" w:rsidR="005D356C" w:rsidRPr="00B64CB1" w:rsidRDefault="005D356C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B505C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6342A67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CB467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8120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7AD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AE17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0359E61E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CB3F" w14:textId="77777777" w:rsidR="00A62BF2" w:rsidRPr="00B64CB1" w:rsidRDefault="00A62BF2">
            <w:pPr>
              <w:pStyle w:val="Standard"/>
              <w:snapToGrid w:val="0"/>
              <w:rPr>
                <w:sz w:val="18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9E336" w14:textId="77777777" w:rsidR="00A62BF2" w:rsidRPr="00B64CB1" w:rsidRDefault="001A19CD">
            <w:pPr>
              <w:pStyle w:val="Standard"/>
              <w:snapToGrid w:val="0"/>
              <w:rPr>
                <w:sz w:val="22"/>
                <w:szCs w:val="22"/>
              </w:rPr>
            </w:pPr>
            <w:r w:rsidRPr="00B64CB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B64CB1">
              <w:rPr>
                <w:sz w:val="20"/>
                <w:szCs w:val="22"/>
              </w:rPr>
              <w:t xml:space="preserve"> </w:t>
            </w:r>
            <w:r w:rsidRPr="00B64CB1">
              <w:rPr>
                <w:b/>
                <w:sz w:val="20"/>
                <w:szCs w:val="22"/>
              </w:rPr>
              <w:t>Agissant en mon nom personnel</w:t>
            </w:r>
            <w:r w:rsidRPr="00B64CB1">
              <w:rPr>
                <w:sz w:val="20"/>
                <w:szCs w:val="22"/>
              </w:rPr>
              <w:t xml:space="preserve"> ou </w:t>
            </w:r>
            <w:r w:rsidRPr="00B64CB1">
              <w:rPr>
                <w:b/>
                <w:sz w:val="20"/>
                <w:szCs w:val="22"/>
              </w:rPr>
              <w:t>sous le nom de</w:t>
            </w:r>
            <w:r w:rsidRPr="00B64CB1">
              <w:rPr>
                <w:sz w:val="18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E78B8" w14:textId="77777777" w:rsidR="00A62BF2" w:rsidRPr="00B64CB1" w:rsidRDefault="00A62BF2">
            <w:pPr>
              <w:pStyle w:val="Standard"/>
              <w:snapToGrid w:val="0"/>
              <w:rPr>
                <w:sz w:val="18"/>
                <w:szCs w:val="22"/>
              </w:rPr>
            </w:pPr>
          </w:p>
        </w:tc>
      </w:tr>
      <w:tr w:rsidR="00A62BF2" w:rsidRPr="00B64CB1" w14:paraId="59BD4C04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DB40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A9E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384B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4B51A428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2D30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6E51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F82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20F7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6B47FB03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794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B3F2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6EBA8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  <w:p w14:paraId="0E3AB4BA" w14:textId="77777777" w:rsidR="00A62BF2" w:rsidRPr="00B64CB1" w:rsidRDefault="00A62BF2">
            <w:pPr>
              <w:pStyle w:val="Standard"/>
              <w:rPr>
                <w:sz w:val="16"/>
                <w:szCs w:val="22"/>
              </w:rPr>
            </w:pPr>
          </w:p>
          <w:p w14:paraId="7D3400EF" w14:textId="77777777" w:rsidR="00A62BF2" w:rsidRPr="00B64CB1" w:rsidRDefault="00A62BF2">
            <w:pPr>
              <w:pStyle w:val="Standard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4C7F6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65EA757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8957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2B42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5AE9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D7F5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69FA9A4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8EF5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63F2" w14:textId="61C95E74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E40501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33A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4C82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C05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7EE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B64CB1" w14:paraId="4DD40DC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E0D95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BDAE8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BE97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653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1A83C0F2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34C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ED4A9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3D99" w14:textId="77777777" w:rsidR="00A62BF2" w:rsidRPr="00B64CB1" w:rsidRDefault="00A62BF2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E72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</w:tr>
      <w:tr w:rsidR="00A62BF2" w:rsidRPr="00B64CB1" w14:paraId="69952FA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DC33A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7749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B91E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7097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6C014E5F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177CE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DC96B" w14:textId="77777777" w:rsidR="00A62BF2" w:rsidRPr="00B64CB1" w:rsidRDefault="001A19CD">
            <w:pPr>
              <w:pStyle w:val="Standard"/>
              <w:snapToGrid w:val="0"/>
              <w:rPr>
                <w:sz w:val="22"/>
                <w:szCs w:val="22"/>
              </w:rPr>
            </w:pPr>
            <w:r w:rsidRPr="00B64CB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B64CB1">
              <w:rPr>
                <w:sz w:val="20"/>
                <w:szCs w:val="22"/>
              </w:rPr>
              <w:t xml:space="preserve"> </w:t>
            </w:r>
            <w:r w:rsidRPr="00B64CB1">
              <w:rPr>
                <w:b/>
                <w:sz w:val="20"/>
                <w:szCs w:val="22"/>
              </w:rPr>
              <w:t>Agissant pour le nom et le compte de la Société</w:t>
            </w:r>
            <w:r w:rsidRPr="00B64CB1">
              <w:rPr>
                <w:sz w:val="20"/>
                <w:szCs w:val="22"/>
              </w:rPr>
              <w:t xml:space="preserve"> : </w:t>
            </w:r>
            <w:r w:rsidRPr="00B64CB1">
              <w:rPr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4CE75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5EB60D2D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739F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5DD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30EF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292C713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54B6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8A08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62C6D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0B12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5B790375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A70C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3D32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965BA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0841C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2FCD317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7ED0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CD33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FCFC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5391E" w14:textId="77777777" w:rsidR="00A62BF2" w:rsidRPr="00B64CB1" w:rsidRDefault="00A62BF2">
            <w:pPr>
              <w:pStyle w:val="Standard"/>
              <w:snapToGrid w:val="0"/>
              <w:rPr>
                <w:sz w:val="16"/>
                <w:szCs w:val="22"/>
              </w:rPr>
            </w:pPr>
          </w:p>
        </w:tc>
      </w:tr>
      <w:tr w:rsidR="00A62BF2" w:rsidRPr="00B64CB1" w14:paraId="213193A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FFFA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2D1E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992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4AD5F721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0D7699CA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83F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4C56E3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C10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862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2969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5A1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C154D8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1F47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6EAD" w14:textId="2DF31F26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E40501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A1B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AC2B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BA6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0A20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05AB42D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CDB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1DB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356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181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2DB20D14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FD7B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38EBA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4A17" w14:textId="77777777" w:rsidR="00A62BF2" w:rsidRPr="00B64CB1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2A0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4422227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924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3A73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306D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CE8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2788B6B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91D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BD3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D88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91AE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E3DC74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DB2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3C42" w14:textId="7E30BDD1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identité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7D7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9DF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CF0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833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1985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C7C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DE0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D68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E637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A9A15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5E6E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0C8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698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865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1AA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41D0373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4730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C617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24F66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DD3E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:rsidRPr="00B64CB1" w14:paraId="31955E8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217F5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04F1" w14:textId="23135C7E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 xml:space="preserve">inscription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répertoire des métiers </w:t>
            </w:r>
            <w:r w:rsidRPr="00B64CB1">
              <w:rPr>
                <w:b/>
                <w:sz w:val="16"/>
                <w:szCs w:val="22"/>
              </w:rPr>
              <w:t>ou</w:t>
            </w:r>
            <w:r w:rsidRPr="00B64CB1">
              <w:rPr>
                <w:sz w:val="16"/>
                <w:szCs w:val="22"/>
              </w:rPr>
              <w:t xml:space="preserve">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83F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829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7D426762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8370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285F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A89E5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F7AD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7851C00" w14:textId="77777777" w:rsidR="00A62BF2" w:rsidRPr="00B64CB1" w:rsidRDefault="00A62BF2">
      <w:pPr>
        <w:pStyle w:val="Standard"/>
        <w:pageBreakBefore/>
        <w:jc w:val="both"/>
        <w:rPr>
          <w:sz w:val="16"/>
        </w:rPr>
      </w:pP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:rsidRPr="00B64CB1" w14:paraId="5C3C2CD0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02083" w14:textId="77777777" w:rsidR="00A62BF2" w:rsidRPr="00B64CB1" w:rsidRDefault="001A19CD">
            <w:pPr>
              <w:pStyle w:val="Standard"/>
              <w:snapToGrid w:val="0"/>
              <w:jc w:val="center"/>
              <w:rPr>
                <w:b/>
              </w:rPr>
            </w:pPr>
            <w:r w:rsidRPr="00B64CB1">
              <w:rPr>
                <w:b/>
              </w:rPr>
              <w:t>Cotraitant 2</w:t>
            </w:r>
          </w:p>
        </w:tc>
      </w:tr>
      <w:tr w:rsidR="00A62BF2" w:rsidRPr="00B64CB1" w14:paraId="1496C42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FEA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42E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63C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231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7C4C5D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39D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1597" w14:textId="3BC201B0" w:rsidR="00A62BF2" w:rsidRPr="00B64CB1" w:rsidRDefault="00622C8A">
            <w:pPr>
              <w:pStyle w:val="Standard"/>
              <w:snapToGrid w:val="0"/>
              <w:rPr>
                <w:sz w:val="18"/>
              </w:rPr>
            </w:pPr>
            <w:r w:rsidRPr="00B64CB1">
              <w:rPr>
                <w:sz w:val="18"/>
              </w:rPr>
              <w:t>P</w:t>
            </w:r>
            <w:r w:rsidR="001A19CD" w:rsidRPr="00B64CB1">
              <w:rPr>
                <w:sz w:val="18"/>
              </w:rPr>
              <w:t>rénom</w:t>
            </w:r>
            <w:r w:rsidRPr="00B64CB1">
              <w:rPr>
                <w:sz w:val="18"/>
              </w:rPr>
              <w:t xml:space="preserve"> et nom</w:t>
            </w:r>
            <w:r w:rsidR="001A19CD" w:rsidRPr="00B64CB1">
              <w:rPr>
                <w:sz w:val="18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46A3C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252C57AF" w14:textId="7F40E3E9" w:rsidR="00E40501" w:rsidRPr="00B64CB1" w:rsidRDefault="00E40501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9E6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552C635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3B7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684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7506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516E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7B28B4E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44F7" w14:textId="77777777" w:rsidR="00A62BF2" w:rsidRPr="00B64CB1" w:rsidRDefault="00A62BF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7B18" w14:textId="77777777" w:rsidR="00A62BF2" w:rsidRPr="00B64CB1" w:rsidRDefault="001A19CD">
            <w:pPr>
              <w:pStyle w:val="Standard"/>
              <w:snapToGrid w:val="0"/>
              <w:rPr>
                <w:sz w:val="20"/>
                <w:szCs w:val="22"/>
              </w:rPr>
            </w:pPr>
            <w:r w:rsidRPr="00B64CB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B64CB1">
              <w:rPr>
                <w:sz w:val="20"/>
                <w:szCs w:val="22"/>
              </w:rPr>
              <w:t xml:space="preserve"> </w:t>
            </w:r>
            <w:r w:rsidRPr="00B64CB1">
              <w:rPr>
                <w:b/>
                <w:sz w:val="20"/>
                <w:szCs w:val="22"/>
              </w:rPr>
              <w:t>Agissant en mon nom personnel</w:t>
            </w:r>
            <w:r w:rsidRPr="00B64CB1">
              <w:rPr>
                <w:sz w:val="20"/>
                <w:szCs w:val="22"/>
              </w:rPr>
              <w:t xml:space="preserve"> ou </w:t>
            </w:r>
            <w:r w:rsidRPr="00B64CB1">
              <w:rPr>
                <w:b/>
                <w:sz w:val="20"/>
                <w:szCs w:val="22"/>
              </w:rPr>
              <w:t>sous le nom de</w:t>
            </w:r>
            <w:r w:rsidRPr="00B64CB1">
              <w:rPr>
                <w:sz w:val="20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C0682" w14:textId="77777777" w:rsidR="00A62BF2" w:rsidRPr="00B64CB1" w:rsidRDefault="00A62BF2">
            <w:pPr>
              <w:pStyle w:val="Standard"/>
              <w:snapToGrid w:val="0"/>
              <w:rPr>
                <w:sz w:val="20"/>
              </w:rPr>
            </w:pPr>
          </w:p>
        </w:tc>
      </w:tr>
      <w:tr w:rsidR="00A62BF2" w:rsidRPr="00B64CB1" w14:paraId="0789B12C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726A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1823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C893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3E0D080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877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35E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7A5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480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55BC8D1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9426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C8DB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460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0A3798C0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1A9BC881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AF4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84A6E9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71B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0427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7F9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470D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4A44F3D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089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81F8" w14:textId="190080B4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5D356C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E88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5570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 w:rsidRPr="00B64CB1">
              <w:rPr>
                <w:sz w:val="16"/>
                <w:szCs w:val="22"/>
              </w:rPr>
              <w:t>Fax </w:t>
            </w:r>
            <w:r w:rsidRPr="00B64CB1">
              <w:rPr>
                <w:sz w:val="18"/>
              </w:rPr>
              <w:t>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8627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084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49FFF37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99F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0A66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898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7623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099285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A5AB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F8CFA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3667" w14:textId="77777777" w:rsidR="00A62BF2" w:rsidRPr="00B64CB1" w:rsidRDefault="00A62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3D04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339C93C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DD5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018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3D8B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D53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3D1E4CFB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B36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5C66" w14:textId="77777777" w:rsidR="00A62BF2" w:rsidRPr="00B64CB1" w:rsidRDefault="001A19CD">
            <w:pPr>
              <w:pStyle w:val="Standard"/>
              <w:snapToGrid w:val="0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</w:t>
            </w:r>
            <w:r w:rsidRPr="00B64CB1">
              <w:rPr>
                <w:b/>
                <w:sz w:val="20"/>
                <w:szCs w:val="20"/>
              </w:rPr>
              <w:t>Agissant pour le nom et le compte de la Société</w:t>
            </w:r>
            <w:r w:rsidRPr="00B64CB1">
              <w:rPr>
                <w:sz w:val="20"/>
                <w:szCs w:val="20"/>
              </w:rPr>
              <w:t xml:space="preserve"> : </w:t>
            </w:r>
            <w:r w:rsidRPr="00B64CB1">
              <w:rPr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70B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B0917B7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1DB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DAC5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A10F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3BAFFA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8E7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390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183C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7F1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CAEA97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EA99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C2247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C84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EEE0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FC1492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8DF3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89C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B65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D96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CF4F3C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F7C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06A0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FB9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30094A1A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6F6C9C30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0C7F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05A26D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8DBF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F92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7C1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2906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7CB2F1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0F02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FCA7" w14:textId="5D2F04DE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5D356C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72A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3E4B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A3F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9AC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503BB69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5B2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99D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4DF0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3CA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78D5E6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8B15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6BCA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BF0A9" w14:textId="77777777" w:rsidR="00A62BF2" w:rsidRPr="00B64CB1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59C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282D3BF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060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847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DDB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4FE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FEEE790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8EA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768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5E4A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987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0891CDD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683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8D063" w14:textId="0DCA79D6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identité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279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1D4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320E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3392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8BB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E3E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F317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CD25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C44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CEB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B35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1CA5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D26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ED2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C7C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560F650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53DC1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C511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B009B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1593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:rsidRPr="00B64CB1" w14:paraId="65B722E4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348A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4432" w14:textId="3626E50B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 xml:space="preserve">inscription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répertoire des métiers </w:t>
            </w:r>
            <w:r w:rsidRPr="00B64CB1">
              <w:rPr>
                <w:b/>
                <w:sz w:val="16"/>
                <w:szCs w:val="22"/>
              </w:rPr>
              <w:t>ou</w:t>
            </w:r>
            <w:r w:rsidRPr="00B64CB1">
              <w:rPr>
                <w:sz w:val="16"/>
                <w:szCs w:val="22"/>
              </w:rPr>
              <w:t xml:space="preserve">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07BB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7B6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5036F7D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2641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58E7B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E843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63B8A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7CFFE93" w14:textId="77777777" w:rsidR="00A62BF2" w:rsidRPr="00B64CB1" w:rsidRDefault="00A62BF2" w:rsidP="00E40501"/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:rsidRPr="00B64CB1" w14:paraId="3B0158E6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4211" w14:textId="77777777" w:rsidR="00A62BF2" w:rsidRPr="00B64CB1" w:rsidRDefault="001A19CD">
            <w:pPr>
              <w:pStyle w:val="Standard"/>
              <w:snapToGrid w:val="0"/>
              <w:jc w:val="center"/>
              <w:rPr>
                <w:b/>
              </w:rPr>
            </w:pPr>
            <w:r w:rsidRPr="00B64CB1">
              <w:rPr>
                <w:b/>
              </w:rPr>
              <w:t>Cotraitant 3</w:t>
            </w:r>
          </w:p>
        </w:tc>
      </w:tr>
      <w:tr w:rsidR="00A62BF2" w:rsidRPr="00B64CB1" w14:paraId="68ECD47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C376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986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786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61F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28B2E99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FC3D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96E3D" w14:textId="7B90E770" w:rsidR="00A62BF2" w:rsidRPr="00B64CB1" w:rsidRDefault="00622C8A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P</w:t>
            </w:r>
            <w:r w:rsidR="001A19CD" w:rsidRPr="00B64CB1">
              <w:rPr>
                <w:sz w:val="16"/>
                <w:szCs w:val="22"/>
              </w:rPr>
              <w:t>rénom</w:t>
            </w:r>
            <w:r w:rsidRPr="00B64CB1">
              <w:rPr>
                <w:sz w:val="16"/>
                <w:szCs w:val="22"/>
              </w:rPr>
              <w:t xml:space="preserve"> et nom</w:t>
            </w:r>
            <w:r w:rsidR="001A19CD" w:rsidRPr="00B64CB1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AC8F5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4FCDF872" w14:textId="481C8518" w:rsidR="00E40501" w:rsidRPr="00B64CB1" w:rsidRDefault="00E40501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110E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C11CB6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97C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920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2E87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FEF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A3E9173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4805" w14:textId="77777777" w:rsidR="00A62BF2" w:rsidRPr="00B64CB1" w:rsidRDefault="00A62BF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CF99" w14:textId="77777777" w:rsidR="00A62BF2" w:rsidRPr="00B64CB1" w:rsidRDefault="001A19CD">
            <w:pPr>
              <w:pStyle w:val="Standard"/>
              <w:snapToGrid w:val="0"/>
              <w:rPr>
                <w:sz w:val="20"/>
                <w:szCs w:val="22"/>
              </w:rPr>
            </w:pPr>
            <w:r w:rsidRPr="00B64CB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B64CB1">
              <w:rPr>
                <w:sz w:val="20"/>
                <w:szCs w:val="22"/>
              </w:rPr>
              <w:t xml:space="preserve"> </w:t>
            </w:r>
            <w:r w:rsidRPr="00B64CB1">
              <w:rPr>
                <w:b/>
                <w:sz w:val="20"/>
                <w:szCs w:val="22"/>
              </w:rPr>
              <w:t>Agissant en mon nom personnel</w:t>
            </w:r>
            <w:r w:rsidRPr="00B64CB1">
              <w:rPr>
                <w:sz w:val="20"/>
                <w:szCs w:val="22"/>
              </w:rPr>
              <w:t xml:space="preserve"> ou </w:t>
            </w:r>
            <w:r w:rsidRPr="00B64CB1">
              <w:rPr>
                <w:b/>
                <w:sz w:val="20"/>
                <w:szCs w:val="22"/>
              </w:rPr>
              <w:t>sous le nom de</w:t>
            </w:r>
            <w:r w:rsidRPr="00B64CB1">
              <w:rPr>
                <w:sz w:val="20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C3A6" w14:textId="77777777" w:rsidR="00A62BF2" w:rsidRPr="00B64CB1" w:rsidRDefault="00A62BF2">
            <w:pPr>
              <w:pStyle w:val="Standard"/>
              <w:snapToGrid w:val="0"/>
              <w:rPr>
                <w:sz w:val="20"/>
              </w:rPr>
            </w:pPr>
          </w:p>
        </w:tc>
      </w:tr>
      <w:tr w:rsidR="00A62BF2" w:rsidRPr="00B64CB1" w14:paraId="67F63CA1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A09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F3C9" w14:textId="496C0D4F" w:rsidR="00A62BF2" w:rsidRPr="00B64CB1" w:rsidRDefault="00E40501" w:rsidP="00E40501">
            <w:pPr>
              <w:pStyle w:val="Standard"/>
              <w:tabs>
                <w:tab w:val="left" w:pos="1515"/>
              </w:tabs>
              <w:snapToGrid w:val="0"/>
              <w:rPr>
                <w:sz w:val="18"/>
              </w:rPr>
            </w:pPr>
            <w:r w:rsidRPr="00B64CB1">
              <w:rPr>
                <w:sz w:val="18"/>
              </w:rPr>
              <w:tab/>
            </w: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C369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106F19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D22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81C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DA38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83B4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2804C5D3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E8C1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1ECC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61E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6C7AED66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684E68AF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2EC6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46EB86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FA4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F72B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0F0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420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9E3BD3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0C9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05658" w14:textId="08E82393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E40501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39D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F9EE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DD1B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14E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628C422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96C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B728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EF1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4DF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313A14A9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10E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661A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DAC5" w14:textId="77777777" w:rsidR="00A62BF2" w:rsidRPr="00B64CB1" w:rsidRDefault="00A62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A3E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7538A75D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6A4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888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5492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2EE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2AD689DA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8B4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008D0" w14:textId="77777777" w:rsidR="00A62BF2" w:rsidRPr="00B64CB1" w:rsidRDefault="001A19CD">
            <w:pPr>
              <w:pStyle w:val="Standard"/>
              <w:snapToGrid w:val="0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</w:t>
            </w:r>
            <w:r w:rsidRPr="00B64CB1">
              <w:rPr>
                <w:b/>
                <w:sz w:val="20"/>
                <w:szCs w:val="20"/>
              </w:rPr>
              <w:t>Agissant pour le nom et le compte de la Société</w:t>
            </w:r>
            <w:r w:rsidRPr="00B64CB1">
              <w:rPr>
                <w:sz w:val="20"/>
                <w:szCs w:val="20"/>
              </w:rPr>
              <w:t xml:space="preserve"> : </w:t>
            </w:r>
            <w:r w:rsidRPr="00B64CB1">
              <w:rPr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095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376DD76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46F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323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5D6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D441E5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AE0E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642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CCC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B554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88C5691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139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1F246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5BA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0983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588F97F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1B15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7CE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0CF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AE5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10C15A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01A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752B6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F14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58B1A885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329AE942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54E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C62E1E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805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22BF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97B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4FE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268AA4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223E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92B6B" w14:textId="55CF83EF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E40501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662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22462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A8B2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9694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34842570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255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08E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ED7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6129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8933BE8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D19D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68DA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74BAF" w14:textId="77777777" w:rsidR="00A62BF2" w:rsidRPr="00B64CB1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664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17DB876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212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9AD6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E2E1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3B3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28814A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F6E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C0E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36F5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991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CDCFD5A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D3F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7204" w14:textId="63F97DB2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identité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ECE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3D1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494E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BA4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732B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0CF0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020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786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8CC6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56A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05F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2836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333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267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E3FA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64AF077F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4022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93B69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8E390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F02E7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:rsidRPr="00B64CB1" w14:paraId="4EA81660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F7A1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8DDC" w14:textId="4B4F453B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 xml:space="preserve">inscription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répertoire des métiers </w:t>
            </w:r>
            <w:r w:rsidRPr="00B64CB1">
              <w:rPr>
                <w:b/>
                <w:sz w:val="16"/>
                <w:szCs w:val="22"/>
              </w:rPr>
              <w:t>ou</w:t>
            </w:r>
            <w:r w:rsidRPr="00B64CB1">
              <w:rPr>
                <w:sz w:val="16"/>
                <w:szCs w:val="22"/>
              </w:rPr>
              <w:t xml:space="preserve">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120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67FF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4A4CDF98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F442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67FDB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DFC8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CD2B8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22AA2B7" w14:textId="77777777" w:rsidR="00A62BF2" w:rsidRPr="00B64CB1" w:rsidRDefault="00A62BF2">
      <w:pPr>
        <w:pStyle w:val="Standard"/>
        <w:pageBreakBefore/>
        <w:jc w:val="both"/>
        <w:rPr>
          <w:sz w:val="16"/>
        </w:rPr>
      </w:pP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:rsidRPr="00B64CB1" w14:paraId="75ABFD9E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E773" w14:textId="77777777" w:rsidR="00A62BF2" w:rsidRPr="00B64CB1" w:rsidRDefault="001A19CD">
            <w:pPr>
              <w:pStyle w:val="Standard"/>
              <w:snapToGrid w:val="0"/>
              <w:jc w:val="center"/>
              <w:rPr>
                <w:b/>
              </w:rPr>
            </w:pPr>
            <w:r w:rsidRPr="00B64CB1">
              <w:rPr>
                <w:b/>
              </w:rPr>
              <w:t>Cotraitant __</w:t>
            </w:r>
          </w:p>
        </w:tc>
      </w:tr>
      <w:tr w:rsidR="00A62BF2" w:rsidRPr="00B64CB1" w14:paraId="4DA4B18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D9B3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9BA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02E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9531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BD21EA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A854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86982" w14:textId="48350209" w:rsidR="00A62BF2" w:rsidRPr="00B64CB1" w:rsidRDefault="00622C8A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P</w:t>
            </w:r>
            <w:r w:rsidR="001A19CD" w:rsidRPr="00B64CB1">
              <w:rPr>
                <w:sz w:val="16"/>
                <w:szCs w:val="22"/>
              </w:rPr>
              <w:t>rénom</w:t>
            </w:r>
            <w:r w:rsidRPr="00B64CB1">
              <w:rPr>
                <w:sz w:val="16"/>
                <w:szCs w:val="22"/>
              </w:rPr>
              <w:t xml:space="preserve"> et nom</w:t>
            </w:r>
            <w:r w:rsidR="001A19CD" w:rsidRPr="00B64CB1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833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5D7A6012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467E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298647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709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F555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56B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D86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AA5D51F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278F9" w14:textId="77777777" w:rsidR="00A62BF2" w:rsidRPr="00B64CB1" w:rsidRDefault="00A62BF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E98F" w14:textId="77777777" w:rsidR="00A62BF2" w:rsidRPr="00B64CB1" w:rsidRDefault="001A19CD">
            <w:pPr>
              <w:pStyle w:val="Standard"/>
              <w:snapToGrid w:val="0"/>
              <w:rPr>
                <w:sz w:val="20"/>
                <w:szCs w:val="22"/>
              </w:rPr>
            </w:pPr>
            <w:r w:rsidRPr="00B64CB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B64CB1">
              <w:rPr>
                <w:sz w:val="20"/>
                <w:szCs w:val="22"/>
              </w:rPr>
              <w:t xml:space="preserve"> </w:t>
            </w:r>
            <w:r w:rsidRPr="00B64CB1">
              <w:rPr>
                <w:b/>
                <w:sz w:val="20"/>
                <w:szCs w:val="22"/>
              </w:rPr>
              <w:t>Agissant en mon nom personnel</w:t>
            </w:r>
            <w:r w:rsidRPr="00B64CB1">
              <w:rPr>
                <w:sz w:val="20"/>
                <w:szCs w:val="22"/>
              </w:rPr>
              <w:t xml:space="preserve"> ou </w:t>
            </w:r>
            <w:r w:rsidRPr="00B64CB1">
              <w:rPr>
                <w:b/>
                <w:sz w:val="20"/>
                <w:szCs w:val="22"/>
              </w:rPr>
              <w:t>sous le nom de</w:t>
            </w:r>
            <w:r w:rsidRPr="00B64CB1">
              <w:rPr>
                <w:sz w:val="20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EB97" w14:textId="77777777" w:rsidR="00A62BF2" w:rsidRPr="00B64CB1" w:rsidRDefault="00A62BF2">
            <w:pPr>
              <w:pStyle w:val="Standard"/>
              <w:snapToGrid w:val="0"/>
              <w:rPr>
                <w:sz w:val="20"/>
              </w:rPr>
            </w:pPr>
          </w:p>
        </w:tc>
      </w:tr>
      <w:tr w:rsidR="00A62BF2" w:rsidRPr="00B64CB1" w14:paraId="173E5583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FB3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BA84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46FB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E662632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45A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E0F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9967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BC2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9610964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4452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904F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130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2921C5F6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0FB4442A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B1E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833FAE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221B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3270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9D2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19D1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CE62479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6CD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AC9F" w14:textId="13274616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E40501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450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7DB49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4CC5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05D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08D56AF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385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F0D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56E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8684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540F54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A91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8D09E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2CD2" w14:textId="77777777" w:rsidR="00A62BF2" w:rsidRPr="00B64CB1" w:rsidRDefault="00A62BF2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2B9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20587257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923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1CC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B898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809B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3BAD18C8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73F6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5846" w14:textId="77777777" w:rsidR="00A62BF2" w:rsidRPr="00B64CB1" w:rsidRDefault="001A19CD">
            <w:pPr>
              <w:pStyle w:val="Standard"/>
              <w:snapToGrid w:val="0"/>
              <w:rPr>
                <w:sz w:val="20"/>
                <w:szCs w:val="22"/>
              </w:rPr>
            </w:pPr>
            <w:r w:rsidRPr="00B64CB1">
              <w:rPr>
                <w:rFonts w:ascii="Wingdings, Symbol" w:hAnsi="Wingdings, Symbol"/>
                <w:sz w:val="20"/>
                <w:szCs w:val="22"/>
              </w:rPr>
              <w:t>q</w:t>
            </w:r>
            <w:r w:rsidRPr="00B64CB1">
              <w:rPr>
                <w:sz w:val="20"/>
                <w:szCs w:val="22"/>
              </w:rPr>
              <w:t xml:space="preserve"> </w:t>
            </w:r>
            <w:r w:rsidRPr="00B64CB1">
              <w:rPr>
                <w:b/>
                <w:sz w:val="20"/>
                <w:szCs w:val="22"/>
              </w:rPr>
              <w:t>Agissant pour le nom et le compte de la Société</w:t>
            </w:r>
            <w:r w:rsidRPr="00B64CB1">
              <w:rPr>
                <w:sz w:val="20"/>
                <w:szCs w:val="22"/>
              </w:rPr>
              <w:t xml:space="preserve"> : </w:t>
            </w:r>
            <w:r w:rsidRPr="00B64CB1">
              <w:rPr>
                <w:sz w:val="18"/>
                <w:szCs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2BE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902A80C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7EA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D03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B2D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2A6BE0FA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8D3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E51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FA0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A16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5C6E518F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2AF6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F42C5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3A9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E1A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6C45D8A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BF2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0293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B66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CF8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38941521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356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61B9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D9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0EEA0132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423C99F4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07B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552B87C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736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C75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E9B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38D9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509C3278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112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A9B5" w14:textId="10AB9905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E40501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1374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1B9CB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159E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3568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2D9D890D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8F7D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9C40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471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4C4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EBD29B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8D3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5A7B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2947" w14:textId="77777777" w:rsidR="00A62BF2" w:rsidRPr="00B64CB1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67B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65EE549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B8A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6068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380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029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1CF0CA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317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9868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FE1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40B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3AFE0BE3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9B7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DCED3" w14:textId="0858C3F3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identité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438E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2EB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134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F9A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CB4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E29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2E61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0F5E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5EBE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6F4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F4C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2A3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555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E07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50C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5A944F3E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AD284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DDA2" w14:textId="77777777" w:rsidR="00A62BF2" w:rsidRPr="00B64CB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54DC" w14:textId="77777777" w:rsidR="00A62BF2" w:rsidRPr="00B64CB1" w:rsidRDefault="00A62BF2">
            <w:pPr>
              <w:pStyle w:val="Standard"/>
              <w:keepNext/>
              <w:snapToGrid w:val="0"/>
              <w:rPr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60ED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:rsidRPr="00B64CB1" w14:paraId="737BEB94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0F3F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CEB0E" w14:textId="5792F1D2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 xml:space="preserve">inscription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répertoire des métiers </w:t>
            </w:r>
            <w:r w:rsidRPr="00B64CB1">
              <w:rPr>
                <w:b/>
                <w:sz w:val="16"/>
                <w:szCs w:val="22"/>
              </w:rPr>
              <w:t>ou</w:t>
            </w:r>
            <w:r w:rsidRPr="00B64CB1">
              <w:rPr>
                <w:sz w:val="16"/>
                <w:szCs w:val="22"/>
              </w:rPr>
              <w:t xml:space="preserve">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2502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8C5D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5E573C9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785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5B55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93BD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748E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3BC0787" w14:textId="77777777" w:rsidR="00A62BF2" w:rsidRPr="00B64CB1" w:rsidRDefault="00A62BF2" w:rsidP="00C435C2"/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A62BF2" w:rsidRPr="00B64CB1" w14:paraId="2BC8C6CE" w14:textId="77777777" w:rsidTr="007609B2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9B95B" w14:textId="77777777" w:rsidR="00A62BF2" w:rsidRPr="00B64CB1" w:rsidRDefault="001A19CD">
            <w:pPr>
              <w:pStyle w:val="Standard"/>
              <w:snapToGrid w:val="0"/>
              <w:jc w:val="center"/>
              <w:rPr>
                <w:b/>
              </w:rPr>
            </w:pPr>
            <w:r w:rsidRPr="00B64CB1">
              <w:rPr>
                <w:b/>
              </w:rPr>
              <w:t>Cotraitant __</w:t>
            </w:r>
          </w:p>
        </w:tc>
      </w:tr>
      <w:tr w:rsidR="00A62BF2" w:rsidRPr="00B64CB1" w14:paraId="0DD6289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F924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C2FB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A17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6DD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8F1073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F389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BB520" w14:textId="4C548D0E" w:rsidR="00A62BF2" w:rsidRPr="00B64CB1" w:rsidRDefault="00622C8A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P</w:t>
            </w:r>
            <w:r w:rsidR="001A19CD" w:rsidRPr="00B64CB1">
              <w:rPr>
                <w:sz w:val="16"/>
                <w:szCs w:val="22"/>
              </w:rPr>
              <w:t>rénom</w:t>
            </w:r>
            <w:r w:rsidRPr="00B64CB1">
              <w:rPr>
                <w:sz w:val="16"/>
                <w:szCs w:val="22"/>
              </w:rPr>
              <w:t xml:space="preserve"> et nom</w:t>
            </w:r>
            <w:r w:rsidR="001A19CD" w:rsidRPr="00B64CB1">
              <w:rPr>
                <w:sz w:val="16"/>
                <w:szCs w:val="22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819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45684629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779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3D3DD6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B2A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A8D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4746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684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59F8DB7F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1BD6A" w14:textId="77777777" w:rsidR="00A62BF2" w:rsidRPr="00B64CB1" w:rsidRDefault="00A62BF2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7527" w14:textId="77777777" w:rsidR="00A62BF2" w:rsidRPr="00B64CB1" w:rsidRDefault="001A19CD">
            <w:pPr>
              <w:pStyle w:val="Standard"/>
              <w:snapToGrid w:val="0"/>
              <w:rPr>
                <w:sz w:val="20"/>
                <w:szCs w:val="28"/>
              </w:rPr>
            </w:pPr>
            <w:r w:rsidRPr="00B64CB1">
              <w:rPr>
                <w:rFonts w:ascii="Wingdings, Symbol" w:hAnsi="Wingdings, Symbol"/>
                <w:sz w:val="20"/>
                <w:szCs w:val="28"/>
              </w:rPr>
              <w:t>q</w:t>
            </w:r>
            <w:r w:rsidRPr="00B64CB1">
              <w:rPr>
                <w:sz w:val="20"/>
                <w:szCs w:val="28"/>
              </w:rPr>
              <w:t xml:space="preserve"> </w:t>
            </w:r>
            <w:r w:rsidRPr="00B64CB1">
              <w:rPr>
                <w:b/>
                <w:sz w:val="20"/>
                <w:szCs w:val="28"/>
              </w:rPr>
              <w:t>Agissant en mon nom personnel</w:t>
            </w:r>
            <w:r w:rsidRPr="00B64CB1">
              <w:rPr>
                <w:sz w:val="20"/>
                <w:szCs w:val="28"/>
              </w:rPr>
              <w:t xml:space="preserve"> ou </w:t>
            </w:r>
            <w:r w:rsidRPr="00B64CB1">
              <w:rPr>
                <w:b/>
                <w:sz w:val="20"/>
                <w:szCs w:val="28"/>
              </w:rPr>
              <w:t>sous le nom de</w:t>
            </w:r>
            <w:r w:rsidRPr="00B64CB1">
              <w:rPr>
                <w:sz w:val="20"/>
                <w:szCs w:val="28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5DDE" w14:textId="77777777" w:rsidR="00A62BF2" w:rsidRPr="00B64CB1" w:rsidRDefault="00A62BF2">
            <w:pPr>
              <w:pStyle w:val="Standard"/>
              <w:snapToGrid w:val="0"/>
              <w:rPr>
                <w:sz w:val="20"/>
              </w:rPr>
            </w:pPr>
          </w:p>
        </w:tc>
      </w:tr>
      <w:tr w:rsidR="00A62BF2" w:rsidRPr="00B64CB1" w14:paraId="7B45FBB5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8CC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A688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489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871690C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63EB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1AE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69B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062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876E1A8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F1D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67278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22E7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7854D2BC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692562F1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A01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38C29949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9AF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9A4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21A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8384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4D40BC7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693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6519" w14:textId="739B57DA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C435C2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6A4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7C8B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283E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C64CF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04C59A4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9C1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430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E08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22A8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0AF488B9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D34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27F86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EFA7" w14:textId="77777777" w:rsidR="00A62BF2" w:rsidRPr="00B64CB1" w:rsidRDefault="00A62BF2" w:rsidP="00C435C2">
            <w:pPr>
              <w:pStyle w:val="Standard"/>
              <w:snapToGrid w:val="0"/>
              <w:spacing w:before="20"/>
              <w:ind w:left="708"/>
              <w:jc w:val="right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A772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4ECB571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DDF8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DC7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B76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886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6C6572B" w14:textId="77777777" w:rsidTr="007609B2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8447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D3BC" w14:textId="77777777" w:rsidR="00A62BF2" w:rsidRPr="00B64CB1" w:rsidRDefault="001A19CD">
            <w:pPr>
              <w:pStyle w:val="Standard"/>
              <w:snapToGrid w:val="0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</w:t>
            </w:r>
            <w:r w:rsidRPr="00B64CB1">
              <w:rPr>
                <w:b/>
                <w:sz w:val="20"/>
                <w:szCs w:val="20"/>
              </w:rPr>
              <w:t>Agissant pour le nom et le compte de la Société</w:t>
            </w:r>
            <w:r w:rsidRPr="00B64CB1">
              <w:rPr>
                <w:sz w:val="20"/>
                <w:szCs w:val="20"/>
              </w:rPr>
              <w:t xml:space="preserve"> : </w:t>
            </w:r>
            <w:r w:rsidRPr="00B64CB1">
              <w:rPr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929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3A146D87" w14:textId="77777777" w:rsidTr="007609B2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E70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F0D8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ECA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55467304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A9FC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80F7F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6B0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E67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813E34F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501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89B49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0EF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221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66A3A3D2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0E3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220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FE74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FB0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4B8E54B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08C6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02F9" w14:textId="77777777" w:rsidR="00A62BF2" w:rsidRPr="00B64CB1" w:rsidRDefault="001A19CD">
            <w:pPr>
              <w:pStyle w:val="Standard"/>
              <w:snapToGrid w:val="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6C7F8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  <w:p w14:paraId="30058DE0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  <w:p w14:paraId="6020A470" w14:textId="77777777" w:rsidR="00A62BF2" w:rsidRPr="00B64CB1" w:rsidRDefault="00A62BF2">
            <w:pPr>
              <w:pStyle w:val="Standard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4343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1AF9A5B0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594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06B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28A4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10215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3321CFCB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6246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90F5" w14:textId="593EA8D0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T</w:t>
            </w:r>
            <w:r w:rsidR="00C435C2" w:rsidRPr="00B64CB1">
              <w:rPr>
                <w:sz w:val="16"/>
                <w:szCs w:val="22"/>
              </w:rPr>
              <w:t>é</w:t>
            </w:r>
            <w:r w:rsidRPr="00B64CB1">
              <w:rPr>
                <w:sz w:val="16"/>
                <w:szCs w:val="22"/>
              </w:rPr>
              <w:t>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8E57E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C81F" w14:textId="77777777" w:rsidR="00A62BF2" w:rsidRPr="00B64CB1" w:rsidRDefault="001A19CD">
            <w:pPr>
              <w:pStyle w:val="Standard"/>
              <w:snapToGrid w:val="0"/>
              <w:spacing w:before="20"/>
              <w:jc w:val="right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33B1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CC77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6E2F83A5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5B11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571E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FFB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456B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DF5A2F6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30A0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84250" w14:textId="77777777" w:rsidR="00A62BF2" w:rsidRPr="00B64CB1" w:rsidRDefault="001A19CD">
            <w:pPr>
              <w:pStyle w:val="Standard"/>
              <w:snapToGrid w:val="0"/>
              <w:spacing w:before="40"/>
              <w:jc w:val="right"/>
              <w:rPr>
                <w:sz w:val="16"/>
                <w:szCs w:val="16"/>
              </w:rPr>
            </w:pPr>
            <w:r w:rsidRPr="00B64CB1">
              <w:rPr>
                <w:sz w:val="16"/>
                <w:szCs w:val="16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EF3F" w14:textId="77777777" w:rsidR="00A62BF2" w:rsidRPr="00B64CB1" w:rsidRDefault="00A62BF2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2B3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12457B6B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AA3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84CD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7B7D6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48740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71DA6023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C7132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F3CEB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CE3A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4C27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</w:tr>
      <w:tr w:rsidR="00A62BF2" w:rsidRPr="00B64CB1" w14:paraId="59503B7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152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3FEE" w14:textId="026EDF49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identité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>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6C7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1DB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40BC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0618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7AC0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2BD5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796B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C056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A3FA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779F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27B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72393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94CC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51A24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D495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4A9A6896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D857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68B4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BF32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BA1B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A62BF2" w:rsidRPr="00B64CB1" w14:paraId="7EC4197C" w14:textId="77777777" w:rsidTr="007609B2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B26F9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6"/>
                <w:szCs w:val="16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E82F" w14:textId="1A690DC7" w:rsidR="00A62BF2" w:rsidRPr="00B64CB1" w:rsidRDefault="001A19CD">
            <w:pPr>
              <w:pStyle w:val="Standard"/>
              <w:snapToGrid w:val="0"/>
              <w:spacing w:before="40"/>
              <w:rPr>
                <w:sz w:val="16"/>
                <w:szCs w:val="22"/>
              </w:rPr>
            </w:pPr>
            <w:r w:rsidRPr="00B64CB1">
              <w:rPr>
                <w:sz w:val="16"/>
                <w:szCs w:val="22"/>
              </w:rPr>
              <w:t>N</w:t>
            </w:r>
            <w:r w:rsidR="00622C8A" w:rsidRPr="00B64CB1">
              <w:rPr>
                <w:sz w:val="16"/>
                <w:szCs w:val="22"/>
                <w:vertAlign w:val="superscript"/>
              </w:rPr>
              <w:t>o</w:t>
            </w:r>
            <w:r w:rsidRPr="00B64CB1">
              <w:rPr>
                <w:sz w:val="16"/>
                <w:szCs w:val="22"/>
              </w:rPr>
              <w:t xml:space="preserve"> d</w:t>
            </w:r>
            <w:r w:rsidR="00786873">
              <w:rPr>
                <w:sz w:val="16"/>
                <w:szCs w:val="22"/>
              </w:rPr>
              <w:t>’</w:t>
            </w:r>
            <w:r w:rsidRPr="00B64CB1">
              <w:rPr>
                <w:sz w:val="16"/>
                <w:szCs w:val="22"/>
              </w:rPr>
              <w:t xml:space="preserve">inscription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répertoire des métiers </w:t>
            </w:r>
            <w:r w:rsidRPr="00B64CB1">
              <w:rPr>
                <w:b/>
                <w:sz w:val="16"/>
                <w:szCs w:val="22"/>
              </w:rPr>
              <w:t>ou</w:t>
            </w:r>
            <w:r w:rsidRPr="00B64CB1">
              <w:rPr>
                <w:sz w:val="16"/>
                <w:szCs w:val="22"/>
              </w:rPr>
              <w:t xml:space="preserve"> </w:t>
            </w:r>
            <w:r w:rsidRPr="00B64CB1">
              <w:rPr>
                <w:rFonts w:ascii="Wingdings, Symbol" w:hAnsi="Wingdings, Symbol"/>
                <w:sz w:val="16"/>
                <w:szCs w:val="22"/>
              </w:rPr>
              <w:t>q</w:t>
            </w:r>
            <w:r w:rsidRPr="00B64CB1">
              <w:rPr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4916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AE0D" w14:textId="77777777" w:rsidR="00A62BF2" w:rsidRPr="00B64CB1" w:rsidRDefault="00A62BF2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A62BF2" w:rsidRPr="00B64CB1" w14:paraId="02D00DB1" w14:textId="77777777" w:rsidTr="007609B2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2B869" w14:textId="77777777" w:rsidR="00A62BF2" w:rsidRPr="00B64CB1" w:rsidRDefault="00A62BF2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727B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A676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3C52D" w14:textId="77777777" w:rsidR="00A62BF2" w:rsidRPr="00B64CB1" w:rsidRDefault="00A62BF2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2A9F794" w14:textId="77777777" w:rsidR="00A62BF2" w:rsidRPr="00B64CB1" w:rsidRDefault="001A19CD">
      <w:pPr>
        <w:pStyle w:val="Standard"/>
        <w:pageBreakBefore/>
        <w:jc w:val="both"/>
        <w:rPr>
          <w:sz w:val="20"/>
          <w:szCs w:val="20"/>
        </w:rPr>
      </w:pPr>
      <w:r w:rsidRPr="00B64CB1">
        <w:rPr>
          <w:sz w:val="20"/>
          <w:szCs w:val="20"/>
        </w:rPr>
        <w:lastRenderedPageBreak/>
        <w:t>après avoir :</w:t>
      </w:r>
    </w:p>
    <w:p w14:paraId="4D8B9130" w14:textId="7AF40A64" w:rsidR="00A62BF2" w:rsidRPr="00B64CB1" w:rsidRDefault="001A19CD" w:rsidP="00DD305F">
      <w:pPr>
        <w:pStyle w:val="Standard"/>
        <w:numPr>
          <w:ilvl w:val="0"/>
          <w:numId w:val="27"/>
        </w:numPr>
        <w:spacing w:before="120"/>
        <w:jc w:val="both"/>
        <w:rPr>
          <w:sz w:val="20"/>
          <w:szCs w:val="20"/>
        </w:rPr>
      </w:pPr>
      <w:r w:rsidRPr="00B64CB1">
        <w:rPr>
          <w:sz w:val="20"/>
          <w:szCs w:val="20"/>
        </w:rPr>
        <w:t xml:space="preserve">pris connaissance du </w:t>
      </w:r>
      <w:r w:rsidR="007F5529" w:rsidRPr="00B64CB1">
        <w:rPr>
          <w:sz w:val="20"/>
          <w:szCs w:val="20"/>
        </w:rPr>
        <w:t>c</w:t>
      </w:r>
      <w:r w:rsidRPr="00B64CB1">
        <w:rPr>
          <w:sz w:val="20"/>
          <w:szCs w:val="20"/>
        </w:rPr>
        <w:t xml:space="preserve">ahier des </w:t>
      </w:r>
      <w:r w:rsidR="007F5529" w:rsidRPr="00B64CB1">
        <w:rPr>
          <w:sz w:val="20"/>
          <w:szCs w:val="20"/>
        </w:rPr>
        <w:t>c</w:t>
      </w:r>
      <w:r w:rsidRPr="00B64CB1">
        <w:rPr>
          <w:sz w:val="20"/>
          <w:szCs w:val="20"/>
        </w:rPr>
        <w:t>lauses</w:t>
      </w:r>
      <w:r w:rsidR="00280CDE" w:rsidRPr="00B64CB1">
        <w:rPr>
          <w:sz w:val="20"/>
          <w:szCs w:val="20"/>
        </w:rPr>
        <w:t xml:space="preserve"> administratives</w:t>
      </w:r>
      <w:r w:rsidRPr="00B64CB1">
        <w:rPr>
          <w:sz w:val="20"/>
          <w:szCs w:val="20"/>
        </w:rPr>
        <w:t xml:space="preserve"> </w:t>
      </w:r>
      <w:r w:rsidR="007F5529" w:rsidRPr="00B64CB1">
        <w:rPr>
          <w:sz w:val="20"/>
          <w:szCs w:val="20"/>
        </w:rPr>
        <w:t>p</w:t>
      </w:r>
      <w:r w:rsidRPr="00B64CB1">
        <w:rPr>
          <w:sz w:val="20"/>
          <w:szCs w:val="20"/>
        </w:rPr>
        <w:t>articulières (CC</w:t>
      </w:r>
      <w:r w:rsidR="00280CDE" w:rsidRPr="00B64CB1">
        <w:rPr>
          <w:sz w:val="20"/>
          <w:szCs w:val="20"/>
        </w:rPr>
        <w:t>A</w:t>
      </w:r>
      <w:r w:rsidRPr="00B64CB1">
        <w:rPr>
          <w:sz w:val="20"/>
          <w:szCs w:val="20"/>
        </w:rPr>
        <w:t>P)</w:t>
      </w:r>
      <w:bookmarkStart w:id="16" w:name="A1_p1_a"/>
      <w:r w:rsidR="007F5529" w:rsidRPr="00B64CB1">
        <w:rPr>
          <w:sz w:val="20"/>
          <w:szCs w:val="20"/>
        </w:rPr>
        <w:t xml:space="preserve"> </w:t>
      </w:r>
      <w:bookmarkEnd w:id="16"/>
      <w:r w:rsidR="00280CDE" w:rsidRPr="00B64CB1">
        <w:rPr>
          <w:sz w:val="20"/>
          <w:szCs w:val="20"/>
        </w:rPr>
        <w:t xml:space="preserve">du présent marché </w:t>
      </w:r>
      <w:r w:rsidRPr="00B64CB1">
        <w:rPr>
          <w:sz w:val="20"/>
          <w:szCs w:val="20"/>
        </w:rPr>
        <w:t>et des documents qui y sont mentionnés ;</w:t>
      </w:r>
    </w:p>
    <w:p w14:paraId="7E4DB446" w14:textId="07F9E44F" w:rsidR="00A62BF2" w:rsidRPr="00B64CB1" w:rsidRDefault="001A19CD" w:rsidP="00DD305F">
      <w:pPr>
        <w:pStyle w:val="Standard"/>
        <w:numPr>
          <w:ilvl w:val="0"/>
          <w:numId w:val="27"/>
        </w:numPr>
        <w:spacing w:before="120"/>
        <w:jc w:val="both"/>
        <w:rPr>
          <w:sz w:val="20"/>
          <w:szCs w:val="20"/>
        </w:rPr>
      </w:pPr>
      <w:r w:rsidRPr="00B64CB1">
        <w:rPr>
          <w:sz w:val="20"/>
          <w:szCs w:val="20"/>
        </w:rPr>
        <w:t xml:space="preserve">produit les documents et renseignements visés aux articles </w:t>
      </w:r>
      <w:hyperlink r:id="rId11" w:history="1">
        <w:r w:rsidRPr="00B64CB1">
          <w:rPr>
            <w:rStyle w:val="Lienhypertexte"/>
            <w:sz w:val="20"/>
            <w:szCs w:val="20"/>
          </w:rPr>
          <w:t>R.</w:t>
        </w:r>
        <w:r w:rsidR="007F5529" w:rsidRPr="00B64CB1">
          <w:rPr>
            <w:rStyle w:val="Lienhypertexte"/>
            <w:sz w:val="20"/>
            <w:szCs w:val="20"/>
          </w:rPr>
          <w:t> </w:t>
        </w:r>
        <w:r w:rsidRPr="00B64CB1">
          <w:rPr>
            <w:rStyle w:val="Lienhypertexte"/>
            <w:sz w:val="20"/>
            <w:szCs w:val="20"/>
          </w:rPr>
          <w:t>2143-3</w:t>
        </w:r>
      </w:hyperlink>
      <w:r w:rsidRPr="00B64CB1">
        <w:rPr>
          <w:sz w:val="20"/>
          <w:szCs w:val="20"/>
        </w:rPr>
        <w:t xml:space="preserve"> et </w:t>
      </w:r>
      <w:hyperlink r:id="rId12" w:history="1">
        <w:r w:rsidRPr="00B64CB1">
          <w:rPr>
            <w:rStyle w:val="Lienhypertexte"/>
            <w:sz w:val="20"/>
            <w:szCs w:val="20"/>
          </w:rPr>
          <w:t>R.</w:t>
        </w:r>
        <w:r w:rsidR="007F5529" w:rsidRPr="00B64CB1">
          <w:rPr>
            <w:rStyle w:val="Lienhypertexte"/>
            <w:sz w:val="20"/>
            <w:szCs w:val="20"/>
          </w:rPr>
          <w:t> </w:t>
        </w:r>
        <w:r w:rsidRPr="00B64CB1">
          <w:rPr>
            <w:rStyle w:val="Lienhypertexte"/>
            <w:sz w:val="20"/>
            <w:szCs w:val="20"/>
          </w:rPr>
          <w:t>2143-4</w:t>
        </w:r>
      </w:hyperlink>
      <w:r w:rsidRPr="00B64CB1">
        <w:rPr>
          <w:sz w:val="20"/>
          <w:szCs w:val="20"/>
        </w:rPr>
        <w:t xml:space="preserve"> du </w:t>
      </w:r>
      <w:r w:rsidR="00334AC8" w:rsidRPr="00B64CB1">
        <w:rPr>
          <w:sz w:val="20"/>
          <w:szCs w:val="20"/>
        </w:rPr>
        <w:t>code de la commande publique (CCP)</w:t>
      </w:r>
      <w:r w:rsidRPr="00B64CB1">
        <w:rPr>
          <w:sz w:val="20"/>
          <w:szCs w:val="20"/>
        </w:rPr>
        <w:t> ;</w:t>
      </w:r>
    </w:p>
    <w:p w14:paraId="0609E05D" w14:textId="4A4EBC21" w:rsidR="00A62BF2" w:rsidRPr="00B64CB1" w:rsidRDefault="001A19CD" w:rsidP="00334AC8">
      <w:pPr>
        <w:pStyle w:val="Standard"/>
        <w:tabs>
          <w:tab w:val="left" w:pos="-3828"/>
        </w:tabs>
        <w:spacing w:after="120"/>
        <w:ind w:left="426" w:hanging="426"/>
        <w:jc w:val="both"/>
        <w:rPr>
          <w:sz w:val="20"/>
          <w:szCs w:val="20"/>
        </w:rPr>
      </w:pPr>
      <w:r w:rsidRPr="00B64CB1">
        <w:rPr>
          <w:rFonts w:ascii="Wingdings, Symbol" w:hAnsi="Wingdings, Symbol"/>
          <w:sz w:val="20"/>
          <w:szCs w:val="20"/>
        </w:rPr>
        <w:t>q</w:t>
      </w:r>
      <w:r w:rsidRPr="00B64CB1">
        <w:rPr>
          <w:sz w:val="20"/>
          <w:szCs w:val="20"/>
        </w:rPr>
        <w:t xml:space="preserve"> </w:t>
      </w:r>
      <w:r w:rsidRPr="00B64CB1">
        <w:rPr>
          <w:b/>
          <w:sz w:val="20"/>
          <w:szCs w:val="20"/>
          <w:u w:val="single"/>
        </w:rPr>
        <w:t>m</w:t>
      </w:r>
      <w:r w:rsidR="00786873">
        <w:rPr>
          <w:b/>
          <w:sz w:val="20"/>
          <w:szCs w:val="20"/>
          <w:u w:val="single"/>
        </w:rPr>
        <w:t>’</w:t>
      </w:r>
      <w:r w:rsidRPr="00B64CB1">
        <w:rPr>
          <w:b/>
          <w:sz w:val="20"/>
          <w:szCs w:val="20"/>
          <w:u w:val="single"/>
        </w:rPr>
        <w:t>engage</w:t>
      </w:r>
      <w:r w:rsidRPr="00B64CB1">
        <w:rPr>
          <w:sz w:val="20"/>
          <w:szCs w:val="20"/>
        </w:rPr>
        <w:t xml:space="preserve"> sans réserve, à produire, dans les conditions fixées au </w:t>
      </w:r>
      <w:bookmarkStart w:id="17" w:name="A1_p5C_a"/>
      <w:r w:rsidRPr="00B64CB1">
        <w:rPr>
          <w:sz w:val="20"/>
          <w:szCs w:val="20"/>
        </w:rPr>
        <w:t>règlement de la consultation</w:t>
      </w:r>
      <w:bookmarkEnd w:id="17"/>
      <w:r w:rsidRPr="00B64CB1">
        <w:rPr>
          <w:sz w:val="20"/>
          <w:szCs w:val="20"/>
        </w:rPr>
        <w:t xml:space="preserve">, la déclaration ou les certificats, attestations et déclarations mentionnés aux articles </w:t>
      </w:r>
      <w:hyperlink r:id="rId13" w:anchor="LEGISCTA000037730609" w:history="1">
        <w:r w:rsidRPr="00B64CB1">
          <w:rPr>
            <w:rStyle w:val="Lienhypertexte"/>
            <w:sz w:val="20"/>
            <w:szCs w:val="20"/>
          </w:rPr>
          <w:t>R.</w:t>
        </w:r>
        <w:r w:rsidR="00334AC8" w:rsidRPr="00B64CB1">
          <w:rPr>
            <w:rStyle w:val="Lienhypertexte"/>
            <w:sz w:val="20"/>
            <w:szCs w:val="20"/>
          </w:rPr>
          <w:t> </w:t>
        </w:r>
        <w:r w:rsidRPr="00B64CB1">
          <w:rPr>
            <w:rStyle w:val="Lienhypertexte"/>
            <w:sz w:val="20"/>
            <w:szCs w:val="20"/>
          </w:rPr>
          <w:t>2143-6 à R.</w:t>
        </w:r>
        <w:r w:rsidR="00334AC8" w:rsidRPr="00B64CB1">
          <w:rPr>
            <w:rStyle w:val="Lienhypertexte"/>
            <w:sz w:val="20"/>
            <w:szCs w:val="20"/>
          </w:rPr>
          <w:t> </w:t>
        </w:r>
        <w:r w:rsidRPr="00B64CB1">
          <w:rPr>
            <w:rStyle w:val="Lienhypertexte"/>
            <w:sz w:val="20"/>
            <w:szCs w:val="20"/>
          </w:rPr>
          <w:t>2143-10</w:t>
        </w:r>
      </w:hyperlink>
      <w:r w:rsidRPr="00B64CB1">
        <w:rPr>
          <w:sz w:val="20"/>
          <w:szCs w:val="20"/>
        </w:rPr>
        <w:t xml:space="preserve"> du CCP ainsi que les attestations visées aux articles </w:t>
      </w:r>
      <w:r w:rsidR="00280CDE" w:rsidRPr="00B64CB1">
        <w:rPr>
          <w:sz w:val="20"/>
          <w:szCs w:val="20"/>
        </w:rPr>
        <w:t>4–2.1.</w:t>
      </w:r>
      <w:r w:rsidRPr="00B64CB1">
        <w:rPr>
          <w:sz w:val="20"/>
          <w:szCs w:val="20"/>
        </w:rPr>
        <w:t xml:space="preserve">, </w:t>
      </w:r>
      <w:r w:rsidR="00280CDE" w:rsidRPr="00B64CB1">
        <w:rPr>
          <w:sz w:val="20"/>
          <w:szCs w:val="20"/>
        </w:rPr>
        <w:t>4</w:t>
      </w:r>
      <w:r w:rsidR="00334AC8" w:rsidRPr="00B64CB1">
        <w:rPr>
          <w:sz w:val="20"/>
          <w:szCs w:val="20"/>
        </w:rPr>
        <w:t>–</w:t>
      </w:r>
      <w:r w:rsidR="00280CDE" w:rsidRPr="00B64CB1">
        <w:rPr>
          <w:sz w:val="20"/>
          <w:szCs w:val="20"/>
        </w:rPr>
        <w:t>2.4</w:t>
      </w:r>
      <w:r w:rsidR="00334AC8" w:rsidRPr="00B64CB1">
        <w:rPr>
          <w:sz w:val="20"/>
          <w:szCs w:val="20"/>
        </w:rPr>
        <w:t>.</w:t>
      </w:r>
      <w:r w:rsidRPr="00B64CB1">
        <w:rPr>
          <w:sz w:val="20"/>
          <w:szCs w:val="20"/>
        </w:rPr>
        <w:t xml:space="preserve"> du CC</w:t>
      </w:r>
      <w:r w:rsidR="00280CDE" w:rsidRPr="00B64CB1">
        <w:rPr>
          <w:sz w:val="20"/>
          <w:szCs w:val="20"/>
        </w:rPr>
        <w:t>A</w:t>
      </w:r>
      <w:r w:rsidRPr="00B64CB1">
        <w:rPr>
          <w:sz w:val="20"/>
          <w:szCs w:val="20"/>
        </w:rPr>
        <w:t>P et, conformément aux stipulations des documents visés ci-dessus, à exécuter les prestations du présent marché dans les conditions ci-après définies.</w:t>
      </w:r>
    </w:p>
    <w:p w14:paraId="43F0F7DF" w14:textId="48EED363" w:rsidR="00A62BF2" w:rsidRPr="00B64CB1" w:rsidRDefault="001A19CD">
      <w:pPr>
        <w:pStyle w:val="Standard"/>
        <w:tabs>
          <w:tab w:val="left" w:pos="-3828"/>
        </w:tabs>
        <w:spacing w:after="120"/>
        <w:rPr>
          <w:sz w:val="20"/>
          <w:szCs w:val="20"/>
        </w:rPr>
      </w:pPr>
      <w:r w:rsidRPr="00B64CB1">
        <w:rPr>
          <w:rFonts w:ascii="Wingdings, Symbol" w:hAnsi="Wingdings, Symbol"/>
          <w:sz w:val="20"/>
          <w:szCs w:val="20"/>
        </w:rPr>
        <w:t>q</w:t>
      </w:r>
      <w:r w:rsidRPr="00B64CB1">
        <w:rPr>
          <w:sz w:val="20"/>
          <w:szCs w:val="20"/>
        </w:rPr>
        <w:t xml:space="preserve"> </w:t>
      </w:r>
      <w:r w:rsidRPr="00B64CB1">
        <w:rPr>
          <w:b/>
          <w:sz w:val="20"/>
          <w:szCs w:val="20"/>
          <w:u w:val="single"/>
        </w:rPr>
        <w:t>nous engageons</w:t>
      </w:r>
      <w:r w:rsidRPr="00B64CB1">
        <w:rPr>
          <w:sz w:val="20"/>
          <w:szCs w:val="20"/>
        </w:rPr>
        <w:t xml:space="preserve"> sans réserve, en tant que cotraitants </w:t>
      </w:r>
      <w:r w:rsidRPr="00B64CB1">
        <w:rPr>
          <w:b/>
          <w:sz w:val="20"/>
          <w:szCs w:val="20"/>
        </w:rPr>
        <w:t>groupés solidaires</w:t>
      </w:r>
      <w:r w:rsidRPr="00B64CB1">
        <w:rPr>
          <w:sz w:val="20"/>
          <w:szCs w:val="20"/>
        </w:rPr>
        <w:t>, représentés par :</w:t>
      </w:r>
    </w:p>
    <w:p w14:paraId="0E6206AC" w14:textId="77777777" w:rsidR="00A62BF2" w:rsidRPr="00B64CB1" w:rsidRDefault="00A62BF2" w:rsidP="007F552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  <w:rPr>
          <w:sz w:val="20"/>
          <w:szCs w:val="20"/>
        </w:rPr>
      </w:pPr>
    </w:p>
    <w:p w14:paraId="61A6B419" w14:textId="77777777" w:rsidR="00A62BF2" w:rsidRPr="00B64CB1" w:rsidRDefault="00A62BF2" w:rsidP="007F552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  <w:rPr>
          <w:sz w:val="20"/>
          <w:szCs w:val="20"/>
        </w:rPr>
      </w:pPr>
    </w:p>
    <w:p w14:paraId="5B7DFD2E" w14:textId="5F014B4B" w:rsidR="00A773EC" w:rsidRPr="00B64CB1" w:rsidRDefault="001A19CD" w:rsidP="00A773EC">
      <w:pPr>
        <w:pStyle w:val="Standard"/>
        <w:tabs>
          <w:tab w:val="left" w:pos="-3687"/>
        </w:tabs>
        <w:spacing w:before="120" w:after="240"/>
        <w:ind w:left="567"/>
        <w:jc w:val="both"/>
        <w:rPr>
          <w:sz w:val="20"/>
          <w:szCs w:val="20"/>
        </w:rPr>
      </w:pPr>
      <w:r w:rsidRPr="00B64CB1">
        <w:rPr>
          <w:sz w:val="20"/>
          <w:szCs w:val="20"/>
        </w:rPr>
        <w:t xml:space="preserve">mandataire du groupement, à produire, dans les conditions fixées au </w:t>
      </w:r>
      <w:bookmarkStart w:id="18" w:name="A1_p5C_b"/>
      <w:r w:rsidRPr="00B64CB1">
        <w:rPr>
          <w:sz w:val="20"/>
          <w:szCs w:val="20"/>
        </w:rPr>
        <w:t>règlement de la consultation</w:t>
      </w:r>
      <w:bookmarkEnd w:id="18"/>
      <w:r w:rsidRPr="00B64CB1">
        <w:rPr>
          <w:sz w:val="20"/>
          <w:szCs w:val="20"/>
        </w:rPr>
        <w:t xml:space="preserve">, la déclaration ou les certificats, attestations et déclarations mentionnés aux </w:t>
      </w:r>
      <w:r w:rsidR="00334AC8" w:rsidRPr="00B64CB1">
        <w:rPr>
          <w:sz w:val="20"/>
          <w:szCs w:val="20"/>
        </w:rPr>
        <w:t xml:space="preserve">articles </w:t>
      </w:r>
      <w:hyperlink r:id="rId14" w:anchor="LEGISCTA000037730609" w:history="1">
        <w:r w:rsidR="00334AC8" w:rsidRPr="00B64CB1">
          <w:rPr>
            <w:rStyle w:val="Lienhypertexte"/>
            <w:sz w:val="20"/>
            <w:szCs w:val="20"/>
          </w:rPr>
          <w:t>R. 2143-6 à R. 2143-10</w:t>
        </w:r>
      </w:hyperlink>
      <w:r w:rsidR="00334AC8" w:rsidRPr="00B64CB1">
        <w:rPr>
          <w:sz w:val="20"/>
          <w:szCs w:val="20"/>
        </w:rPr>
        <w:t xml:space="preserve"> du CCP </w:t>
      </w:r>
      <w:r w:rsidRPr="00B64CB1">
        <w:rPr>
          <w:sz w:val="20"/>
          <w:szCs w:val="20"/>
        </w:rPr>
        <w:t xml:space="preserve">ainsi que les attestations visées aux </w:t>
      </w:r>
      <w:r w:rsidR="00334AC8" w:rsidRPr="00B64CB1">
        <w:rPr>
          <w:sz w:val="20"/>
          <w:szCs w:val="20"/>
        </w:rPr>
        <w:t xml:space="preserve">articles </w:t>
      </w:r>
      <w:r w:rsidR="00A773EC" w:rsidRPr="00B64CB1">
        <w:rPr>
          <w:sz w:val="20"/>
          <w:szCs w:val="20"/>
        </w:rPr>
        <w:t>4–2.1., 4–2.4. du CCAP</w:t>
      </w:r>
      <w:r w:rsidR="00334AC8" w:rsidRPr="00B64CB1">
        <w:rPr>
          <w:sz w:val="20"/>
          <w:szCs w:val="20"/>
        </w:rPr>
        <w:t xml:space="preserve"> </w:t>
      </w:r>
      <w:r w:rsidRPr="00B64CB1">
        <w:rPr>
          <w:sz w:val="20"/>
          <w:szCs w:val="20"/>
        </w:rPr>
        <w:t>et, conformément aux stipulations des documents visés ci-dessus, à exécuter les prestations du présent marché dans les conditions ci-après définies.</w:t>
      </w:r>
    </w:p>
    <w:p w14:paraId="0B66B856" w14:textId="4722F269" w:rsidR="00A773EC" w:rsidRPr="00B64CB1" w:rsidRDefault="00A773EC" w:rsidP="00A773EC">
      <w:pPr>
        <w:pStyle w:val="Standard"/>
        <w:tabs>
          <w:tab w:val="left" w:pos="-3828"/>
        </w:tabs>
        <w:spacing w:after="120"/>
        <w:rPr>
          <w:sz w:val="20"/>
          <w:szCs w:val="20"/>
        </w:rPr>
      </w:pPr>
      <w:r w:rsidRPr="00B64CB1">
        <w:rPr>
          <w:rFonts w:ascii="Wingdings, Symbol" w:hAnsi="Wingdings, Symbol"/>
          <w:sz w:val="20"/>
          <w:szCs w:val="20"/>
        </w:rPr>
        <w:t>q</w:t>
      </w:r>
      <w:r w:rsidRPr="00B64CB1">
        <w:rPr>
          <w:sz w:val="20"/>
          <w:szCs w:val="20"/>
        </w:rPr>
        <w:t xml:space="preserve"> </w:t>
      </w:r>
      <w:r w:rsidRPr="00B64CB1">
        <w:rPr>
          <w:b/>
          <w:sz w:val="20"/>
          <w:szCs w:val="20"/>
          <w:u w:val="single"/>
        </w:rPr>
        <w:t>nous engageons</w:t>
      </w:r>
      <w:r w:rsidRPr="00B64CB1">
        <w:rPr>
          <w:sz w:val="20"/>
          <w:szCs w:val="20"/>
        </w:rPr>
        <w:t xml:space="preserve"> sans réserve, en tant que cotraitants </w:t>
      </w:r>
      <w:r w:rsidRPr="00B64CB1">
        <w:rPr>
          <w:b/>
          <w:sz w:val="20"/>
          <w:szCs w:val="20"/>
        </w:rPr>
        <w:t>groupés conjoints</w:t>
      </w:r>
      <w:r w:rsidRPr="00B64CB1">
        <w:rPr>
          <w:sz w:val="20"/>
          <w:szCs w:val="20"/>
        </w:rPr>
        <w:t>, représentés par :</w:t>
      </w:r>
    </w:p>
    <w:p w14:paraId="7EBA80EC" w14:textId="77777777" w:rsidR="00A773EC" w:rsidRPr="00B64CB1" w:rsidRDefault="00A773EC" w:rsidP="00A773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  <w:rPr>
          <w:sz w:val="20"/>
          <w:szCs w:val="20"/>
        </w:rPr>
      </w:pPr>
    </w:p>
    <w:p w14:paraId="53F0DB17" w14:textId="77777777" w:rsidR="00A773EC" w:rsidRPr="00B64CB1" w:rsidRDefault="00A773EC" w:rsidP="00A773E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  <w:rPr>
          <w:sz w:val="20"/>
          <w:szCs w:val="20"/>
        </w:rPr>
      </w:pPr>
    </w:p>
    <w:p w14:paraId="74874EF1" w14:textId="5431915B" w:rsidR="00A773EC" w:rsidRPr="00B64CB1" w:rsidRDefault="00A773EC" w:rsidP="00A773EC">
      <w:pPr>
        <w:pStyle w:val="Standard"/>
        <w:tabs>
          <w:tab w:val="left" w:pos="-3687"/>
        </w:tabs>
        <w:spacing w:before="120"/>
        <w:ind w:left="567"/>
        <w:jc w:val="both"/>
        <w:rPr>
          <w:sz w:val="20"/>
          <w:szCs w:val="20"/>
        </w:rPr>
      </w:pPr>
      <w:r w:rsidRPr="00B64CB1">
        <w:rPr>
          <w:sz w:val="20"/>
          <w:szCs w:val="20"/>
        </w:rPr>
        <w:t xml:space="preserve">mandataire du groupement, à produire, dans les conditions fixées au règlement de la consultation, la déclaration ou les certificats, attestations et déclarations mentionnés aux articles </w:t>
      </w:r>
      <w:hyperlink r:id="rId15" w:anchor="LEGISCTA000037730609" w:history="1">
        <w:r w:rsidRPr="00B64CB1">
          <w:rPr>
            <w:rStyle w:val="Lienhypertexte"/>
            <w:sz w:val="20"/>
            <w:szCs w:val="20"/>
          </w:rPr>
          <w:t>R. 2143-6 à R. 2143-10</w:t>
        </w:r>
      </w:hyperlink>
      <w:r w:rsidRPr="00B64CB1">
        <w:rPr>
          <w:sz w:val="20"/>
          <w:szCs w:val="20"/>
        </w:rPr>
        <w:t xml:space="preserve"> du CCP ainsi que les attestations visées aux articles 4–2.1., 4–2.4. du CCAP et, conformément aux stipulations des documents visés ci-dessus, à exécuter les prestations du présent marché dans les conditions ci-après définies et selon la répartition des prestations précisée en annexe au présent acte d</w:t>
      </w:r>
      <w:r w:rsidR="00786873">
        <w:rPr>
          <w:sz w:val="20"/>
          <w:szCs w:val="20"/>
        </w:rPr>
        <w:t>’</w:t>
      </w:r>
      <w:r w:rsidRPr="00B64CB1">
        <w:rPr>
          <w:sz w:val="20"/>
          <w:szCs w:val="20"/>
        </w:rPr>
        <w:t>engagement.</w:t>
      </w:r>
    </w:p>
    <w:p w14:paraId="780451EB" w14:textId="41BF6CA6" w:rsidR="00A773EC" w:rsidRPr="00B64CB1" w:rsidRDefault="00A773EC" w:rsidP="00A773EC">
      <w:pPr>
        <w:pStyle w:val="Standard"/>
        <w:tabs>
          <w:tab w:val="left" w:pos="-3687"/>
        </w:tabs>
        <w:ind w:left="567"/>
        <w:rPr>
          <w:sz w:val="20"/>
          <w:szCs w:val="20"/>
        </w:rPr>
      </w:pPr>
      <w:r w:rsidRPr="00B64CB1">
        <w:rPr>
          <w:sz w:val="20"/>
          <w:szCs w:val="20"/>
        </w:rPr>
        <w:t xml:space="preserve">Le mandataire du groupement conjoint </w:t>
      </w:r>
      <w:r w:rsidRPr="00B64CB1">
        <w:rPr>
          <w:b/>
          <w:sz w:val="20"/>
          <w:szCs w:val="20"/>
        </w:rPr>
        <w:t>est solidaire</w:t>
      </w:r>
      <w:r w:rsidRPr="00B64CB1">
        <w:rPr>
          <w:sz w:val="20"/>
          <w:szCs w:val="20"/>
        </w:rPr>
        <w:t xml:space="preserve"> de chacun des membres du groupement pour ses obligations contractuelles à l</w:t>
      </w:r>
      <w:r w:rsidR="00786873">
        <w:rPr>
          <w:sz w:val="20"/>
          <w:szCs w:val="20"/>
        </w:rPr>
        <w:t>’</w:t>
      </w:r>
      <w:r w:rsidRPr="00B64CB1">
        <w:rPr>
          <w:sz w:val="20"/>
          <w:szCs w:val="20"/>
        </w:rPr>
        <w:t>égard du Maitre d</w:t>
      </w:r>
      <w:r w:rsidR="00786873">
        <w:rPr>
          <w:sz w:val="20"/>
          <w:szCs w:val="20"/>
        </w:rPr>
        <w:t>’</w:t>
      </w:r>
      <w:r w:rsidRPr="00B64CB1">
        <w:rPr>
          <w:sz w:val="20"/>
          <w:szCs w:val="20"/>
        </w:rPr>
        <w:t>Ouvrage, pour l</w:t>
      </w:r>
      <w:r w:rsidR="00786873">
        <w:rPr>
          <w:sz w:val="20"/>
          <w:szCs w:val="20"/>
        </w:rPr>
        <w:t>’</w:t>
      </w:r>
      <w:r w:rsidRPr="00B64CB1">
        <w:rPr>
          <w:sz w:val="20"/>
          <w:szCs w:val="20"/>
        </w:rPr>
        <w:t>exécution du marché.</w:t>
      </w:r>
    </w:p>
    <w:p w14:paraId="72C80D4F" w14:textId="1E9281AE" w:rsidR="00A62BF2" w:rsidRPr="00B64CB1" w:rsidRDefault="001A19CD">
      <w:pPr>
        <w:pStyle w:val="Paragraphe"/>
        <w:spacing w:before="240"/>
      </w:pPr>
      <w:r w:rsidRPr="00B64CB1">
        <w:t>L</w:t>
      </w:r>
      <w:r w:rsidR="00786873">
        <w:t>’</w:t>
      </w:r>
      <w:r w:rsidRPr="00B64CB1">
        <w:t xml:space="preserve">offre ainsi présentée ne </w:t>
      </w:r>
      <w:r w:rsidRPr="00B64CB1">
        <w:rPr>
          <w:b/>
          <w:u w:val="single"/>
        </w:rPr>
        <w:t>me</w:t>
      </w:r>
      <w:r w:rsidRPr="00B64CB1">
        <w:t> / </w:t>
      </w:r>
      <w:r w:rsidRPr="00B64CB1">
        <w:rPr>
          <w:b/>
          <w:u w:val="single"/>
        </w:rPr>
        <w:t>nous</w:t>
      </w:r>
      <w:r w:rsidRPr="00B64CB1">
        <w:t xml:space="preserve"> lie toutefois que si son acceptation </w:t>
      </w:r>
      <w:proofErr w:type="gramStart"/>
      <w:r w:rsidRPr="00B64CB1">
        <w:rPr>
          <w:b/>
          <w:u w:val="single"/>
        </w:rPr>
        <w:t>m</w:t>
      </w:r>
      <w:r w:rsidR="00786873">
        <w:rPr>
          <w:b/>
          <w:u w:val="single"/>
        </w:rPr>
        <w:t>’</w:t>
      </w:r>
      <w:r w:rsidRPr="00B64CB1">
        <w:t> /</w:t>
      </w:r>
      <w:proofErr w:type="gramEnd"/>
      <w:r w:rsidRPr="00B64CB1">
        <w:t> </w:t>
      </w:r>
      <w:r w:rsidRPr="00B64CB1">
        <w:rPr>
          <w:b/>
          <w:u w:val="single"/>
        </w:rPr>
        <w:t>nous</w:t>
      </w:r>
      <w:r w:rsidRPr="00B64CB1">
        <w:t xml:space="preserve"> est notifiée dans un délai de 6 mois à compter de la date limite de remise des offres fixée par le règlement de la consultation</w:t>
      </w:r>
      <w:r w:rsidR="00A773EC" w:rsidRPr="00B64CB1">
        <w:t xml:space="preserve"> et rappelée en page de garde du CCAP.</w:t>
      </w:r>
    </w:p>
    <w:p w14:paraId="7D01FCF1" w14:textId="2713042C" w:rsidR="004F77A7" w:rsidRPr="00B64CB1" w:rsidRDefault="00A773EC" w:rsidP="004F77A7">
      <w:pPr>
        <w:pStyle w:val="Paragraphe"/>
      </w:pPr>
      <w:r w:rsidRPr="00B64CB1">
        <w:t>La</w:t>
      </w:r>
      <w:r w:rsidR="004F77A7" w:rsidRPr="00B64CB1">
        <w:t xml:space="preserve"> bonne exécution des prestations ci-après dépend essentiellement de la/des personne(s) physique(s) suivante(s) :</w:t>
      </w:r>
    </w:p>
    <w:tbl>
      <w:tblPr>
        <w:tblW w:w="94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4"/>
        <w:gridCol w:w="5489"/>
      </w:tblGrid>
      <w:tr w:rsidR="00AD310C" w:rsidRPr="00B64CB1" w14:paraId="0ECF29FF" w14:textId="77777777" w:rsidTr="00A773EC">
        <w:trPr>
          <w:trHeight w:val="545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09BF2" w14:textId="318E77AF" w:rsidR="00AD310C" w:rsidRPr="00B64CB1" w:rsidRDefault="00A773EC" w:rsidP="004F77A7">
            <w:pPr>
              <w:pStyle w:val="Paragraphe"/>
              <w:jc w:val="left"/>
            </w:pPr>
            <w:r w:rsidRPr="00B64CB1">
              <w:t>Pour la responsabilité des études :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B566D" w14:textId="4CA6C5FE" w:rsidR="00AD310C" w:rsidRPr="00B64CB1" w:rsidRDefault="00AD310C" w:rsidP="004F77A7">
            <w:pPr>
              <w:pStyle w:val="Paragraphe"/>
              <w:jc w:val="left"/>
            </w:pPr>
          </w:p>
        </w:tc>
      </w:tr>
      <w:tr w:rsidR="00AD310C" w:rsidRPr="00B64CB1" w14:paraId="201AC911" w14:textId="77777777" w:rsidTr="00A773EC">
        <w:trPr>
          <w:trHeight w:val="568"/>
          <w:jc w:val="center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AC6F2" w14:textId="243BD12A" w:rsidR="00AD310C" w:rsidRPr="00B64CB1" w:rsidRDefault="00A773EC" w:rsidP="004F77A7">
            <w:pPr>
              <w:pStyle w:val="Paragraphe"/>
              <w:jc w:val="left"/>
            </w:pPr>
            <w:r w:rsidRPr="00B64CB1">
              <w:t>Pour la responsabilité des travaux :</w:t>
            </w:r>
          </w:p>
        </w:tc>
        <w:tc>
          <w:tcPr>
            <w:tcW w:w="548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F0B4E" w14:textId="77777777" w:rsidR="00AD310C" w:rsidRPr="00B64CB1" w:rsidRDefault="00AD310C" w:rsidP="004F77A7">
            <w:pPr>
              <w:pStyle w:val="Paragraphe"/>
              <w:jc w:val="left"/>
            </w:pPr>
          </w:p>
        </w:tc>
      </w:tr>
      <w:tr w:rsidR="00AD310C" w:rsidRPr="00B64CB1" w14:paraId="685CCD5E" w14:textId="77777777" w:rsidTr="00A773EC">
        <w:trPr>
          <w:trHeight w:val="551"/>
          <w:jc w:val="center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05D3A" w14:textId="5290A8B8" w:rsidR="00A773EC" w:rsidRPr="00B64CB1" w:rsidRDefault="00A773EC" w:rsidP="004F77A7">
            <w:pPr>
              <w:pStyle w:val="Paragraphe"/>
              <w:jc w:val="left"/>
            </w:pPr>
            <w:r w:rsidRPr="00B64CB1">
              <w:t>Pour la réception des ouvrages :</w:t>
            </w:r>
          </w:p>
        </w:tc>
        <w:tc>
          <w:tcPr>
            <w:tcW w:w="548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561EC" w14:textId="77777777" w:rsidR="00AD310C" w:rsidRPr="00B64CB1" w:rsidRDefault="00AD310C" w:rsidP="004F77A7">
            <w:pPr>
              <w:pStyle w:val="Paragraphe"/>
              <w:jc w:val="left"/>
            </w:pPr>
          </w:p>
        </w:tc>
      </w:tr>
      <w:tr w:rsidR="00A773EC" w:rsidRPr="00B64CB1" w14:paraId="7C64B07D" w14:textId="77777777" w:rsidTr="00A773EC">
        <w:trPr>
          <w:trHeight w:val="555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B7749" w14:textId="20A39F7D" w:rsidR="00A773EC" w:rsidRPr="00B64CB1" w:rsidRDefault="00A773EC" w:rsidP="004F77A7">
            <w:pPr>
              <w:pStyle w:val="Paragraphe"/>
              <w:jc w:val="left"/>
            </w:pPr>
            <w:r w:rsidRPr="00B64CB1">
              <w:t>Pour la maintenance des équipements :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C02CF" w14:textId="77777777" w:rsidR="00A773EC" w:rsidRPr="00B64CB1" w:rsidRDefault="00A773EC" w:rsidP="004F77A7">
            <w:pPr>
              <w:pStyle w:val="Paragraphe"/>
              <w:jc w:val="left"/>
            </w:pPr>
          </w:p>
        </w:tc>
      </w:tr>
      <w:tr w:rsidR="00A773EC" w:rsidRPr="00B64CB1" w14:paraId="7E06D8FE" w14:textId="77777777" w:rsidTr="00A773EC">
        <w:trPr>
          <w:trHeight w:val="600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2F821" w14:textId="0C6D6C5E" w:rsidR="00A773EC" w:rsidRPr="00B64CB1" w:rsidRDefault="00A773EC" w:rsidP="004F77A7">
            <w:pPr>
              <w:pStyle w:val="Paragraphe"/>
              <w:jc w:val="left"/>
            </w:pPr>
            <w:r w:rsidRPr="00B64CB1">
              <w:t>Pour la coordination des astreintes :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360266" w14:textId="77777777" w:rsidR="00A773EC" w:rsidRPr="00B64CB1" w:rsidRDefault="00A773EC" w:rsidP="004F77A7">
            <w:pPr>
              <w:pStyle w:val="Paragraphe"/>
              <w:jc w:val="left"/>
            </w:pPr>
          </w:p>
        </w:tc>
      </w:tr>
    </w:tbl>
    <w:p w14:paraId="5DADE0EC" w14:textId="53A77BCF" w:rsidR="00A62BF2" w:rsidRPr="00B64CB1" w:rsidRDefault="001A19CD" w:rsidP="008A6E5E">
      <w:pPr>
        <w:pStyle w:val="Titre1"/>
      </w:pPr>
      <w:bookmarkStart w:id="19" w:name="_Toc184978160"/>
      <w:bookmarkStart w:id="20" w:name="_Toc201659964"/>
      <w:r w:rsidRPr="00B64CB1">
        <w:lastRenderedPageBreak/>
        <w:t>P</w:t>
      </w:r>
      <w:r w:rsidR="00622C8A" w:rsidRPr="00B64CB1">
        <w:t>restations et prix</w:t>
      </w:r>
      <w:bookmarkEnd w:id="19"/>
      <w:bookmarkEnd w:id="20"/>
    </w:p>
    <w:p w14:paraId="729A9F37" w14:textId="0172CD46" w:rsidR="00A62BF2" w:rsidRPr="00B64CB1" w:rsidRDefault="001A19CD">
      <w:pPr>
        <w:pStyle w:val="Titre2"/>
      </w:pPr>
      <w:bookmarkStart w:id="21" w:name="_Montant_du_marché"/>
      <w:bookmarkStart w:id="22" w:name="_Toc184978161"/>
      <w:bookmarkStart w:id="23" w:name="_Toc201659965"/>
      <w:bookmarkEnd w:id="21"/>
      <w:r w:rsidRPr="00B64CB1">
        <w:t>Montant du marché</w:t>
      </w:r>
      <w:bookmarkEnd w:id="22"/>
      <w:bookmarkEnd w:id="23"/>
    </w:p>
    <w:p w14:paraId="30DAE6E2" w14:textId="6F7F347A" w:rsidR="00A62BF2" w:rsidRPr="00B64CB1" w:rsidRDefault="001A19CD" w:rsidP="004F77A7">
      <w:pPr>
        <w:pStyle w:val="Paragraphe"/>
      </w:pPr>
      <w:r w:rsidRPr="00B64CB1">
        <w:t>L</w:t>
      </w:r>
      <w:r w:rsidR="00786873">
        <w:t>’</w:t>
      </w:r>
      <w:r w:rsidRPr="00B64CB1">
        <w:t>offre de prix est établie sur la base des conditions économiques au mois de remise de l</w:t>
      </w:r>
      <w:r w:rsidR="00786873">
        <w:t>’</w:t>
      </w:r>
      <w:r w:rsidRPr="00B64CB1">
        <w:t>offre fixée en page 1 du présent acte d</w:t>
      </w:r>
      <w:r w:rsidR="00786873">
        <w:t>’</w:t>
      </w:r>
      <w:r w:rsidRPr="00B64CB1">
        <w:t>engagement. Ce mois est réputé correspondre à celui de la date à laquelle le candidat a fixé son prix remis dans son offre.</w:t>
      </w:r>
    </w:p>
    <w:p w14:paraId="58D84723" w14:textId="58021E90" w:rsidR="00A62BF2" w:rsidRPr="00B64CB1" w:rsidRDefault="001A19CD" w:rsidP="004F77A7">
      <w:pPr>
        <w:pStyle w:val="Paragraphe"/>
      </w:pPr>
      <w:r w:rsidRPr="00B64CB1">
        <w:t>Les modalités de variation des prix sont fixées à l</w:t>
      </w:r>
      <w:r w:rsidR="00786873">
        <w:t>’</w:t>
      </w:r>
      <w:r w:rsidRPr="00B64CB1">
        <w:t xml:space="preserve">article </w:t>
      </w:r>
      <w:r w:rsidR="00A773EC" w:rsidRPr="00B64CB1">
        <w:t>11</w:t>
      </w:r>
      <w:r w:rsidR="004F77A7" w:rsidRPr="00B64CB1">
        <w:t>–</w:t>
      </w:r>
      <w:r w:rsidR="00A773EC" w:rsidRPr="00B64CB1">
        <w:t>4</w:t>
      </w:r>
      <w:r w:rsidR="00C63C5E" w:rsidRPr="00B64CB1">
        <w:t>.</w:t>
      </w:r>
      <w:r w:rsidRPr="00B64CB1">
        <w:t xml:space="preserve"> du CC</w:t>
      </w:r>
      <w:r w:rsidR="00A773EC" w:rsidRPr="00B64CB1">
        <w:t>A</w:t>
      </w:r>
      <w:r w:rsidRPr="00B64CB1">
        <w:t>P.</w:t>
      </w:r>
    </w:p>
    <w:p w14:paraId="0B7C025A" w14:textId="228981DF" w:rsidR="00A62BF2" w:rsidRPr="00B64CB1" w:rsidRDefault="001A19CD">
      <w:pPr>
        <w:pStyle w:val="Paragraphe"/>
      </w:pPr>
      <w:r w:rsidRPr="00B64CB1">
        <w:t>Il n</w:t>
      </w:r>
      <w:r w:rsidR="00786873">
        <w:t>’</w:t>
      </w:r>
      <w:r w:rsidRPr="00B64CB1">
        <w:t>est pas prévu de décomposition en tranches, les prestations ne sont pas réparties en lots.</w:t>
      </w:r>
    </w:p>
    <w:p w14:paraId="2F72E4A1" w14:textId="47B7C776" w:rsidR="00A62BF2" w:rsidRPr="00B64CB1" w:rsidRDefault="00A773EC" w:rsidP="004F77A7">
      <w:pPr>
        <w:pStyle w:val="Paragraphe"/>
      </w:pPr>
      <w:r w:rsidRPr="00B64CB1">
        <w:t>L</w:t>
      </w:r>
      <w:r w:rsidR="00786873">
        <w:t>’</w:t>
      </w:r>
      <w:r w:rsidRPr="00B64CB1">
        <w:t>évaluation de l</w:t>
      </w:r>
      <w:r w:rsidR="00786873">
        <w:t>’</w:t>
      </w:r>
      <w:r w:rsidRPr="00B64CB1">
        <w:t>ensemble des travaux, telle qu</w:t>
      </w:r>
      <w:r w:rsidR="00786873">
        <w:t>’</w:t>
      </w:r>
      <w:r w:rsidRPr="00B64CB1">
        <w:t>elle résulte du détail estimatif, est</w:t>
      </w:r>
      <w:r w:rsidR="001A19CD" w:rsidRPr="00B64CB1">
        <w:t> :</w:t>
      </w:r>
    </w:p>
    <w:tbl>
      <w:tblPr>
        <w:tblW w:w="86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8"/>
        <w:gridCol w:w="1428"/>
        <w:gridCol w:w="1713"/>
        <w:gridCol w:w="3080"/>
      </w:tblGrid>
      <w:tr w:rsidR="00A62BF2" w:rsidRPr="00B64CB1" w14:paraId="2892FF75" w14:textId="77777777" w:rsidTr="004F77A7">
        <w:trPr>
          <w:jc w:val="center"/>
        </w:trPr>
        <w:tc>
          <w:tcPr>
            <w:tcW w:w="5579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B9B539" w14:textId="3A04C8F4" w:rsidR="00A62BF2" w:rsidRPr="00B64CB1" w:rsidRDefault="00AE071C" w:rsidP="00DD305F">
            <w:pPr>
              <w:pStyle w:val="Paragraphe"/>
              <w:numPr>
                <w:ilvl w:val="0"/>
                <w:numId w:val="29"/>
              </w:numPr>
            </w:pPr>
            <w:r w:rsidRPr="00B64CB1">
              <w:t>M</w:t>
            </w:r>
            <w:r w:rsidR="001A19CD" w:rsidRPr="00B64CB1">
              <w:t>ontant hors TVA 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A4984" w14:textId="77777777" w:rsidR="00A62BF2" w:rsidRPr="00B64CB1" w:rsidRDefault="00A62BF2">
            <w:pPr>
              <w:pStyle w:val="Paragraphe"/>
              <w:keepNext/>
              <w:keepLines/>
            </w:pPr>
          </w:p>
        </w:tc>
      </w:tr>
      <w:tr w:rsidR="00A62BF2" w:rsidRPr="00B64CB1" w14:paraId="170FB8AA" w14:textId="77777777" w:rsidTr="004F77A7">
        <w:trPr>
          <w:trHeight w:hRule="exact" w:val="60"/>
          <w:jc w:val="center"/>
        </w:trPr>
        <w:tc>
          <w:tcPr>
            <w:tcW w:w="865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EEF51" w14:textId="77777777" w:rsidR="00A62BF2" w:rsidRPr="00B64CB1" w:rsidRDefault="00A62BF2">
            <w:pPr>
              <w:pStyle w:val="Paragraphe"/>
              <w:keepNext/>
              <w:keepLines/>
              <w:snapToGrid w:val="0"/>
            </w:pPr>
          </w:p>
        </w:tc>
      </w:tr>
      <w:tr w:rsidR="00A62BF2" w:rsidRPr="00B64CB1" w14:paraId="1055606F" w14:textId="77777777" w:rsidTr="00A074D8">
        <w:trPr>
          <w:jc w:val="center"/>
        </w:trPr>
        <w:tc>
          <w:tcPr>
            <w:tcW w:w="24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C1B1D" w14:textId="77777777" w:rsidR="00A62BF2" w:rsidRPr="00B64CB1" w:rsidRDefault="001A19CD" w:rsidP="00DD305F">
            <w:pPr>
              <w:pStyle w:val="Paragraphe"/>
              <w:numPr>
                <w:ilvl w:val="0"/>
                <w:numId w:val="29"/>
              </w:numPr>
              <w:snapToGrid w:val="0"/>
            </w:pPr>
            <w:r w:rsidRPr="00B64CB1">
              <w:t>TVA au taux de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8FAB5" w14:textId="77777777" w:rsidR="00A62BF2" w:rsidRPr="00B64CB1" w:rsidRDefault="00A62BF2">
            <w:pPr>
              <w:pStyle w:val="Paragraphe"/>
              <w:keepNext/>
              <w:keepLines/>
            </w:pPr>
          </w:p>
        </w:tc>
        <w:tc>
          <w:tcPr>
            <w:tcW w:w="1713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56BD0E" w14:textId="5F32C2F3" w:rsidR="00A62BF2" w:rsidRPr="00B64CB1" w:rsidRDefault="001A19CD">
            <w:pPr>
              <w:pStyle w:val="Paragraphe"/>
              <w:keepNext/>
              <w:keepLines/>
              <w:snapToGrid w:val="0"/>
              <w:jc w:val="left"/>
            </w:pPr>
            <w:proofErr w:type="gramStart"/>
            <w:r w:rsidRPr="00B64CB1">
              <w:t>%,</w:t>
            </w:r>
            <w:r w:rsidR="004F77A7" w:rsidRPr="00B64CB1">
              <w:t xml:space="preserve">   </w:t>
            </w:r>
            <w:proofErr w:type="gramEnd"/>
            <w:r w:rsidR="004F77A7" w:rsidRPr="00B64CB1">
              <w:t xml:space="preserve">               </w:t>
            </w:r>
            <w:r w:rsidRPr="00B64CB1">
              <w:t>soit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FB0FB" w14:textId="77777777" w:rsidR="00A62BF2" w:rsidRPr="00B64CB1" w:rsidRDefault="00A62BF2">
            <w:pPr>
              <w:pStyle w:val="Paragraphe"/>
              <w:keepNext/>
              <w:keepLines/>
              <w:snapToGrid w:val="0"/>
            </w:pPr>
          </w:p>
        </w:tc>
      </w:tr>
      <w:tr w:rsidR="00A074D8" w:rsidRPr="00B64CB1" w14:paraId="2ED5C56E" w14:textId="77777777" w:rsidTr="00A074D8">
        <w:trPr>
          <w:trHeight w:hRule="exact" w:val="57"/>
          <w:jc w:val="center"/>
        </w:trPr>
        <w:tc>
          <w:tcPr>
            <w:tcW w:w="24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5F84C" w14:textId="77777777" w:rsidR="00A074D8" w:rsidRPr="00B64CB1" w:rsidRDefault="00A074D8" w:rsidP="00A074D8">
            <w:pPr>
              <w:pStyle w:val="Paragraphe"/>
              <w:snapToGrid w:val="0"/>
              <w:rPr>
                <w:sz w:val="2"/>
                <w:szCs w:val="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335D5" w14:textId="77777777" w:rsidR="00A074D8" w:rsidRPr="00B64CB1" w:rsidRDefault="00A074D8" w:rsidP="00A074D8">
            <w:pPr>
              <w:pStyle w:val="Paragraphe"/>
              <w:keepNext/>
              <w:keepLines/>
              <w:rPr>
                <w:sz w:val="2"/>
                <w:szCs w:val="2"/>
              </w:rPr>
            </w:pPr>
          </w:p>
        </w:tc>
        <w:tc>
          <w:tcPr>
            <w:tcW w:w="1713" w:type="dxa"/>
            <w:tcBorders>
              <w:lef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54E507" w14:textId="77777777" w:rsidR="00A074D8" w:rsidRPr="00B64CB1" w:rsidRDefault="00A074D8" w:rsidP="00A074D8">
            <w:pPr>
              <w:pStyle w:val="Paragraphe"/>
              <w:keepNext/>
              <w:keepLines/>
              <w:snapToGrid w:val="0"/>
              <w:jc w:val="left"/>
              <w:rPr>
                <w:sz w:val="2"/>
                <w:szCs w:val="2"/>
              </w:rPr>
            </w:pPr>
          </w:p>
        </w:tc>
        <w:tc>
          <w:tcPr>
            <w:tcW w:w="3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308CE" w14:textId="77777777" w:rsidR="00A074D8" w:rsidRPr="00B64CB1" w:rsidRDefault="00A074D8" w:rsidP="00A074D8">
            <w:pPr>
              <w:pStyle w:val="Paragraphe"/>
              <w:keepNext/>
              <w:keepLines/>
              <w:snapToGrid w:val="0"/>
              <w:rPr>
                <w:sz w:val="2"/>
                <w:szCs w:val="2"/>
              </w:rPr>
            </w:pPr>
          </w:p>
        </w:tc>
      </w:tr>
      <w:tr w:rsidR="00A074D8" w:rsidRPr="00B64CB1" w14:paraId="28BEBF55" w14:textId="77777777" w:rsidTr="00A074D8">
        <w:trPr>
          <w:jc w:val="center"/>
        </w:trPr>
        <w:tc>
          <w:tcPr>
            <w:tcW w:w="24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558716" w14:textId="4756F23F" w:rsidR="00A074D8" w:rsidRPr="00B64CB1" w:rsidRDefault="00A074D8" w:rsidP="00A074D8">
            <w:pPr>
              <w:pStyle w:val="Paragraphe"/>
              <w:numPr>
                <w:ilvl w:val="0"/>
                <w:numId w:val="29"/>
              </w:numPr>
              <w:snapToGrid w:val="0"/>
            </w:pPr>
            <w:r w:rsidRPr="00B64CB1">
              <w:t>TVA au taux de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C5372" w14:textId="77777777" w:rsidR="00A074D8" w:rsidRPr="00B64CB1" w:rsidRDefault="00A074D8" w:rsidP="00A074D8">
            <w:pPr>
              <w:pStyle w:val="Paragraphe"/>
              <w:keepNext/>
              <w:keepLines/>
            </w:pPr>
          </w:p>
        </w:tc>
        <w:tc>
          <w:tcPr>
            <w:tcW w:w="1713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A3160" w14:textId="6D983147" w:rsidR="00A074D8" w:rsidRPr="00B64CB1" w:rsidRDefault="00A074D8" w:rsidP="00A074D8">
            <w:pPr>
              <w:pStyle w:val="Paragraphe"/>
              <w:keepNext/>
              <w:keepLines/>
              <w:snapToGrid w:val="0"/>
              <w:jc w:val="left"/>
            </w:pPr>
            <w:proofErr w:type="gramStart"/>
            <w:r w:rsidRPr="00B64CB1">
              <w:t xml:space="preserve">%,   </w:t>
            </w:r>
            <w:proofErr w:type="gramEnd"/>
            <w:r w:rsidRPr="00B64CB1">
              <w:t xml:space="preserve">               soit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51E78" w14:textId="77777777" w:rsidR="00A074D8" w:rsidRPr="00B64CB1" w:rsidRDefault="00A074D8" w:rsidP="00A074D8">
            <w:pPr>
              <w:pStyle w:val="Paragraphe"/>
              <w:keepNext/>
              <w:keepLines/>
              <w:snapToGrid w:val="0"/>
            </w:pPr>
          </w:p>
        </w:tc>
      </w:tr>
      <w:tr w:rsidR="00A074D8" w:rsidRPr="00B64CB1" w14:paraId="2B6001E8" w14:textId="77777777" w:rsidTr="00A074D8">
        <w:trPr>
          <w:trHeight w:hRule="exact" w:val="57"/>
          <w:jc w:val="center"/>
        </w:trPr>
        <w:tc>
          <w:tcPr>
            <w:tcW w:w="24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BCFCD" w14:textId="77777777" w:rsidR="00A074D8" w:rsidRPr="00B64CB1" w:rsidRDefault="00A074D8" w:rsidP="00A074D8">
            <w:pPr>
              <w:pStyle w:val="Paragraphe"/>
              <w:snapToGrid w:val="0"/>
            </w:pPr>
          </w:p>
        </w:tc>
        <w:tc>
          <w:tcPr>
            <w:tcW w:w="14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DFC3BD" w14:textId="77777777" w:rsidR="00A074D8" w:rsidRPr="00B64CB1" w:rsidRDefault="00A074D8" w:rsidP="00A074D8">
            <w:pPr>
              <w:pStyle w:val="Paragraphe"/>
              <w:keepNext/>
              <w:keepLines/>
            </w:pPr>
          </w:p>
        </w:tc>
        <w:tc>
          <w:tcPr>
            <w:tcW w:w="1713" w:type="dxa"/>
            <w:tcBorders>
              <w:lef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50273" w14:textId="77777777" w:rsidR="00A074D8" w:rsidRPr="00B64CB1" w:rsidRDefault="00A074D8" w:rsidP="00A074D8">
            <w:pPr>
              <w:pStyle w:val="Paragraphe"/>
              <w:keepNext/>
              <w:keepLines/>
              <w:snapToGrid w:val="0"/>
              <w:jc w:val="left"/>
            </w:pPr>
          </w:p>
        </w:tc>
        <w:tc>
          <w:tcPr>
            <w:tcW w:w="3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BD8FC" w14:textId="77777777" w:rsidR="00A074D8" w:rsidRPr="00B64CB1" w:rsidRDefault="00A074D8" w:rsidP="00A074D8">
            <w:pPr>
              <w:pStyle w:val="Paragraphe"/>
              <w:keepNext/>
              <w:keepLines/>
              <w:snapToGrid w:val="0"/>
            </w:pPr>
          </w:p>
        </w:tc>
      </w:tr>
      <w:tr w:rsidR="00A074D8" w:rsidRPr="00B64CB1" w14:paraId="7E00E268" w14:textId="77777777" w:rsidTr="004F77A7">
        <w:trPr>
          <w:jc w:val="center"/>
        </w:trPr>
        <w:tc>
          <w:tcPr>
            <w:tcW w:w="24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281FC" w14:textId="37BD96BA" w:rsidR="00A074D8" w:rsidRPr="00B64CB1" w:rsidRDefault="00A074D8" w:rsidP="00A074D8">
            <w:pPr>
              <w:pStyle w:val="Paragraphe"/>
              <w:numPr>
                <w:ilvl w:val="0"/>
                <w:numId w:val="29"/>
              </w:numPr>
              <w:snapToGrid w:val="0"/>
            </w:pPr>
            <w:r w:rsidRPr="00B64CB1">
              <w:t>TVA au taux de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166C0" w14:textId="77777777" w:rsidR="00A074D8" w:rsidRPr="00B64CB1" w:rsidRDefault="00A074D8" w:rsidP="00A074D8">
            <w:pPr>
              <w:pStyle w:val="Paragraphe"/>
              <w:keepNext/>
              <w:keepLines/>
            </w:pPr>
          </w:p>
        </w:tc>
        <w:tc>
          <w:tcPr>
            <w:tcW w:w="1713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FFDB85" w14:textId="7F4C238D" w:rsidR="00A074D8" w:rsidRPr="00B64CB1" w:rsidRDefault="00A074D8" w:rsidP="00A074D8">
            <w:pPr>
              <w:pStyle w:val="Paragraphe"/>
              <w:keepNext/>
              <w:keepLines/>
              <w:snapToGrid w:val="0"/>
              <w:jc w:val="left"/>
            </w:pPr>
            <w:proofErr w:type="gramStart"/>
            <w:r w:rsidRPr="00B64CB1">
              <w:t xml:space="preserve">%,   </w:t>
            </w:r>
            <w:proofErr w:type="gramEnd"/>
            <w:r w:rsidRPr="00B64CB1">
              <w:t xml:space="preserve">               soit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955C3F" w14:textId="77777777" w:rsidR="00A074D8" w:rsidRPr="00B64CB1" w:rsidRDefault="00A074D8" w:rsidP="00A074D8">
            <w:pPr>
              <w:pStyle w:val="Paragraphe"/>
              <w:keepNext/>
              <w:keepLines/>
              <w:snapToGrid w:val="0"/>
            </w:pPr>
          </w:p>
        </w:tc>
      </w:tr>
      <w:tr w:rsidR="00A074D8" w:rsidRPr="00B64CB1" w14:paraId="49377835" w14:textId="77777777" w:rsidTr="004F77A7">
        <w:trPr>
          <w:trHeight w:hRule="exact" w:val="60"/>
          <w:jc w:val="center"/>
        </w:trPr>
        <w:tc>
          <w:tcPr>
            <w:tcW w:w="865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12E3C" w14:textId="77777777" w:rsidR="00A074D8" w:rsidRPr="00B64CB1" w:rsidRDefault="00A074D8" w:rsidP="00A074D8">
            <w:pPr>
              <w:pStyle w:val="Paragraphe"/>
              <w:keepNext/>
              <w:keepLines/>
              <w:snapToGrid w:val="0"/>
            </w:pPr>
          </w:p>
        </w:tc>
      </w:tr>
      <w:tr w:rsidR="00A074D8" w:rsidRPr="00B64CB1" w14:paraId="5D01BDDE" w14:textId="77777777" w:rsidTr="004F77A7">
        <w:trPr>
          <w:jc w:val="center"/>
        </w:trPr>
        <w:tc>
          <w:tcPr>
            <w:tcW w:w="557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B5CDF" w14:textId="1D49609A" w:rsidR="00A074D8" w:rsidRPr="00B64CB1" w:rsidRDefault="00AE071C" w:rsidP="00A074D8">
            <w:pPr>
              <w:pStyle w:val="Paragraphe"/>
              <w:numPr>
                <w:ilvl w:val="0"/>
                <w:numId w:val="29"/>
              </w:numPr>
              <w:snapToGrid w:val="0"/>
            </w:pPr>
            <w:r w:rsidRPr="00B64CB1">
              <w:t>Montant</w:t>
            </w:r>
            <w:r w:rsidR="00A074D8" w:rsidRPr="00B64CB1">
              <w:t xml:space="preserve"> TVA incluse 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F6CC1F" w14:textId="77777777" w:rsidR="00A074D8" w:rsidRPr="00B64CB1" w:rsidRDefault="00A074D8" w:rsidP="00A074D8">
            <w:pPr>
              <w:pStyle w:val="Paragraphe"/>
            </w:pPr>
          </w:p>
        </w:tc>
      </w:tr>
      <w:tr w:rsidR="00A074D8" w:rsidRPr="00B64CB1" w14:paraId="5F675B15" w14:textId="77777777" w:rsidTr="004F77A7">
        <w:trPr>
          <w:trHeight w:hRule="exact" w:val="60"/>
          <w:jc w:val="center"/>
        </w:trPr>
        <w:tc>
          <w:tcPr>
            <w:tcW w:w="865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DCA30" w14:textId="77777777" w:rsidR="00A074D8" w:rsidRPr="00B64CB1" w:rsidRDefault="00A074D8" w:rsidP="00A074D8">
            <w:pPr>
              <w:pStyle w:val="Paragraphe"/>
              <w:keepNext/>
              <w:keepLines/>
              <w:snapToGrid w:val="0"/>
            </w:pPr>
            <w:r w:rsidRPr="00B64CB1">
              <w:t xml:space="preserve">   </w:t>
            </w:r>
          </w:p>
          <w:p w14:paraId="25A2536E" w14:textId="77777777" w:rsidR="00A074D8" w:rsidRPr="00B64CB1" w:rsidRDefault="00A074D8" w:rsidP="00A074D8">
            <w:pPr>
              <w:pStyle w:val="Paragraphe"/>
              <w:keepNext/>
              <w:keepLines/>
            </w:pPr>
          </w:p>
        </w:tc>
      </w:tr>
      <w:tr w:rsidR="00A074D8" w:rsidRPr="00B64CB1" w14:paraId="3984D85C" w14:textId="77777777" w:rsidTr="004F77A7">
        <w:trPr>
          <w:jc w:val="center"/>
        </w:trPr>
        <w:tc>
          <w:tcPr>
            <w:tcW w:w="24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E1058" w14:textId="13CECD21" w:rsidR="00A074D8" w:rsidRPr="00B64CB1" w:rsidRDefault="00AE071C" w:rsidP="00A074D8">
            <w:pPr>
              <w:pStyle w:val="Paragraphe"/>
              <w:keepNext/>
              <w:keepLines/>
              <w:snapToGrid w:val="0"/>
              <w:ind w:left="284"/>
            </w:pPr>
            <w:r w:rsidRPr="00B64CB1">
              <w:t>Arrêté</w:t>
            </w:r>
            <w:r w:rsidR="00A074D8" w:rsidRPr="00B64CB1">
              <w:t xml:space="preserve"> en lettres à</w:t>
            </w:r>
          </w:p>
        </w:tc>
        <w:tc>
          <w:tcPr>
            <w:tcW w:w="622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5C008" w14:textId="77777777" w:rsidR="00A074D8" w:rsidRPr="00B64CB1" w:rsidRDefault="00A074D8" w:rsidP="00A074D8">
            <w:pPr>
              <w:pStyle w:val="Paragraphe"/>
              <w:keepNext/>
              <w:keepLines/>
              <w:snapToGrid w:val="0"/>
            </w:pPr>
          </w:p>
        </w:tc>
      </w:tr>
      <w:tr w:rsidR="00A074D8" w:rsidRPr="00B64CB1" w14:paraId="46E8D68A" w14:textId="77777777" w:rsidTr="004F77A7">
        <w:trPr>
          <w:jc w:val="center"/>
        </w:trPr>
        <w:tc>
          <w:tcPr>
            <w:tcW w:w="86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D192A" w14:textId="77777777" w:rsidR="00A074D8" w:rsidRPr="00B64CB1" w:rsidRDefault="00A074D8" w:rsidP="00A074D8">
            <w:pPr>
              <w:pStyle w:val="Paragraphe"/>
              <w:snapToGrid w:val="0"/>
            </w:pPr>
          </w:p>
          <w:p w14:paraId="4C6B2EA2" w14:textId="77777777" w:rsidR="00A074D8" w:rsidRPr="00B64CB1" w:rsidRDefault="00A074D8" w:rsidP="00A074D8">
            <w:pPr>
              <w:pStyle w:val="Paragraphe"/>
              <w:keepNext/>
              <w:keepLines/>
            </w:pPr>
          </w:p>
        </w:tc>
      </w:tr>
    </w:tbl>
    <w:p w14:paraId="685EE598" w14:textId="32D871E8" w:rsidR="00AB6B1F" w:rsidRPr="00B64CB1" w:rsidRDefault="00AB6B1F"/>
    <w:p w14:paraId="1B40BBD1" w14:textId="4BC6214E" w:rsidR="00A074D8" w:rsidRPr="00B64CB1" w:rsidRDefault="00A074D8" w:rsidP="00A074D8">
      <w:pPr>
        <w:pStyle w:val="Standard"/>
        <w:tabs>
          <w:tab w:val="left" w:pos="-3828"/>
        </w:tabs>
        <w:spacing w:after="120"/>
        <w:rPr>
          <w:sz w:val="20"/>
          <w:szCs w:val="20"/>
        </w:rPr>
      </w:pPr>
      <w:r w:rsidRPr="00B64CB1">
        <w:rPr>
          <w:rFonts w:ascii="Wingdings, Symbol" w:hAnsi="Wingdings, Symbol"/>
          <w:sz w:val="20"/>
          <w:szCs w:val="20"/>
        </w:rPr>
        <w:t>q</w:t>
      </w:r>
      <w:r w:rsidRPr="00B64CB1">
        <w:rPr>
          <w:sz w:val="20"/>
          <w:szCs w:val="20"/>
        </w:rPr>
        <w:t xml:space="preserve"> </w:t>
      </w:r>
      <w:r w:rsidRPr="00B64CB1">
        <w:rPr>
          <w:b/>
          <w:sz w:val="20"/>
          <w:szCs w:val="20"/>
          <w:u w:val="single"/>
        </w:rPr>
        <w:t>Groupement conjoint</w:t>
      </w:r>
    </w:p>
    <w:p w14:paraId="5999A745" w14:textId="7286255B" w:rsidR="00A074D8" w:rsidRPr="00B64CB1" w:rsidRDefault="00A074D8" w:rsidP="007F3565">
      <w:pPr>
        <w:pStyle w:val="Paragraphe"/>
      </w:pPr>
      <w:r w:rsidRPr="00B64CB1">
        <w:t xml:space="preserve">Le détail des prestations exécutées par chacun des membres du </w:t>
      </w:r>
      <w:r w:rsidRPr="00B64CB1">
        <w:rPr>
          <w:b/>
        </w:rPr>
        <w:t>groupement conjoint</w:t>
      </w:r>
      <w:r w:rsidRPr="00B64CB1">
        <w:t xml:space="preserve"> ainsi que la répartition de la rémunération correspondante sont joints en annexe au présent acte d</w:t>
      </w:r>
      <w:r w:rsidR="00786873">
        <w:t>’</w:t>
      </w:r>
      <w:r w:rsidRPr="00B64CB1">
        <w:t>engagement.</w:t>
      </w:r>
    </w:p>
    <w:p w14:paraId="76B2FAC6" w14:textId="77777777" w:rsidR="00A074D8" w:rsidRPr="00B64CB1" w:rsidRDefault="00A074D8" w:rsidP="007F3565">
      <w:pPr>
        <w:pStyle w:val="Paragraphe"/>
      </w:pPr>
      <w:r w:rsidRPr="00B64CB1">
        <w:t>Le mandataire y indique en outre le montant de sa prestation de mandat.</w:t>
      </w:r>
    </w:p>
    <w:p w14:paraId="0045641E" w14:textId="4FE35DF9" w:rsidR="00A62BF2" w:rsidRPr="00B64CB1" w:rsidRDefault="001A19CD">
      <w:pPr>
        <w:pStyle w:val="Titre2"/>
      </w:pPr>
      <w:bookmarkStart w:id="24" w:name="_Toc184978162"/>
      <w:bookmarkStart w:id="25" w:name="_Toc201659966"/>
      <w:r w:rsidRPr="00B64CB1">
        <w:t>Montant sous-traité</w:t>
      </w:r>
      <w:bookmarkEnd w:id="24"/>
      <w:bookmarkEnd w:id="25"/>
    </w:p>
    <w:p w14:paraId="011E76B8" w14:textId="761331AC" w:rsidR="00A62BF2" w:rsidRPr="00B64CB1" w:rsidRDefault="001A19CD" w:rsidP="004F77A7">
      <w:pPr>
        <w:pStyle w:val="Paragraphe"/>
      </w:pPr>
      <w:r w:rsidRPr="00B64CB1">
        <w:t xml:space="preserve">En cas de recours à la sous-traitance, conformément </w:t>
      </w:r>
      <w:r w:rsidRPr="00B64CB1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aux articles </w:t>
      </w:r>
      <w:hyperlink r:id="rId16" w:history="1">
        <w:r w:rsidR="004F77A7" w:rsidRPr="00B64CB1">
          <w:rPr>
            <w:rStyle w:val="Lienhypertexte"/>
          </w:rPr>
          <w:t>R. 2193-1</w:t>
        </w:r>
      </w:hyperlink>
      <w:r w:rsidR="004F77A7" w:rsidRPr="00B64CB1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, </w:t>
      </w:r>
      <w:hyperlink r:id="rId17" w:history="1">
        <w:r w:rsidRPr="00B64CB1">
          <w:rPr>
            <w:rStyle w:val="Lienhypertexte"/>
          </w:rPr>
          <w:t>L.</w:t>
        </w:r>
        <w:r w:rsidR="004F77A7" w:rsidRPr="00B64CB1">
          <w:rPr>
            <w:rStyle w:val="Lienhypertexte"/>
          </w:rPr>
          <w:t> </w:t>
        </w:r>
        <w:r w:rsidRPr="00B64CB1">
          <w:rPr>
            <w:rStyle w:val="Lienhypertexte"/>
          </w:rPr>
          <w:t>2193-4</w:t>
        </w:r>
      </w:hyperlink>
      <w:r w:rsidRPr="00B64CB1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r w:rsidR="004F77A7" w:rsidRPr="00B64CB1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et </w:t>
      </w:r>
      <w:hyperlink r:id="rId18" w:history="1">
        <w:r w:rsidRPr="00B64CB1">
          <w:rPr>
            <w:rStyle w:val="Lienhypertexte"/>
          </w:rPr>
          <w:t>L.</w:t>
        </w:r>
        <w:r w:rsidR="004F77A7" w:rsidRPr="00B64CB1">
          <w:rPr>
            <w:rStyle w:val="Lienhypertexte"/>
          </w:rPr>
          <w:t> </w:t>
        </w:r>
        <w:r w:rsidRPr="00B64CB1">
          <w:rPr>
            <w:rStyle w:val="Lienhypertexte"/>
          </w:rPr>
          <w:t>2193-5</w:t>
        </w:r>
      </w:hyperlink>
      <w:r w:rsidRPr="00B64CB1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du CCP</w:t>
      </w:r>
      <w:r w:rsidRPr="00B64CB1">
        <w:t>, un formulaire DC4 sera annexé au présent acte d</w:t>
      </w:r>
      <w:r w:rsidR="00786873">
        <w:t>’</w:t>
      </w:r>
      <w:r w:rsidRPr="00B64CB1">
        <w:t>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  <w:r w:rsidR="007F3565" w:rsidRPr="00B64CB1">
        <w:rPr>
          <w:kern w:val="0"/>
          <w:sz w:val="24"/>
          <w:szCs w:val="24"/>
        </w:rPr>
        <w:t xml:space="preserve"> </w:t>
      </w:r>
      <w:r w:rsidR="007F3565" w:rsidRPr="00B64CB1">
        <w:t>Le montant indiqué au formulaire DC4 est exprimé hors taxe ; le titulaire doit également préciser dans ce formulaire que la TVA est auto-liquidée</w:t>
      </w:r>
    </w:p>
    <w:p w14:paraId="5A248979" w14:textId="52780AE8" w:rsidR="00A62BF2" w:rsidRPr="00B64CB1" w:rsidRDefault="001A19CD">
      <w:pPr>
        <w:pStyle w:val="Paragraphe"/>
      </w:pPr>
      <w:r w:rsidRPr="00B64CB1">
        <w:t>Chaque formulaire annexé constitue une demande d</w:t>
      </w:r>
      <w:r w:rsidR="00786873">
        <w:t>’</w:t>
      </w:r>
      <w:r w:rsidRPr="00B64CB1">
        <w:t>acceptation du sous-traitant concerné et d</w:t>
      </w:r>
      <w:r w:rsidR="00786873">
        <w:t>’</w:t>
      </w:r>
      <w:r w:rsidRPr="00B64CB1">
        <w:t>agrément des conditions de paiement du contrat de sous-traitance. La notification du marché est réputée emporter acceptation du sous-traitant et agrément des conditions de paiement du contrat de sous-traitance.</w:t>
      </w:r>
    </w:p>
    <w:p w14:paraId="46BAC9CA" w14:textId="629BF51F" w:rsidR="00A62BF2" w:rsidRPr="00B64CB1" w:rsidRDefault="001A19CD">
      <w:pPr>
        <w:pStyle w:val="Paragraphe"/>
      </w:pPr>
      <w:r w:rsidRPr="00B64CB1">
        <w:t>Le formulaire est également téléchargeable sur le site de la DAJ, à l</w:t>
      </w:r>
      <w:r w:rsidR="00786873">
        <w:t>’</w:t>
      </w:r>
      <w:r w:rsidRPr="00B64CB1">
        <w:t>adresse suivante :</w:t>
      </w:r>
    </w:p>
    <w:p w14:paraId="06DC1444" w14:textId="2159D9DA" w:rsidR="00A62BF2" w:rsidRPr="00B64CB1" w:rsidRDefault="00C95413" w:rsidP="004F77A7">
      <w:pPr>
        <w:pStyle w:val="Paragraphe"/>
        <w:jc w:val="center"/>
      </w:pPr>
      <w:hyperlink r:id="rId19" w:history="1">
        <w:r w:rsidR="001A19CD" w:rsidRPr="00B64CB1">
          <w:rPr>
            <w:rStyle w:val="Lienhypertexte"/>
          </w:rPr>
          <w:t>https://www.economie.gouv.fr/daj/formulaires-declaration-du-candidat</w:t>
        </w:r>
      </w:hyperlink>
    </w:p>
    <w:p w14:paraId="44022BED" w14:textId="557A35A3" w:rsidR="00A62BF2" w:rsidRPr="00B64CB1" w:rsidRDefault="001A19CD">
      <w:pPr>
        <w:pStyle w:val="Paragraphe"/>
        <w:keepNext/>
        <w:keepLines/>
        <w:ind w:left="-284"/>
      </w:pPr>
      <w:r w:rsidRPr="00B64CB1">
        <w:rPr>
          <w:rFonts w:ascii="Wingdings, Symbol" w:hAnsi="Wingdings, Symbol"/>
        </w:rPr>
        <w:lastRenderedPageBreak/>
        <w:t>q</w:t>
      </w:r>
      <w:r w:rsidRPr="00B64CB1">
        <w:t xml:space="preserve"> </w:t>
      </w:r>
      <w:r w:rsidRPr="00B64CB1">
        <w:rPr>
          <w:b/>
          <w:u w:val="single"/>
        </w:rPr>
        <w:t>Prestataire unique</w:t>
      </w:r>
    </w:p>
    <w:p w14:paraId="225BF7EB" w14:textId="77777777" w:rsidR="00A62BF2" w:rsidRPr="00B64CB1" w:rsidRDefault="001A19CD">
      <w:pPr>
        <w:pStyle w:val="Paragraphe"/>
        <w:keepNext/>
        <w:keepLines/>
      </w:pPr>
      <w:r w:rsidRPr="00B64CB1"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A62BF2" w:rsidRPr="00B64CB1" w14:paraId="0A1A00EB" w14:textId="77777777" w:rsidTr="00B44E53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2BD86" w14:textId="70044F42" w:rsidR="00A62BF2" w:rsidRPr="00B64CB1" w:rsidRDefault="00AE071C" w:rsidP="00DD305F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</w:pPr>
            <w:r w:rsidRPr="00B64CB1">
              <w:t>Montant</w:t>
            </w:r>
            <w:r w:rsidR="001A19CD" w:rsidRPr="00B64CB1">
              <w:t xml:space="preserve"> hors TVA</w:t>
            </w:r>
            <w:r w:rsidR="0067635C" w:rsidRPr="00B64CB1">
              <w:t>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D9EA3" w14:textId="77777777" w:rsidR="00A62BF2" w:rsidRPr="00B64CB1" w:rsidRDefault="00A62BF2">
            <w:pPr>
              <w:pStyle w:val="Paragraphe"/>
              <w:keepNext/>
              <w:keepLines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BAEB4" w14:textId="77777777" w:rsidR="00A62BF2" w:rsidRPr="00B64CB1" w:rsidRDefault="00A62BF2">
            <w:pPr>
              <w:pStyle w:val="Standard"/>
              <w:snapToGrid w:val="0"/>
            </w:pPr>
          </w:p>
        </w:tc>
      </w:tr>
      <w:tr w:rsidR="00A62BF2" w:rsidRPr="00B64CB1" w14:paraId="466F32E8" w14:textId="7777777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1DC76" w14:textId="77777777" w:rsidR="00A62BF2" w:rsidRPr="00B64CB1" w:rsidRDefault="00A62BF2">
            <w:pPr>
              <w:pStyle w:val="Paragraphe"/>
              <w:keepNext/>
              <w:keepLines/>
              <w:snapToGrid w:val="0"/>
              <w:rPr>
                <w:sz w:val="16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37156" w14:textId="77777777" w:rsidR="00A62BF2" w:rsidRPr="00B64CB1" w:rsidRDefault="00A62BF2">
            <w:pPr>
              <w:pStyle w:val="Paragraphe"/>
              <w:keepNext/>
              <w:keepLines/>
              <w:snapToGrid w:val="0"/>
              <w:rPr>
                <w:sz w:val="16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FBB3F" w14:textId="77777777" w:rsidR="00A62BF2" w:rsidRPr="00B64CB1" w:rsidRDefault="00A62BF2">
            <w:pPr>
              <w:pStyle w:val="Paragraphe"/>
              <w:keepNext/>
              <w:keepLines/>
              <w:snapToGrid w:val="0"/>
              <w:jc w:val="left"/>
              <w:rPr>
                <w:sz w:val="16"/>
              </w:rPr>
            </w:pPr>
          </w:p>
        </w:tc>
      </w:tr>
      <w:tr w:rsidR="00A62BF2" w:rsidRPr="00B64CB1" w14:paraId="0A6FB6F9" w14:textId="77777777" w:rsidTr="00B44E53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00D203" w14:textId="2F727F72" w:rsidR="00A62BF2" w:rsidRPr="00B64CB1" w:rsidRDefault="00AE071C" w:rsidP="00DD305F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</w:pPr>
            <w:r w:rsidRPr="00B64CB1">
              <w:t>Montant</w:t>
            </w:r>
            <w:r w:rsidR="001A19CD" w:rsidRPr="00B64CB1">
              <w:t xml:space="preserve"> TVA incluse</w:t>
            </w:r>
            <w:r w:rsidR="0067635C" w:rsidRPr="00B64CB1">
              <w:t>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58DDD" w14:textId="77777777" w:rsidR="00A62BF2" w:rsidRPr="00B64CB1" w:rsidRDefault="00A62BF2">
            <w:pPr>
              <w:pStyle w:val="Paragraphe"/>
              <w:keepNext/>
              <w:keepLines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029C8" w14:textId="77777777" w:rsidR="00A62BF2" w:rsidRPr="00B64CB1" w:rsidRDefault="00A62BF2">
            <w:pPr>
              <w:pStyle w:val="Standard"/>
              <w:snapToGrid w:val="0"/>
            </w:pPr>
          </w:p>
        </w:tc>
      </w:tr>
    </w:tbl>
    <w:p w14:paraId="7ACB35B6" w14:textId="6763170B" w:rsidR="00A62BF2" w:rsidRPr="00B64CB1" w:rsidRDefault="001A19CD">
      <w:pPr>
        <w:pStyle w:val="Paragraphe"/>
      </w:pPr>
      <w:r w:rsidRPr="00B64CB1">
        <w:t>Les déclarations (</w:t>
      </w:r>
      <w:r w:rsidR="0067635C" w:rsidRPr="00B64CB1">
        <w:t xml:space="preserve">article </w:t>
      </w:r>
      <w:hyperlink r:id="rId20" w:history="1">
        <w:r w:rsidR="0067635C" w:rsidRPr="00B64CB1">
          <w:rPr>
            <w:rStyle w:val="Lienhypertexte"/>
          </w:rPr>
          <w:t>R. 2193-1</w:t>
        </w:r>
      </w:hyperlink>
      <w:r w:rsidR="0067635C" w:rsidRPr="00B64CB1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r w:rsidRPr="00B64CB1">
        <w:t>du CCP) des sous-traitants recensés dans les formulaires annexés, sont jointes au présent acte d</w:t>
      </w:r>
      <w:r w:rsidR="00786873">
        <w:t>’</w:t>
      </w:r>
      <w:r w:rsidRPr="00B64CB1">
        <w:t>engagement.</w:t>
      </w:r>
    </w:p>
    <w:p w14:paraId="60D87D5A" w14:textId="4EA337D4" w:rsidR="00A62BF2" w:rsidRPr="00B64CB1" w:rsidRDefault="001A19CD">
      <w:pPr>
        <w:pStyle w:val="Paragraphe"/>
        <w:keepNext/>
        <w:keepLines/>
        <w:ind w:left="-284"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Groupement solidaire</w:t>
      </w:r>
    </w:p>
    <w:p w14:paraId="6C4DD7CF" w14:textId="77777777" w:rsidR="00A62BF2" w:rsidRPr="00B64CB1" w:rsidRDefault="001A19CD">
      <w:pPr>
        <w:pStyle w:val="Paragraphe"/>
        <w:keepNext/>
        <w:keepLines/>
      </w:pPr>
      <w:r w:rsidRPr="00B64CB1">
        <w:t xml:space="preserve">Le montant total des prestations que </w:t>
      </w:r>
      <w:r w:rsidRPr="00B64CB1">
        <w:rPr>
          <w:b/>
          <w:u w:val="single"/>
        </w:rPr>
        <w:t>nous envisageons</w:t>
      </w:r>
      <w:r w:rsidRPr="00B64CB1">
        <w:t xml:space="preserve"> de sous-traiter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4E53" w:rsidRPr="00B64CB1" w14:paraId="58E0F76A" w14:textId="77777777" w:rsidTr="008F7449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4651E" w14:textId="7089343D" w:rsidR="00B44E53" w:rsidRPr="00B64CB1" w:rsidRDefault="00AE071C" w:rsidP="00DD305F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</w:pPr>
            <w:r w:rsidRPr="00B64CB1">
              <w:t>Montant</w:t>
            </w:r>
            <w:r w:rsidR="00B44E53" w:rsidRPr="00B64CB1">
              <w:t xml:space="preserve"> hors TVA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7FF7A" w14:textId="77777777" w:rsidR="00B44E53" w:rsidRPr="00B64CB1" w:rsidRDefault="00B44E53" w:rsidP="008F7449">
            <w:pPr>
              <w:pStyle w:val="Paragraphe"/>
              <w:keepNext/>
              <w:keepLines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A970" w14:textId="77777777" w:rsidR="00B44E53" w:rsidRPr="00B64CB1" w:rsidRDefault="00B44E53" w:rsidP="008F7449">
            <w:pPr>
              <w:pStyle w:val="Standard"/>
              <w:snapToGrid w:val="0"/>
            </w:pPr>
          </w:p>
        </w:tc>
      </w:tr>
      <w:tr w:rsidR="00B44E53" w:rsidRPr="00B64CB1" w14:paraId="055DE495" w14:textId="77777777" w:rsidTr="008F7449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809385" w14:textId="77777777" w:rsidR="00B44E53" w:rsidRPr="00B64CB1" w:rsidRDefault="00B44E53" w:rsidP="008F7449">
            <w:pPr>
              <w:pStyle w:val="Paragraphe"/>
              <w:keepNext/>
              <w:keepLines/>
              <w:snapToGrid w:val="0"/>
              <w:rPr>
                <w:sz w:val="16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83260" w14:textId="77777777" w:rsidR="00B44E53" w:rsidRPr="00B64CB1" w:rsidRDefault="00B44E53" w:rsidP="008F7449">
            <w:pPr>
              <w:pStyle w:val="Paragraphe"/>
              <w:keepNext/>
              <w:keepLines/>
              <w:snapToGrid w:val="0"/>
              <w:rPr>
                <w:sz w:val="16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17DA5" w14:textId="77777777" w:rsidR="00B44E53" w:rsidRPr="00B64CB1" w:rsidRDefault="00B44E53" w:rsidP="008F7449">
            <w:pPr>
              <w:pStyle w:val="Paragraphe"/>
              <w:keepNext/>
              <w:keepLines/>
              <w:snapToGrid w:val="0"/>
              <w:jc w:val="left"/>
              <w:rPr>
                <w:sz w:val="16"/>
              </w:rPr>
            </w:pPr>
          </w:p>
        </w:tc>
      </w:tr>
      <w:tr w:rsidR="00B44E53" w:rsidRPr="00B64CB1" w14:paraId="32DA2989" w14:textId="77777777" w:rsidTr="008F7449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6E019" w14:textId="2D7396C7" w:rsidR="00B44E53" w:rsidRPr="00B64CB1" w:rsidRDefault="00AE071C" w:rsidP="00DD305F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</w:pPr>
            <w:r w:rsidRPr="00B64CB1">
              <w:t>Montant</w:t>
            </w:r>
            <w:r w:rsidR="00B44E53" w:rsidRPr="00B64CB1">
              <w:t xml:space="preserve"> TVA incluse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01338" w14:textId="77777777" w:rsidR="00B44E53" w:rsidRPr="00B64CB1" w:rsidRDefault="00B44E53" w:rsidP="008F7449">
            <w:pPr>
              <w:pStyle w:val="Paragraphe"/>
              <w:keepNext/>
              <w:keepLines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E3A29" w14:textId="77777777" w:rsidR="00B44E53" w:rsidRPr="00B64CB1" w:rsidRDefault="00B44E53" w:rsidP="008F7449">
            <w:pPr>
              <w:pStyle w:val="Standard"/>
              <w:snapToGrid w:val="0"/>
            </w:pPr>
          </w:p>
        </w:tc>
      </w:tr>
    </w:tbl>
    <w:p w14:paraId="433BB946" w14:textId="1612BE66" w:rsidR="00A62BF2" w:rsidRPr="00B64CB1" w:rsidRDefault="00B44E53" w:rsidP="00B44E53">
      <w:pPr>
        <w:pStyle w:val="Paragraphe"/>
        <w:spacing w:before="240"/>
      </w:pPr>
      <w:r w:rsidRPr="00B64CB1">
        <w:t xml:space="preserve">Les déclarations (article </w:t>
      </w:r>
      <w:hyperlink r:id="rId21" w:history="1">
        <w:r w:rsidRPr="00B64CB1">
          <w:rPr>
            <w:rStyle w:val="Lienhypertexte"/>
          </w:rPr>
          <w:t>R. 2193-1</w:t>
        </w:r>
      </w:hyperlink>
      <w:r w:rsidRPr="00B64CB1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r w:rsidRPr="00B64CB1">
        <w:t>du CCP) des sous-traitants recensés dans les formulaires annexés, sont jointes au présent acte d</w:t>
      </w:r>
      <w:r w:rsidR="00786873">
        <w:t>’</w:t>
      </w:r>
      <w:r w:rsidRPr="00B64CB1">
        <w:t>engagement</w:t>
      </w:r>
      <w:r w:rsidR="00E65401" w:rsidRPr="00B64CB1">
        <w:t>.</w:t>
      </w:r>
    </w:p>
    <w:p w14:paraId="32C403D2" w14:textId="6272566C" w:rsidR="007F3565" w:rsidRPr="00B64CB1" w:rsidRDefault="007F3565" w:rsidP="007F3565">
      <w:pPr>
        <w:pStyle w:val="Paragraphe"/>
        <w:keepNext/>
        <w:keepLines/>
        <w:ind w:left="-284"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Groupement conjoint</w:t>
      </w:r>
    </w:p>
    <w:p w14:paraId="24D35B58" w14:textId="586E8703" w:rsidR="007F3565" w:rsidRPr="00B64CB1" w:rsidRDefault="007F3565" w:rsidP="007F3565">
      <w:pPr>
        <w:pStyle w:val="Paragraphe"/>
        <w:keepNext/>
        <w:keepLines/>
      </w:pPr>
      <w:r w:rsidRPr="00B64CB1">
        <w:t xml:space="preserve">Le montant total des prestations que </w:t>
      </w:r>
      <w:r w:rsidRPr="00B64CB1">
        <w:rPr>
          <w:b/>
          <w:u w:val="single"/>
        </w:rPr>
        <w:t>nous envisageons</w:t>
      </w:r>
      <w:r w:rsidRPr="00B64CB1">
        <w:t xml:space="preserve"> de sous-traiter conformément à ces formulaires annexés est de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21"/>
        <w:gridCol w:w="2456"/>
        <w:gridCol w:w="2268"/>
      </w:tblGrid>
      <w:tr w:rsidR="007F3565" w:rsidRPr="00B64CB1" w14:paraId="5BC34A91" w14:textId="77777777" w:rsidTr="007F3565">
        <w:trPr>
          <w:jc w:val="center"/>
        </w:trPr>
        <w:tc>
          <w:tcPr>
            <w:tcW w:w="22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10B54049" w14:textId="3A0F813A" w:rsidR="007F3565" w:rsidRPr="00B64CB1" w:rsidRDefault="007F3565" w:rsidP="007F3565">
            <w:pPr>
              <w:pStyle w:val="Paragraphe"/>
              <w:keepNext/>
              <w:keepLines/>
              <w:jc w:val="center"/>
            </w:pPr>
            <w:r w:rsidRPr="00B64CB1">
              <w:t>N</w:t>
            </w:r>
            <w:r w:rsidRPr="00B64CB1">
              <w:rPr>
                <w:vertAlign w:val="superscript"/>
              </w:rPr>
              <w:t>o</w:t>
            </w:r>
            <w:r w:rsidRPr="00B64CB1">
              <w:t xml:space="preserve"> du cotraitant</w:t>
            </w:r>
          </w:p>
        </w:tc>
        <w:tc>
          <w:tcPr>
            <w:tcW w:w="245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vAlign w:val="center"/>
          </w:tcPr>
          <w:p w14:paraId="146FE892" w14:textId="0E3A3541" w:rsidR="007F3565" w:rsidRPr="00B64CB1" w:rsidRDefault="007F3565" w:rsidP="007F3565">
            <w:pPr>
              <w:pStyle w:val="Paragraphe"/>
              <w:keepNext/>
              <w:keepLines/>
              <w:jc w:val="center"/>
            </w:pPr>
            <w:r w:rsidRPr="00B64CB1">
              <w:t>Montant hors TVA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2439E2EC" w14:textId="43C851CB" w:rsidR="007F3565" w:rsidRPr="00B64CB1" w:rsidRDefault="007F3565" w:rsidP="007F3565">
            <w:pPr>
              <w:pStyle w:val="Paragraphe"/>
              <w:keepNext/>
              <w:keepLines/>
              <w:jc w:val="center"/>
            </w:pPr>
            <w:r w:rsidRPr="00B64CB1">
              <w:t>Montant TVA incluse</w:t>
            </w:r>
          </w:p>
        </w:tc>
      </w:tr>
      <w:tr w:rsidR="007F3565" w:rsidRPr="00B64CB1" w14:paraId="2FE098A8" w14:textId="77777777" w:rsidTr="007F3565">
        <w:trPr>
          <w:jc w:val="center"/>
        </w:trPr>
        <w:tc>
          <w:tcPr>
            <w:tcW w:w="222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6E10822A" w14:textId="76F6C0F8" w:rsidR="007F3565" w:rsidRPr="00B64CB1" w:rsidRDefault="007F3565" w:rsidP="007F3565">
            <w:pPr>
              <w:pStyle w:val="Paragraphe"/>
              <w:keepNext/>
              <w:keepLines/>
              <w:jc w:val="center"/>
            </w:pPr>
            <w:r w:rsidRPr="00B64CB1">
              <w:t>1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A5E738E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  <w:tc>
          <w:tcPr>
            <w:tcW w:w="226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6483D072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</w:tr>
      <w:tr w:rsidR="007F3565" w:rsidRPr="00B64CB1" w14:paraId="716C8BDA" w14:textId="77777777" w:rsidTr="007F3565">
        <w:trPr>
          <w:jc w:val="center"/>
        </w:trPr>
        <w:tc>
          <w:tcPr>
            <w:tcW w:w="2221" w:type="dxa"/>
            <w:tcBorders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564D2671" w14:textId="7355DD55" w:rsidR="007F3565" w:rsidRPr="00B64CB1" w:rsidRDefault="007F3565" w:rsidP="007F3565">
            <w:pPr>
              <w:pStyle w:val="Paragraphe"/>
              <w:keepNext/>
              <w:keepLines/>
              <w:jc w:val="center"/>
            </w:pPr>
            <w:r w:rsidRPr="00B64CB1">
              <w:t>2</w:t>
            </w:r>
          </w:p>
        </w:tc>
        <w:tc>
          <w:tcPr>
            <w:tcW w:w="2456" w:type="dxa"/>
            <w:tcBorders>
              <w:left w:val="single" w:sz="8" w:space="0" w:color="000000"/>
            </w:tcBorders>
            <w:shd w:val="clear" w:color="auto" w:fill="DEEAF6" w:themeFill="accent5" w:themeFillTint="33"/>
            <w:vAlign w:val="center"/>
          </w:tcPr>
          <w:p w14:paraId="68C8ACD7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  <w:tc>
          <w:tcPr>
            <w:tcW w:w="2268" w:type="dxa"/>
            <w:tcBorders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759BB49B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</w:tr>
      <w:tr w:rsidR="007F3565" w:rsidRPr="00B64CB1" w14:paraId="4A18DBEF" w14:textId="77777777" w:rsidTr="007F3565">
        <w:trPr>
          <w:jc w:val="center"/>
        </w:trPr>
        <w:tc>
          <w:tcPr>
            <w:tcW w:w="2221" w:type="dxa"/>
            <w:tcBorders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6C3E199C" w14:textId="4018EDCE" w:rsidR="007F3565" w:rsidRPr="00B64CB1" w:rsidRDefault="007F3565" w:rsidP="007F3565">
            <w:pPr>
              <w:pStyle w:val="Paragraphe"/>
              <w:keepNext/>
              <w:keepLines/>
              <w:jc w:val="center"/>
            </w:pPr>
            <w:r w:rsidRPr="00B64CB1">
              <w:t>3</w:t>
            </w:r>
          </w:p>
        </w:tc>
        <w:tc>
          <w:tcPr>
            <w:tcW w:w="2456" w:type="dxa"/>
            <w:tcBorders>
              <w:left w:val="single" w:sz="8" w:space="0" w:color="000000"/>
            </w:tcBorders>
            <w:shd w:val="clear" w:color="auto" w:fill="DEEAF6" w:themeFill="accent5" w:themeFillTint="33"/>
            <w:vAlign w:val="center"/>
          </w:tcPr>
          <w:p w14:paraId="256979C6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  <w:tc>
          <w:tcPr>
            <w:tcW w:w="2268" w:type="dxa"/>
            <w:tcBorders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5A715D65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</w:tr>
      <w:tr w:rsidR="007F3565" w:rsidRPr="00B64CB1" w14:paraId="08E2D610" w14:textId="77777777" w:rsidTr="007F3565">
        <w:trPr>
          <w:jc w:val="center"/>
        </w:trPr>
        <w:tc>
          <w:tcPr>
            <w:tcW w:w="2221" w:type="dxa"/>
            <w:tcBorders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36BA3D69" w14:textId="1767CF48" w:rsidR="007F3565" w:rsidRPr="00B64CB1" w:rsidRDefault="007F3565" w:rsidP="007F3565">
            <w:pPr>
              <w:pStyle w:val="Paragraphe"/>
              <w:keepNext/>
              <w:keepLines/>
              <w:jc w:val="center"/>
            </w:pPr>
            <w:r w:rsidRPr="00B64CB1">
              <w:t>4</w:t>
            </w:r>
          </w:p>
        </w:tc>
        <w:tc>
          <w:tcPr>
            <w:tcW w:w="2456" w:type="dxa"/>
            <w:tcBorders>
              <w:left w:val="single" w:sz="8" w:space="0" w:color="000000"/>
            </w:tcBorders>
            <w:shd w:val="clear" w:color="auto" w:fill="DEEAF6" w:themeFill="accent5" w:themeFillTint="33"/>
            <w:vAlign w:val="center"/>
          </w:tcPr>
          <w:p w14:paraId="21D2B9F7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  <w:tc>
          <w:tcPr>
            <w:tcW w:w="2268" w:type="dxa"/>
            <w:tcBorders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2C3503E3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</w:tr>
      <w:tr w:rsidR="007F3565" w:rsidRPr="00B64CB1" w14:paraId="07122FF9" w14:textId="77777777" w:rsidTr="007F3565">
        <w:trPr>
          <w:jc w:val="center"/>
        </w:trPr>
        <w:tc>
          <w:tcPr>
            <w:tcW w:w="22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013AD8F1" w14:textId="0487AFA9" w:rsidR="007F3565" w:rsidRPr="00B64CB1" w:rsidRDefault="007F3565" w:rsidP="007F3565">
            <w:pPr>
              <w:pStyle w:val="Paragraphe"/>
              <w:keepNext/>
              <w:keepLines/>
              <w:jc w:val="center"/>
            </w:pPr>
            <w:r w:rsidRPr="00B64CB1">
              <w:t>5</w:t>
            </w:r>
          </w:p>
        </w:tc>
        <w:tc>
          <w:tcPr>
            <w:tcW w:w="245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49A140B6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4A3C5192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</w:tr>
      <w:tr w:rsidR="007F3565" w:rsidRPr="00B64CB1" w14:paraId="04AD403F" w14:textId="77777777" w:rsidTr="007F3565">
        <w:trPr>
          <w:jc w:val="center"/>
        </w:trPr>
        <w:tc>
          <w:tcPr>
            <w:tcW w:w="2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5FC72671" w14:textId="379EED25" w:rsidR="007F3565" w:rsidRPr="00B64CB1" w:rsidRDefault="007F3565" w:rsidP="007F3565">
            <w:pPr>
              <w:pStyle w:val="Paragraphe"/>
              <w:keepNext/>
              <w:keepLines/>
              <w:jc w:val="center"/>
            </w:pPr>
            <w:r w:rsidRPr="00B64CB1">
              <w:t>Total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761AA5B9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7754A0E4" w14:textId="77777777" w:rsidR="007F3565" w:rsidRPr="00B64CB1" w:rsidRDefault="007F3565" w:rsidP="007F3565">
            <w:pPr>
              <w:pStyle w:val="Paragraphe"/>
              <w:keepNext/>
              <w:keepLines/>
              <w:jc w:val="center"/>
            </w:pPr>
          </w:p>
        </w:tc>
      </w:tr>
    </w:tbl>
    <w:p w14:paraId="2A55AF3C" w14:textId="07ED75E0" w:rsidR="007F3565" w:rsidRPr="00B64CB1" w:rsidRDefault="007F3565" w:rsidP="007F3565">
      <w:pPr>
        <w:pStyle w:val="Paragraphe"/>
        <w:spacing w:before="240"/>
      </w:pPr>
      <w:r w:rsidRPr="00B64CB1">
        <w:t xml:space="preserve">Les déclarations (article </w:t>
      </w:r>
      <w:hyperlink r:id="rId22" w:history="1">
        <w:r w:rsidRPr="00B64CB1">
          <w:rPr>
            <w:rStyle w:val="Lienhypertexte"/>
          </w:rPr>
          <w:t>R. 2193-1</w:t>
        </w:r>
      </w:hyperlink>
      <w:r w:rsidRPr="00B64CB1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r w:rsidRPr="00B64CB1">
        <w:t>du CCP) des sous-traitants recensés dans les formulaires annexés, sont jointes au présent acte d</w:t>
      </w:r>
      <w:r w:rsidR="00786873">
        <w:t>’</w:t>
      </w:r>
      <w:r w:rsidRPr="00B64CB1">
        <w:t>engagement.</w:t>
      </w:r>
    </w:p>
    <w:p w14:paraId="4ADA4634" w14:textId="77777777" w:rsidR="007F3565" w:rsidRPr="00B64CB1" w:rsidRDefault="007F3565" w:rsidP="00B44E53">
      <w:pPr>
        <w:pStyle w:val="Paragraphe"/>
        <w:spacing w:before="240"/>
      </w:pPr>
    </w:p>
    <w:p w14:paraId="653F8333" w14:textId="2E953A78" w:rsidR="00A62BF2" w:rsidRPr="00B64CB1" w:rsidRDefault="0067635C">
      <w:pPr>
        <w:pStyle w:val="Titre1"/>
      </w:pPr>
      <w:bookmarkStart w:id="26" w:name="_Toc184978163"/>
      <w:bookmarkStart w:id="27" w:name="_Toc201659967"/>
      <w:r w:rsidRPr="00B64CB1">
        <w:lastRenderedPageBreak/>
        <w:t>Durée du marché et d</w:t>
      </w:r>
      <w:r w:rsidR="00185225" w:rsidRPr="00B64CB1">
        <w:t>é</w:t>
      </w:r>
      <w:r w:rsidRPr="00B64CB1">
        <w:t>lai</w:t>
      </w:r>
      <w:r w:rsidR="00185225" w:rsidRPr="00B64CB1">
        <w:t>s</w:t>
      </w:r>
      <w:r w:rsidRPr="00B64CB1">
        <w:t xml:space="preserve"> d</w:t>
      </w:r>
      <w:r w:rsidR="00786873">
        <w:t>’</w:t>
      </w:r>
      <w:r w:rsidRPr="00B64CB1">
        <w:t>exécution</w:t>
      </w:r>
      <w:bookmarkEnd w:id="26"/>
      <w:bookmarkEnd w:id="27"/>
    </w:p>
    <w:p w14:paraId="5F079717" w14:textId="39806A13" w:rsidR="007F3565" w:rsidRPr="00B64CB1" w:rsidRDefault="007F3565" w:rsidP="007F3565">
      <w:pPr>
        <w:pStyle w:val="Paragraphe"/>
      </w:pPr>
      <w:r w:rsidRPr="00B64CB1">
        <w:t>La durée du marché commence à sa notification et se termine au décompte général et définitif (DGD).</w:t>
      </w:r>
    </w:p>
    <w:p w14:paraId="413C3714" w14:textId="77777777" w:rsidR="007F3565" w:rsidRPr="00B64CB1" w:rsidRDefault="007F3565" w:rsidP="007F3565">
      <w:pPr>
        <w:pStyle w:val="Paragraphe"/>
      </w:pPr>
      <w:r w:rsidRPr="00B64CB1">
        <w:t>Il englobe :</w:t>
      </w:r>
    </w:p>
    <w:p w14:paraId="3E19DF6B" w14:textId="0D336747" w:rsidR="007F3565" w:rsidRPr="00B64CB1" w:rsidRDefault="007F3565" w:rsidP="001269EC">
      <w:pPr>
        <w:pStyle w:val="Paragraphe"/>
        <w:numPr>
          <w:ilvl w:val="0"/>
          <w:numId w:val="30"/>
        </w:numPr>
      </w:pPr>
      <w:r w:rsidRPr="00B64CB1">
        <w:t>le délai global d</w:t>
      </w:r>
      <w:r w:rsidR="00786873">
        <w:t>’</w:t>
      </w:r>
      <w:r w:rsidRPr="00B64CB1">
        <w:t>exécution comprenant :</w:t>
      </w:r>
    </w:p>
    <w:p w14:paraId="019CEDF5" w14:textId="301D274A" w:rsidR="007F3565" w:rsidRPr="00B64CB1" w:rsidRDefault="007F3565" w:rsidP="001269EC">
      <w:pPr>
        <w:pStyle w:val="Paragraphe"/>
        <w:numPr>
          <w:ilvl w:val="1"/>
          <w:numId w:val="30"/>
        </w:numPr>
      </w:pPr>
      <w:r w:rsidRPr="00B64CB1">
        <w:t>3 mois de période de préparation (y compris travaux préparatoires),</w:t>
      </w:r>
    </w:p>
    <w:p w14:paraId="69791460" w14:textId="6AC1DEF0" w:rsidR="006F6846" w:rsidRPr="00B64CB1" w:rsidRDefault="006F6846" w:rsidP="001269EC">
      <w:pPr>
        <w:pStyle w:val="Paragraphe"/>
        <w:numPr>
          <w:ilvl w:val="1"/>
          <w:numId w:val="30"/>
        </w:numPr>
      </w:pPr>
      <w:r w:rsidRPr="00B64CB1">
        <w:t>le cas échéant une période de validation hors délai,</w:t>
      </w:r>
    </w:p>
    <w:p w14:paraId="7C617A8F" w14:textId="45856E9F" w:rsidR="007F3565" w:rsidRPr="00B64CB1" w:rsidRDefault="007F3565" w:rsidP="001269EC">
      <w:pPr>
        <w:pStyle w:val="Paragraphe"/>
        <w:numPr>
          <w:ilvl w:val="1"/>
          <w:numId w:val="30"/>
        </w:numPr>
      </w:pPr>
      <w:r w:rsidRPr="00B64CB1">
        <w:t>14 mois de délai de réalisation des travaux (y compris réalisation des opérations préalables à la réception et prestations de maintenance) ;</w:t>
      </w:r>
    </w:p>
    <w:p w14:paraId="7127B8AF" w14:textId="414ABB29" w:rsidR="007F3565" w:rsidRPr="00B64CB1" w:rsidRDefault="007F3565" w:rsidP="001269EC">
      <w:pPr>
        <w:pStyle w:val="Paragraphe"/>
        <w:numPr>
          <w:ilvl w:val="0"/>
          <w:numId w:val="30"/>
        </w:numPr>
      </w:pPr>
      <w:r w:rsidRPr="00B64CB1">
        <w:t>la période de garantie de parfait achèvement (GPA) de 12 mois, incluant la période de vérification de service régulier (VSR) de 3 mois et la prestation de maintenance sur 12 mois.</w:t>
      </w:r>
    </w:p>
    <w:p w14:paraId="2B0CBF52" w14:textId="0FDFD14B" w:rsidR="007F3565" w:rsidRPr="00B64CB1" w:rsidRDefault="007F3565" w:rsidP="007F3565">
      <w:pPr>
        <w:pStyle w:val="Titre2"/>
        <w:rPr>
          <w:rFonts w:ascii="Times New Roman" w:eastAsia="Arial Unicode MS" w:hAnsi="Times New Roman" w:cs="Tahoma"/>
        </w:rPr>
      </w:pPr>
      <w:bookmarkStart w:id="28" w:name="_Toc201659968"/>
      <w:r w:rsidRPr="00B64CB1">
        <w:rPr>
          <w:rFonts w:eastAsia="Arial Unicode MS"/>
        </w:rPr>
        <w:t>Période de préparation</w:t>
      </w:r>
      <w:bookmarkEnd w:id="28"/>
    </w:p>
    <w:p w14:paraId="621F46F5" w14:textId="12196BCB" w:rsidR="007F3565" w:rsidRPr="00B64CB1" w:rsidRDefault="007F3565" w:rsidP="007F3565">
      <w:pPr>
        <w:pStyle w:val="Paragraphe"/>
      </w:pPr>
      <w:r w:rsidRPr="00B64CB1">
        <w:t>Le délai de la période de préparation et de 3 mois à compter de la date fixée par l</w:t>
      </w:r>
      <w:r w:rsidR="00786873">
        <w:t>’</w:t>
      </w:r>
      <w:r w:rsidRPr="00B64CB1">
        <w:t>ordre de service prescrivant de commencer la période de préparation de la tranche considérée.</w:t>
      </w:r>
    </w:p>
    <w:p w14:paraId="64F20715" w14:textId="323900C1" w:rsidR="007F3565" w:rsidRPr="00B64CB1" w:rsidRDefault="007F3565" w:rsidP="007F3565">
      <w:pPr>
        <w:pStyle w:val="Titre2"/>
        <w:rPr>
          <w:rFonts w:eastAsia="Arial Unicode MS"/>
        </w:rPr>
      </w:pPr>
      <w:bookmarkStart w:id="29" w:name="_Toc201659969"/>
      <w:r w:rsidRPr="00B64CB1">
        <w:rPr>
          <w:rFonts w:eastAsia="Arial Unicode MS"/>
        </w:rPr>
        <w:t>Délai d</w:t>
      </w:r>
      <w:r w:rsidR="00786873">
        <w:rPr>
          <w:rFonts w:eastAsia="Arial Unicode MS"/>
        </w:rPr>
        <w:t>’</w:t>
      </w:r>
      <w:r w:rsidRPr="00B64CB1">
        <w:rPr>
          <w:rFonts w:eastAsia="Arial Unicode MS"/>
        </w:rPr>
        <w:t>exécution des travaux</w:t>
      </w:r>
      <w:bookmarkEnd w:id="29"/>
    </w:p>
    <w:p w14:paraId="3406A7EA" w14:textId="71D3BFDA" w:rsidR="007F3565" w:rsidRPr="00B64CB1" w:rsidRDefault="007F3565" w:rsidP="007F3565">
      <w:pPr>
        <w:pStyle w:val="Paragraphe"/>
        <w:rPr>
          <w:rFonts w:eastAsia="Arial Unicode MS"/>
        </w:rPr>
      </w:pPr>
      <w:r w:rsidRPr="00B64CB1">
        <w:t>Le délai d</w:t>
      </w:r>
      <w:r w:rsidR="00786873">
        <w:t>’</w:t>
      </w:r>
      <w:r w:rsidRPr="00B64CB1">
        <w:t>exécution des travaux est de 14 mois à compter de la date fixée par l</w:t>
      </w:r>
      <w:r w:rsidR="00786873">
        <w:t>’</w:t>
      </w:r>
      <w:r w:rsidRPr="00B64CB1">
        <w:t>ordre de service qui prescrira de les commencer.</w:t>
      </w:r>
    </w:p>
    <w:p w14:paraId="7E649C70" w14:textId="0A3167C0" w:rsidR="007F3565" w:rsidRPr="00B64CB1" w:rsidRDefault="007F3565" w:rsidP="007F3565">
      <w:pPr>
        <w:pStyle w:val="Titre2"/>
        <w:rPr>
          <w:rFonts w:eastAsia="Arial Unicode MS"/>
        </w:rPr>
      </w:pPr>
      <w:bookmarkStart w:id="30" w:name="_Toc201659970"/>
      <w:r w:rsidRPr="00B64CB1">
        <w:rPr>
          <w:rFonts w:eastAsia="Arial Unicode MS"/>
        </w:rPr>
        <w:t>Délai(s) distinct(s)</w:t>
      </w:r>
      <w:bookmarkEnd w:id="30"/>
    </w:p>
    <w:p w14:paraId="478ACFC8" w14:textId="75D16124" w:rsidR="007F3565" w:rsidRPr="00B64CB1" w:rsidRDefault="007F3565" w:rsidP="007F3565">
      <w:pPr>
        <w:pStyle w:val="Paragraphe"/>
      </w:pPr>
      <w:r w:rsidRPr="00B64CB1">
        <w:t>Les prestations ou ensemble de prestations définis ci-après devront être exécutées dans les délais distinct suivants :</w:t>
      </w:r>
    </w:p>
    <w:tbl>
      <w:tblPr>
        <w:tblStyle w:val="Grilledutableau"/>
        <w:tblW w:w="9562" w:type="dxa"/>
        <w:tblLook w:val="04A0" w:firstRow="1" w:lastRow="0" w:firstColumn="1" w:lastColumn="0" w:noHBand="0" w:noVBand="1"/>
      </w:tblPr>
      <w:tblGrid>
        <w:gridCol w:w="846"/>
        <w:gridCol w:w="5386"/>
        <w:gridCol w:w="2268"/>
        <w:gridCol w:w="1062"/>
      </w:tblGrid>
      <w:tr w:rsidR="007F3565" w:rsidRPr="00B64CB1" w14:paraId="35F24536" w14:textId="77777777" w:rsidTr="0051550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6C36AFFB" w14:textId="77777777" w:rsidR="007F3565" w:rsidRPr="00B64CB1" w:rsidRDefault="007F3565" w:rsidP="00515503">
            <w:pPr>
              <w:pStyle w:val="Paragraphe"/>
              <w:jc w:val="center"/>
            </w:pPr>
            <w:bookmarkStart w:id="31" w:name="_Hlk200708692"/>
            <w:r w:rsidRPr="00B64CB1">
              <w:t>DD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90A14F7" w14:textId="77777777" w:rsidR="007F3565" w:rsidRPr="00B64CB1" w:rsidRDefault="007F3565" w:rsidP="00515503">
            <w:pPr>
              <w:pStyle w:val="Paragraphe"/>
              <w:jc w:val="center"/>
            </w:pPr>
            <w:r w:rsidRPr="00B64CB1">
              <w:t>Désignation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62D3070B" w14:textId="77777777" w:rsidR="007F3565" w:rsidRPr="00B64CB1" w:rsidRDefault="007F3565" w:rsidP="00515503">
            <w:pPr>
              <w:pStyle w:val="Paragraphe"/>
              <w:jc w:val="center"/>
            </w:pPr>
            <w:r w:rsidRPr="00B64CB1">
              <w:t>Point de départ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4C21D7E" w14:textId="77777777" w:rsidR="007F3565" w:rsidRPr="00B64CB1" w:rsidRDefault="007F3565" w:rsidP="00515503">
            <w:pPr>
              <w:pStyle w:val="Paragraphe"/>
              <w:jc w:val="center"/>
            </w:pPr>
            <w:r w:rsidRPr="00B64CB1">
              <w:t>Délai</w:t>
            </w:r>
          </w:p>
        </w:tc>
      </w:tr>
      <w:tr w:rsidR="007F3565" w:rsidRPr="00B64CB1" w14:paraId="7BF0DD9A" w14:textId="77777777" w:rsidTr="00515503">
        <w:tc>
          <w:tcPr>
            <w:tcW w:w="84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A560BAD" w14:textId="77777777" w:rsidR="007F3565" w:rsidRPr="00B64CB1" w:rsidRDefault="007F3565" w:rsidP="00515503">
            <w:pPr>
              <w:pStyle w:val="Paragraphe"/>
              <w:jc w:val="center"/>
            </w:pPr>
            <w:r w:rsidRPr="00B64CB1">
              <w:t>DD1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20AA445" w14:textId="071E33C4" w:rsidR="007F3565" w:rsidRPr="00B64CB1" w:rsidRDefault="007F3565" w:rsidP="00515503">
            <w:pPr>
              <w:pStyle w:val="Paragraphe"/>
            </w:pPr>
            <w:r w:rsidRPr="00B64CB1">
              <w:t>Installation complète des équipements du poste HTA1 (</w:t>
            </w:r>
            <w:r w:rsidR="00515503" w:rsidRPr="00B64CB1">
              <w:t>c</w:t>
            </w:r>
            <w:r w:rsidRPr="00B64CB1">
              <w:t xml:space="preserve">ellules HTA et équipements auxiliaires, </w:t>
            </w:r>
            <w:r w:rsidR="00515503" w:rsidRPr="00B64CB1">
              <w:t>t</w:t>
            </w:r>
            <w:r w:rsidRPr="00B64CB1">
              <w:t>ransformateur, TGBT1) et transmission des c</w:t>
            </w:r>
            <w:r w:rsidR="00515503" w:rsidRPr="00B64CB1">
              <w:t>ertificats C</w:t>
            </w:r>
            <w:r w:rsidRPr="00B64CB1">
              <w:t>onsuel HT/BT en vue de la mise sous tension et la mise en service par ENEDIS.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2D4CBC4A" w14:textId="53710186" w:rsidR="007F3565" w:rsidRPr="00B64CB1" w:rsidRDefault="007F3565" w:rsidP="00515503">
            <w:pPr>
              <w:pStyle w:val="Paragraphe"/>
              <w:jc w:val="left"/>
            </w:pPr>
            <w:r w:rsidRPr="00B64CB1">
              <w:t>Acte prescrivant le démarrage des travaux</w:t>
            </w:r>
            <w:r w:rsidR="00515503" w:rsidRPr="00B64CB1">
              <w:t>.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E038D3" w14:textId="77777777" w:rsidR="007F3565" w:rsidRPr="00B64CB1" w:rsidRDefault="007F3565" w:rsidP="00515503">
            <w:pPr>
              <w:pStyle w:val="Paragraphe"/>
              <w:jc w:val="center"/>
            </w:pPr>
            <w:r w:rsidRPr="00B64CB1">
              <w:t>6 mois</w:t>
            </w:r>
          </w:p>
        </w:tc>
      </w:tr>
      <w:tr w:rsidR="007F3565" w:rsidRPr="00B64CB1" w14:paraId="36833D39" w14:textId="77777777" w:rsidTr="0051550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2724CF6" w14:textId="77777777" w:rsidR="007F3565" w:rsidRPr="00B64CB1" w:rsidRDefault="007F3565" w:rsidP="00515503">
            <w:pPr>
              <w:pStyle w:val="Paragraphe"/>
              <w:jc w:val="center"/>
            </w:pPr>
            <w:r w:rsidRPr="00B64CB1">
              <w:t>DD2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5FF687C" w14:textId="7F4349BE" w:rsidR="007F3565" w:rsidRPr="00B64CB1" w:rsidRDefault="007F3565" w:rsidP="00515503">
            <w:pPr>
              <w:pStyle w:val="Paragraphe"/>
            </w:pPr>
            <w:r w:rsidRPr="00B64CB1">
              <w:t>Travaux de génie civil et équipement (mise en service</w:t>
            </w:r>
            <w:r w:rsidR="00515503" w:rsidRPr="00B64CB1">
              <w:t xml:space="preserve"> comprise</w:t>
            </w:r>
            <w:r w:rsidRPr="00B64CB1">
              <w:t>) de la nouvelle issue de secours 201A</w:t>
            </w:r>
            <w:r w:rsidR="00515503" w:rsidRPr="00B64CB1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42584533" w14:textId="31544321" w:rsidR="007F3565" w:rsidRPr="00B64CB1" w:rsidRDefault="007F3565" w:rsidP="00515503">
            <w:pPr>
              <w:pStyle w:val="Paragraphe"/>
              <w:jc w:val="left"/>
            </w:pPr>
            <w:r w:rsidRPr="00B64CB1">
              <w:t>Acte prescrivant le démarrage des travaux</w:t>
            </w:r>
            <w:r w:rsidR="00515503" w:rsidRPr="00B64CB1"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F637B6F" w14:textId="77777777" w:rsidR="007F3565" w:rsidRPr="00B64CB1" w:rsidRDefault="007F3565" w:rsidP="00515503">
            <w:pPr>
              <w:pStyle w:val="Paragraphe"/>
              <w:jc w:val="center"/>
            </w:pPr>
            <w:r w:rsidRPr="00B64CB1">
              <w:t>5 mois</w:t>
            </w:r>
          </w:p>
        </w:tc>
      </w:tr>
    </w:tbl>
    <w:p w14:paraId="1CA2645C" w14:textId="77777777" w:rsidR="0024200F" w:rsidRPr="00B64CB1" w:rsidRDefault="0024200F">
      <w:pPr>
        <w:suppressAutoHyphens w:val="0"/>
        <w:autoSpaceDE/>
        <w:rPr>
          <w:sz w:val="20"/>
          <w:szCs w:val="20"/>
        </w:rPr>
      </w:pPr>
      <w:bookmarkStart w:id="32" w:name="A3A_2B_p1B_a"/>
      <w:bookmarkStart w:id="33" w:name="A3A_2B_p2A_a"/>
      <w:bookmarkEnd w:id="31"/>
      <w:r w:rsidRPr="00B64CB1">
        <w:br w:type="page"/>
      </w:r>
    </w:p>
    <w:p w14:paraId="2EFAC9CA" w14:textId="776F5BF1" w:rsidR="00A62BF2" w:rsidRPr="00B64CB1" w:rsidRDefault="00655BE5">
      <w:pPr>
        <w:pStyle w:val="Titre1"/>
      </w:pPr>
      <w:bookmarkStart w:id="34" w:name="_Toc184978164"/>
      <w:bookmarkStart w:id="35" w:name="_Toc201659971"/>
      <w:r w:rsidRPr="00B64CB1">
        <w:lastRenderedPageBreak/>
        <w:t>Paiements</w:t>
      </w:r>
      <w:bookmarkEnd w:id="34"/>
      <w:bookmarkEnd w:id="35"/>
    </w:p>
    <w:p w14:paraId="661C10E3" w14:textId="7498C4F9" w:rsidR="00A62BF2" w:rsidRPr="00B64CB1" w:rsidRDefault="001A19CD">
      <w:pPr>
        <w:pStyle w:val="Paragraphe"/>
      </w:pPr>
      <w:r w:rsidRPr="00B64CB1">
        <w:t>Les modalités du règlement des comptes du marché sont spécifiées à l</w:t>
      </w:r>
      <w:r w:rsidR="00786873">
        <w:t>’</w:t>
      </w:r>
      <w:r w:rsidRPr="00B64CB1">
        <w:t xml:space="preserve">article </w:t>
      </w:r>
      <w:r w:rsidR="00515503" w:rsidRPr="00B64CB1">
        <w:t>12</w:t>
      </w:r>
      <w:r w:rsidRPr="00B64CB1">
        <w:t xml:space="preserve"> du CC</w:t>
      </w:r>
      <w:r w:rsidR="00515503" w:rsidRPr="00B64CB1">
        <w:t>A</w:t>
      </w:r>
      <w:r w:rsidRPr="00B64CB1">
        <w:t>P.</w:t>
      </w:r>
    </w:p>
    <w:p w14:paraId="5DC0D1BE" w14:textId="37CFF131" w:rsidR="00A62BF2" w:rsidRPr="00B64CB1" w:rsidRDefault="001A19CD">
      <w:pPr>
        <w:pStyle w:val="Paragraphe"/>
        <w:keepNext/>
        <w:keepLines/>
        <w:ind w:left="-284"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Prestataire unique</w:t>
      </w:r>
    </w:p>
    <w:p w14:paraId="493B5AD6" w14:textId="0488BE01" w:rsidR="00A62BF2" w:rsidRPr="00B64CB1" w:rsidRDefault="00AA1628" w:rsidP="002511B7">
      <w:pPr>
        <w:pStyle w:val="Paragraphe"/>
      </w:pPr>
      <w:r w:rsidRPr="00B64CB1">
        <w:t>L</w:t>
      </w:r>
      <w:r w:rsidR="00786873">
        <w:t>’</w:t>
      </w:r>
      <w:r w:rsidRPr="00B64CB1">
        <w:t>acheteur</w:t>
      </w:r>
      <w:r w:rsidR="001A19CD" w:rsidRPr="00B64CB1">
        <w:t xml:space="preserve"> se </w:t>
      </w:r>
      <w:r w:rsidR="00C63C5E" w:rsidRPr="00B64CB1">
        <w:t>libèrera</w:t>
      </w:r>
      <w:r w:rsidR="001A19CD" w:rsidRPr="00B64CB1">
        <w:t xml:space="preserve"> des sommes dues au titre du présent marché en faisant porter le montant au crédit du compte (joindre un RIB ou RIP)</w:t>
      </w:r>
      <w:r w:rsidR="001A19CD" w:rsidRPr="00B64CB1">
        <w:rPr>
          <w:sz w:val="18"/>
        </w:rPr>
        <w:t> </w:t>
      </w:r>
      <w:r w:rsidR="001A19CD" w:rsidRPr="00B64CB1">
        <w:t>: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6771F" w:rsidRPr="00B64CB1" w14:paraId="40EA8AD1" w14:textId="77777777" w:rsidTr="007609B2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68A3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FEDE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9B1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5CA3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30190B40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5736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A67F8" w14:textId="1E91172F" w:rsidR="0026771F" w:rsidRPr="00B64CB1" w:rsidRDefault="00DD305F" w:rsidP="00635A57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</w:t>
            </w:r>
            <w:r w:rsidR="0026771F" w:rsidRPr="00B64CB1">
              <w:rPr>
                <w:sz w:val="20"/>
                <w:szCs w:val="20"/>
              </w:rPr>
              <w:t>ompte ouvert à l</w:t>
            </w:r>
            <w:r w:rsidR="00786873">
              <w:rPr>
                <w:sz w:val="20"/>
                <w:szCs w:val="20"/>
              </w:rPr>
              <w:t>’</w:t>
            </w:r>
            <w:r w:rsidR="0026771F"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35529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D07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4AE1C0B8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66CC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18410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43F7E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48AE8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30B5ACF5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35E6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9757" w14:textId="05CDBB15" w:rsidR="0026771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</w:t>
            </w:r>
            <w:r w:rsidR="0026771F" w:rsidRPr="00B64CB1">
              <w:rPr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B5D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55BF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519B4C9A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FC82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856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EE4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EEF9E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5A35BA81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7F5E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27AB" w14:textId="3E04A37C" w:rsidR="0026771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</w:t>
            </w:r>
            <w:r w:rsidR="0026771F" w:rsidRPr="00B64CB1">
              <w:rPr>
                <w:sz w:val="20"/>
                <w:szCs w:val="20"/>
              </w:rPr>
              <w:t>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A1E4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6858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1CBA04BE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0CC17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7769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9D9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93DF0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8F0868" w:rsidRPr="00B64CB1" w14:paraId="1166E782" w14:textId="77777777" w:rsidTr="007609B2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BDB9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2DBB" w14:textId="5A648D16" w:rsidR="0026771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</w:t>
            </w:r>
            <w:r w:rsidR="0026771F" w:rsidRPr="00B64CB1">
              <w:rPr>
                <w:sz w:val="20"/>
                <w:szCs w:val="20"/>
              </w:rPr>
              <w:t>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A62BB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8D42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9D10E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5C2C7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E2B14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6F7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E45A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37A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A4D0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F7A4F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EBC2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8611F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AE9E" w14:textId="3C705EA6" w:rsidR="0026771F" w:rsidRPr="00B64CB1" w:rsidRDefault="00DD305F" w:rsidP="00635A57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</w:t>
            </w:r>
            <w:r w:rsidR="0026771F" w:rsidRPr="00B64CB1">
              <w:rPr>
                <w:sz w:val="20"/>
                <w:szCs w:val="20"/>
              </w:rPr>
              <w:t>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9A6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FAF8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D39B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37D6AF2B" w14:textId="77777777" w:rsidTr="007609B2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25FE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4ADB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7546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BD60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8F0868" w:rsidRPr="00B64CB1" w14:paraId="5C8661C8" w14:textId="77777777" w:rsidTr="007609B2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CD4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E428" w14:textId="0FB23677" w:rsidR="0026771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</w:t>
            </w:r>
            <w:r w:rsidR="0026771F" w:rsidRPr="00B64CB1">
              <w:rPr>
                <w:sz w:val="20"/>
                <w:szCs w:val="20"/>
              </w:rPr>
              <w:t>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79C8F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057A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BF89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B6AC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BE6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527B3" w14:textId="2BDDC391" w:rsidR="0026771F" w:rsidRPr="00B64CB1" w:rsidRDefault="00DD305F" w:rsidP="00635A57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</w:t>
            </w:r>
            <w:r w:rsidR="0026771F" w:rsidRPr="00B64CB1">
              <w:rPr>
                <w:sz w:val="20"/>
                <w:szCs w:val="20"/>
              </w:rPr>
              <w:t>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0AD01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FB4B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56DF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36EC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5987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6157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2384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1254C625" w14:textId="77777777" w:rsidTr="007609B2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25E7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5BC6AAFC" w14:textId="77777777" w:rsidTr="007609B2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227E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16DB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A99B7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7B69A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529D4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29BD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110E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2FFB6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891A8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897C6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3542F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14CF8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27AEC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26562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83C8A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74F1A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27189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A6D7C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70A48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25D00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6919B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CC186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8FFD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B5329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2425B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87D91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5FBB8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685BA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52024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ECA4F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4329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65287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8E64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7FFF9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3D1CA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42686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26771F" w:rsidRPr="00B64CB1" w14:paraId="11EAF7E3" w14:textId="77777777" w:rsidTr="007609B2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6A3F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</w:tr>
      <w:tr w:rsidR="008F0868" w:rsidRPr="00B64CB1" w14:paraId="51E6CD0D" w14:textId="77777777" w:rsidTr="007609B2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82D2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BDCE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D6A10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ED0A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44A9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F226F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8B50C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65418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4E22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5C0CD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233E5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D8D3E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04E13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024D7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22233" w14:textId="77777777" w:rsidR="0026771F" w:rsidRPr="00B64CB1" w:rsidRDefault="0026771F" w:rsidP="00635A5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26771F" w:rsidRPr="00B64CB1" w14:paraId="00B9BCBA" w14:textId="77777777" w:rsidTr="007609B2">
        <w:tc>
          <w:tcPr>
            <w:tcW w:w="9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535A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5F30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F96D2" w14:textId="77777777" w:rsidR="0026771F" w:rsidRPr="00B64CB1" w:rsidRDefault="0026771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0C8EF88" w14:textId="26AFE4AA" w:rsidR="00A62BF2" w:rsidRPr="00B64CB1" w:rsidRDefault="00DD305F" w:rsidP="008511DF">
      <w:pPr>
        <w:pStyle w:val="Paragraphe"/>
        <w:spacing w:before="60"/>
      </w:pPr>
      <w:r w:rsidRPr="00B64CB1">
        <w:t>T</w:t>
      </w:r>
      <w:r w:rsidR="001A19CD" w:rsidRPr="00B64CB1">
        <w:t xml:space="preserve">outefois, </w:t>
      </w:r>
      <w:r w:rsidR="00AA1628" w:rsidRPr="00B64CB1">
        <w:t>l</w:t>
      </w:r>
      <w:r w:rsidR="00786873">
        <w:t>’</w:t>
      </w:r>
      <w:r w:rsidR="00AA1628" w:rsidRPr="00B64CB1">
        <w:t>acheteur</w:t>
      </w:r>
      <w:r w:rsidR="001A19CD" w:rsidRPr="00B64CB1">
        <w:t xml:space="preserve"> se </w:t>
      </w:r>
      <w:r w:rsidR="00C63C5E" w:rsidRPr="00B64CB1">
        <w:t>libèrera</w:t>
      </w:r>
      <w:r w:rsidR="001A19CD" w:rsidRPr="00B64CB1">
        <w:t xml:space="preserve"> des sommes dues aux sous-traitants payés directement en en faisant porter les montants au crédit des comptes désignés dans les annexes, les avenants ou les actes spéciaux.</w:t>
      </w:r>
    </w:p>
    <w:p w14:paraId="5799E735" w14:textId="7D98D1EC" w:rsidR="00A62BF2" w:rsidRPr="00B64CB1" w:rsidRDefault="001A19CD">
      <w:pPr>
        <w:pStyle w:val="Paragraphe"/>
        <w:keepNext/>
        <w:keepLines/>
        <w:ind w:left="-284"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Groupement solidaire</w:t>
      </w:r>
    </w:p>
    <w:p w14:paraId="4647BBF0" w14:textId="7BCDB86B" w:rsidR="00A62BF2" w:rsidRPr="00B64CB1" w:rsidRDefault="00AA1628">
      <w:pPr>
        <w:pStyle w:val="Paradouble"/>
        <w:keepNext/>
        <w:keepLines/>
      </w:pPr>
      <w:r w:rsidRPr="00B64CB1">
        <w:t>L</w:t>
      </w:r>
      <w:r w:rsidR="00786873">
        <w:t>’</w:t>
      </w:r>
      <w:r w:rsidRPr="00B64CB1">
        <w:t>acheteur</w:t>
      </w:r>
      <w:r w:rsidR="00761EC0" w:rsidRPr="00B64CB1">
        <w:t xml:space="preserve"> </w:t>
      </w:r>
      <w:r w:rsidR="001A19CD" w:rsidRPr="00B64CB1">
        <w:t xml:space="preserve">se </w:t>
      </w:r>
      <w:r w:rsidR="00C63C5E" w:rsidRPr="00B64CB1">
        <w:t>libèrera</w:t>
      </w:r>
      <w:r w:rsidR="001A19CD" w:rsidRPr="00B64CB1">
        <w:t xml:space="preserve"> des sommes dues au titre du présent marché en faisant porter le montant au crédit du </w:t>
      </w:r>
      <w:r w:rsidR="001A19CD" w:rsidRPr="00B64CB1">
        <w:rPr>
          <w:b/>
          <w:bCs/>
        </w:rPr>
        <w:t>compte commun</w:t>
      </w:r>
      <w:r w:rsidR="001A19CD" w:rsidRPr="00B64CB1">
        <w:t xml:space="preserve"> (joindre un RIB ou RIP)</w:t>
      </w:r>
      <w:r w:rsidR="001A19CD" w:rsidRPr="00B64CB1">
        <w:rPr>
          <w:sz w:val="18"/>
        </w:rPr>
        <w:t> </w:t>
      </w:r>
      <w:r w:rsidR="001A19CD" w:rsidRPr="00B64CB1">
        <w:t>: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15503" w:rsidRPr="00B64CB1" w14:paraId="02EF95F6" w14:textId="77777777" w:rsidTr="00515503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C057" w14:textId="013AC2BD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t>Cotraitant 1</w:t>
            </w:r>
          </w:p>
        </w:tc>
      </w:tr>
      <w:tr w:rsidR="00DD305F" w:rsidRPr="00B64CB1" w14:paraId="7172AB52" w14:textId="77777777" w:rsidTr="00515503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7ED3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E355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1893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A2D25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3B7F2E89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628C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87525" w14:textId="2340B134" w:rsidR="00DD305F" w:rsidRPr="00B64CB1" w:rsidRDefault="00DD305F" w:rsidP="00635A57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CF9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3103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29F14C5A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90DB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1E6A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BA8C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36E3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0ED42439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AE0C7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E0D98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C5381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3E71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2C75CBD0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E4C26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4128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7A9E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C622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7CC767D0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ACA6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43E16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AD67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3957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7DA08077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69306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2F56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D21A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20D2E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61406462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3E82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3BCA6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E15A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A2A9D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1989C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6EC5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23B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7E32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260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7032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71B0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4FF30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EA2E3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BF1E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EE6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3BF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EFB3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C167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61F28F72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6E1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396E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F5D3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505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59C45DBE" w14:textId="77777777" w:rsidTr="00515503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5E0D5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0BBF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52FD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7B05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A30C0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2FF6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ADB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D612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4330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495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DA88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A6408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4B77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F5C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0CE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763D9066" w14:textId="77777777" w:rsidTr="0051550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36D6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403156F1" w14:textId="77777777" w:rsidTr="00515503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7F0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37FC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FB5D5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F8CD0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9D8A3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8AD3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A2C8A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B72E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3569E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EB150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4E93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46BDA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A7378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CA461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AD24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22B6F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93742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9DB6F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3FFD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B0F76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CDD5C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4F4CD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0494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7AC03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EE805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80E9E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56E2F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0D00D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A476E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3367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CE4C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1313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A925A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D728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F1A67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4C333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3B7FA962" w14:textId="77777777" w:rsidTr="0051550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1261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</w:tr>
      <w:tr w:rsidR="00DD305F" w:rsidRPr="00B64CB1" w14:paraId="0BA2F2D2" w14:textId="77777777" w:rsidTr="00515503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EAB2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57D31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08210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A81A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D5F81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59E4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6998E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DD59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80F78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653F9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04814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A1230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89D11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E8903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B3166" w14:textId="77777777" w:rsidR="00DD305F" w:rsidRPr="00B64CB1" w:rsidRDefault="00DD305F" w:rsidP="00635A5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DD305F" w:rsidRPr="00B64CB1" w14:paraId="18801B0C" w14:textId="77777777" w:rsidTr="00515503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A10D3" w14:textId="0D3ED747" w:rsidR="00515503" w:rsidRPr="00B64CB1" w:rsidRDefault="00515503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1A6A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0AFB" w14:textId="77777777" w:rsidR="00DD305F" w:rsidRPr="00B64CB1" w:rsidRDefault="00DD305F" w:rsidP="00635A5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tbl>
      <w:tblPr>
        <w:tblpPr w:leftFromText="141" w:rightFromText="141" w:vertAnchor="text" w:horzAnchor="margin" w:tblpY="98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15503" w:rsidRPr="00B64CB1" w14:paraId="59F609A9" w14:textId="77777777" w:rsidTr="00515503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0BF4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t>Cotraitant 2</w:t>
            </w:r>
          </w:p>
        </w:tc>
      </w:tr>
      <w:tr w:rsidR="00515503" w:rsidRPr="00B64CB1" w14:paraId="61F11067" w14:textId="77777777" w:rsidTr="00515503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D8B8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CDC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590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53B4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6423FE7F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1CE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5A44F" w14:textId="7E0BAC0C" w:rsidR="00515503" w:rsidRPr="00B64CB1" w:rsidRDefault="00515503" w:rsidP="00515503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606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83C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696FAD2E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7377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878B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C218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F2D7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41B1A028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3A91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6FA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6DF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DA8C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5DA2F3C5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F6A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092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2EF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B18C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251AA421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A61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35F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54F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7AD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36FC238E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757A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AC7C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383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94A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5ED6CFB3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DF7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5D31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D52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F27C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67A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3EB8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77B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E364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E02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78E3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6BE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94C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210F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1FE4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606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41AC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19D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E84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5EFCF4E7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AFE4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A24D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327C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A3D4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01BE44DD" w14:textId="77777777" w:rsidTr="00515503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C194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2D76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EEBC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8FFB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42E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17FB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991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07D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C4A1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B6D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B19F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F34B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5A46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A49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326A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588C511C" w14:textId="77777777" w:rsidTr="0051550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793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31277791" w14:textId="77777777" w:rsidTr="00515503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8D3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756D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B75B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F876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A74C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EC18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2F33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A68F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9A49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C456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EF5E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D74D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7491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C0F6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7119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9E84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D3C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BCAF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71C0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A593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E2AD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E3DF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D027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4EDE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823E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6B62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6D07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7EDA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D3C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0BCD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9FA8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D904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5795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DE91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4A87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FE09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197D6F49" w14:textId="77777777" w:rsidTr="0051550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BB6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7328A44E" w14:textId="77777777" w:rsidTr="00515503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314D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272D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C5E9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4F74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F62B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BE7D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A14A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5F8B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3865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53C6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B06D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36F8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B6C8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078D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90103" w14:textId="77777777" w:rsidR="00515503" w:rsidRPr="00B64CB1" w:rsidRDefault="00515503" w:rsidP="00515503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515503" w:rsidRPr="00B64CB1" w14:paraId="02CFFD18" w14:textId="77777777" w:rsidTr="00515503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44AD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7A90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BDDF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278A5CE" w14:textId="5A4B6514" w:rsidR="00515503" w:rsidRPr="00B64CB1" w:rsidRDefault="00515503" w:rsidP="00DD305F">
      <w:pPr>
        <w:pStyle w:val="Paragraphe"/>
        <w:spacing w:before="240"/>
        <w:rPr>
          <w:sz w:val="2"/>
          <w:szCs w:val="2"/>
        </w:rPr>
      </w:pPr>
    </w:p>
    <w:p w14:paraId="4196DF21" w14:textId="04E4184C" w:rsidR="00515503" w:rsidRPr="00B64CB1" w:rsidRDefault="00515503" w:rsidP="00DD305F">
      <w:pPr>
        <w:pStyle w:val="Paragraphe"/>
        <w:spacing w:before="240"/>
        <w:rPr>
          <w:sz w:val="2"/>
          <w:szCs w:val="2"/>
        </w:rPr>
      </w:pP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15503" w:rsidRPr="00B64CB1" w14:paraId="0A0A2FBF" w14:textId="77777777" w:rsidTr="008564FE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DC2B" w14:textId="4EE8C9DB" w:rsidR="00515503" w:rsidRPr="00B64CB1" w:rsidRDefault="00515503" w:rsidP="008564FE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t>Cotraitant 3</w:t>
            </w:r>
          </w:p>
        </w:tc>
      </w:tr>
      <w:tr w:rsidR="00515503" w:rsidRPr="00B64CB1" w14:paraId="309B09E2" w14:textId="77777777" w:rsidTr="008564FE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68DC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9BC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23C04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5690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368113F9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02EF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70E0" w14:textId="09837E6A" w:rsidR="00515503" w:rsidRPr="00B64CB1" w:rsidRDefault="00515503" w:rsidP="008564FE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F2A5A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8848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62B2ABC0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804B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97802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BFE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500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430020CF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3E014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85EB8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91A2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D70F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45A92BBA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76E2D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B168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9C68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0E90B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76344296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F6B85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C84D7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0F66F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AE15C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3B7D6890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B6F3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6CBED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A245A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880E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24B4F669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303B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4320E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2F22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027E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E7F20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E948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5655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DD94A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5C0A1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A4AD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93F90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526E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0247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401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E4E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492B7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D48AE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F8A7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3E922C0D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E885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1002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E075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F080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7BCA33D3" w14:textId="77777777" w:rsidTr="008564FE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0C87E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82E1E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DEC0C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563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3065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5B8F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F5C5F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7B61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346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7DFB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F481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9B2DD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F6C08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014AB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D2F0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1FBBDA42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226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0021FA06" w14:textId="77777777" w:rsidTr="008564FE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0CDBA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11172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6F0B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DA66C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6666F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48B11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7BD61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9008A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680DB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A196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DD8C3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1A85A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453AC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AB232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2F14C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FAEE0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49F0B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6306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BBD3A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743CC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0A7E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604A4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CB224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AC925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387E0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08AE5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D49F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B22E2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5FAA3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D2471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BEC2D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4E1E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1B19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6956B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F001E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434FF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2B5C2E93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746C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21D83A3C" w14:textId="77777777" w:rsidTr="008564FE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38F61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24C7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FA40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4BA8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46492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3103A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25D1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9CA91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CF1A6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F2007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CAB9F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0CF00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1FD7B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62049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19118" w14:textId="77777777" w:rsidR="00515503" w:rsidRPr="00B64CB1" w:rsidRDefault="00515503" w:rsidP="008564FE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515503" w:rsidRPr="00B64CB1" w14:paraId="0F86FAAE" w14:textId="77777777" w:rsidTr="008564FE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D494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283B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19A8" w14:textId="77777777" w:rsidR="00515503" w:rsidRPr="00B64CB1" w:rsidRDefault="00515503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tbl>
      <w:tblPr>
        <w:tblpPr w:leftFromText="141" w:rightFromText="141" w:vertAnchor="text" w:horzAnchor="margin" w:tblpY="156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15503" w:rsidRPr="00B64CB1" w14:paraId="7FE8DC1F" w14:textId="77777777" w:rsidTr="00515503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CF8F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t>Cotraitant 4</w:t>
            </w:r>
          </w:p>
        </w:tc>
      </w:tr>
      <w:tr w:rsidR="00515503" w:rsidRPr="00B64CB1" w14:paraId="531C0490" w14:textId="77777777" w:rsidTr="00515503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85C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E82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F73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952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28C7134B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7F60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8193" w14:textId="3ED75CA9" w:rsidR="00515503" w:rsidRPr="00B64CB1" w:rsidRDefault="00515503" w:rsidP="00515503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859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03F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00CB972F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BE1C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D48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6EF7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DF56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106677F1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38CB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FE0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85C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0CD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2E9043E9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4237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F1B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A12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FF3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19E330AE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093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FD54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5C01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5F34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74D3D611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520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006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B672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270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724F1B9C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83AC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57E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C66B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971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9CC3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D7D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15D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0B96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1AB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6DB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F44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D42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DB3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8DC1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821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0E9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27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A52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73A16231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1F1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931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3BC1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677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497D3527" w14:textId="77777777" w:rsidTr="00515503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0F39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3F5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FC5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51E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9F35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918D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A77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D61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C802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200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8D8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2691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619D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9B3A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D0A9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65F2A28D" w14:textId="77777777" w:rsidTr="0051550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F4A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337DFE08" w14:textId="77777777" w:rsidTr="00515503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ED0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6F1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F037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425C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AE6D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696E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7083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3BF1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782C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1759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A205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8743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E3E8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2EE1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4787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E491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6EBB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CF2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0044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1B33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6575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1B48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80FB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FA37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DF63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BD02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E6EF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4F0E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A6D3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D942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9719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7640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546E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D9DD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C914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F2C2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783969AB" w14:textId="77777777" w:rsidTr="0051550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4A4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03ADE690" w14:textId="77777777" w:rsidTr="00515503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7CA3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AA6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AA4F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64B6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77B7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793C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C876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2E23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D3E8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5C0F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9062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E872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47DD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DBA8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92002" w14:textId="77777777" w:rsidR="00515503" w:rsidRPr="00B64CB1" w:rsidRDefault="00515503" w:rsidP="00515503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515503" w:rsidRPr="00B64CB1" w14:paraId="53979D1E" w14:textId="77777777" w:rsidTr="00515503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2E34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5E0C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FEC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FDF63FE" w14:textId="5CCBA31D" w:rsidR="00515503" w:rsidRPr="00B64CB1" w:rsidRDefault="00515503" w:rsidP="00DD305F">
      <w:pPr>
        <w:pStyle w:val="Paragraphe"/>
        <w:spacing w:before="240"/>
        <w:rPr>
          <w:sz w:val="2"/>
          <w:szCs w:val="2"/>
        </w:rPr>
      </w:pPr>
    </w:p>
    <w:tbl>
      <w:tblPr>
        <w:tblpPr w:leftFromText="141" w:rightFromText="141" w:vertAnchor="text" w:horzAnchor="margin" w:tblpYSpec="bottom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15503" w:rsidRPr="00B64CB1" w14:paraId="44992843" w14:textId="77777777" w:rsidTr="00515503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8866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t>Cotraitant 5</w:t>
            </w:r>
          </w:p>
        </w:tc>
      </w:tr>
      <w:tr w:rsidR="00515503" w:rsidRPr="00B64CB1" w14:paraId="7AA841FD" w14:textId="77777777" w:rsidTr="00515503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5C1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EE3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847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7ECE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1CD7FFD5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929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C016C" w14:textId="1E51B134" w:rsidR="00515503" w:rsidRPr="00B64CB1" w:rsidRDefault="00515503" w:rsidP="00515503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F54E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763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56109A72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538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A1B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38F0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28CC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793CC4F5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D88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DDB4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26A9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0125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2952E2AD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E90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C5D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1B6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5F98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582AD768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D28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4A0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B9C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C8A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2C88B591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8CB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143C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35BC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AE3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4DE20EC7" w14:textId="77777777" w:rsidTr="00515503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A49D4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0EC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79E9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278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FDE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4AE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69F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D6F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9E1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038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874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310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7DE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DE6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6E6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6671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DADC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9B3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7F631A21" w14:textId="77777777" w:rsidTr="00515503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CFE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E4C3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2F9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1FB5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0FD9C44A" w14:textId="77777777" w:rsidTr="00515503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E5DA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68B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A67D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36E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A09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FF58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A539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C01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806E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BB1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104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DCF0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522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9743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5DF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6FBFF1B4" w14:textId="77777777" w:rsidTr="0051550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C074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164C3239" w14:textId="77777777" w:rsidTr="00515503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8681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E5B8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A18B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31A0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AF19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3D0C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E2E39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0342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E524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8376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245A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8073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8BAB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EF49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AFC7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4E59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94CD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6A72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7807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78A3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EB3BB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1CC8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0F8D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8269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DC68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4ED3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C890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2BB8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0CA8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7C9B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204F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533E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4D2ED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C95CF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BD32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07EC6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28DC6ED6" w14:textId="77777777" w:rsidTr="00515503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6258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</w:tr>
      <w:tr w:rsidR="00515503" w:rsidRPr="00B64CB1" w14:paraId="0BFC4628" w14:textId="77777777" w:rsidTr="00515503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4C94E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B8CB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1A74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B89D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2D8CA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38A4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BEDC1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CCE8C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C84A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9286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F99F5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24217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E506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EAC40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2D543" w14:textId="77777777" w:rsidR="00515503" w:rsidRPr="00B64CB1" w:rsidRDefault="00515503" w:rsidP="00515503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515503" w:rsidRPr="00B64CB1" w14:paraId="4C093B0D" w14:textId="77777777" w:rsidTr="00515503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C25B3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349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09822" w14:textId="77777777" w:rsidR="00515503" w:rsidRPr="00B64CB1" w:rsidRDefault="00515503" w:rsidP="00515503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78536F3" w14:textId="28F7C7FC" w:rsidR="00761EC0" w:rsidRPr="00B64CB1" w:rsidRDefault="001A19CD" w:rsidP="00761EC0">
      <w:pPr>
        <w:pStyle w:val="Paragraphe"/>
        <w:spacing w:before="240"/>
      </w:pPr>
      <w:r w:rsidRPr="00B64CB1">
        <w:t xml:space="preserve">Toutefois, </w:t>
      </w:r>
      <w:r w:rsidR="00AA1628" w:rsidRPr="00B64CB1">
        <w:t>l</w:t>
      </w:r>
      <w:r w:rsidR="00786873">
        <w:t>’</w:t>
      </w:r>
      <w:r w:rsidR="00AA1628" w:rsidRPr="00B64CB1">
        <w:t>acheteur</w:t>
      </w:r>
      <w:r w:rsidRPr="00B64CB1">
        <w:t xml:space="preserve"> se </w:t>
      </w:r>
      <w:r w:rsidR="00C63C5E" w:rsidRPr="00B64CB1">
        <w:t>libèrera</w:t>
      </w:r>
      <w:r w:rsidRPr="00B64CB1">
        <w:t xml:space="preserve"> des sommes dues aux sous-traitants payés directement en en faisant porter les montants au crédit des comptes désignés dans les annexes, les avenants ou les actes spéciaux.</w:t>
      </w:r>
    </w:p>
    <w:p w14:paraId="5F4AC4AD" w14:textId="77777777" w:rsidR="00761EC0" w:rsidRPr="00B64CB1" w:rsidRDefault="00761EC0" w:rsidP="00761EC0">
      <w:pPr>
        <w:pStyle w:val="Paragraphe"/>
        <w:spacing w:before="240"/>
        <w:rPr>
          <w:b/>
          <w:u w:val="single"/>
        </w:rPr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Groupement conjoint</w:t>
      </w:r>
    </w:p>
    <w:p w14:paraId="19BB2BE9" w14:textId="1100D29D" w:rsidR="00761EC0" w:rsidRPr="00B64CB1" w:rsidRDefault="00AA1628" w:rsidP="00761EC0">
      <w:pPr>
        <w:pStyle w:val="Paragraphe"/>
        <w:spacing w:before="240"/>
        <w:rPr>
          <w:b/>
          <w:u w:val="single"/>
        </w:rPr>
      </w:pPr>
      <w:r w:rsidRPr="00B64CB1">
        <w:t>L</w:t>
      </w:r>
      <w:r w:rsidR="00786873">
        <w:t>’</w:t>
      </w:r>
      <w:r w:rsidRPr="00B64CB1">
        <w:t>acheteur</w:t>
      </w:r>
      <w:r w:rsidR="00761EC0" w:rsidRPr="00B64CB1">
        <w:t xml:space="preserve"> se libèrera des sommes dues au titre du présent marché en faisant porter le montant au crédit du </w:t>
      </w:r>
      <w:r w:rsidR="00761EC0" w:rsidRPr="00B64CB1">
        <w:rPr>
          <w:b/>
          <w:bCs/>
        </w:rPr>
        <w:t>compte commun</w:t>
      </w:r>
      <w:r w:rsidR="00761EC0" w:rsidRPr="00B64CB1">
        <w:t xml:space="preserve"> (joindre un RIB ou RIP)</w:t>
      </w:r>
      <w:r w:rsidR="00761EC0" w:rsidRPr="00B64CB1">
        <w:rPr>
          <w:sz w:val="18"/>
        </w:rPr>
        <w:t> </w:t>
      </w:r>
      <w:r w:rsidR="00761EC0" w:rsidRPr="00B64CB1">
        <w:t>: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761EC0" w:rsidRPr="00B64CB1" w14:paraId="0748C020" w14:textId="77777777" w:rsidTr="008564FE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04F8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lastRenderedPageBreak/>
              <w:t>Cotraitant 1</w:t>
            </w:r>
          </w:p>
        </w:tc>
      </w:tr>
      <w:tr w:rsidR="00761EC0" w:rsidRPr="00B64CB1" w14:paraId="029DD646" w14:textId="77777777" w:rsidTr="008564FE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2E5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0B71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A2C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D99B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45F3A650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ED0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2F31" w14:textId="7D37E8DE" w:rsidR="00761EC0" w:rsidRPr="00B64CB1" w:rsidRDefault="00761EC0" w:rsidP="008564FE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28C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2C95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5A72378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0276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35F5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CB7A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DC2C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27DBDD29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62C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217E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C7D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810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F51B68D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2BC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993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E624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A6A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0D6C0E4C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4F1F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2CFF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1F8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AF1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2B5AA723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3B6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7DF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9324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23C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1FCB7FA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C58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7ACE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0AE8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422A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1F73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6131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E4F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903F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937C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C9C9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010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1937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AE0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7FBF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9056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D4E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857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B425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2B6EA2BB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F0C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2C43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B93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6260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8CEADF1" w14:textId="77777777" w:rsidTr="008564FE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A9E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34E0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E68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217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D491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F12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02D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C94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593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73D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000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E3F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136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8D5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B537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5E589A01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3AD9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B7FD260" w14:textId="77777777" w:rsidTr="008564FE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122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90F7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3512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C0CF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B5A5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5B54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8B11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FD8F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43CE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0247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46AF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9196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FF4F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6315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0205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4760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CF2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A7C8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943A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639D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68A1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B32E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C660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3683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21D5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C42C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AEAF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5E15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F8D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3C86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B62F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0983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D355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390D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839D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077C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05128CEF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698D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5F223438" w14:textId="77777777" w:rsidTr="008564FE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5670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F00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A3C7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F775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29FE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DED9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1617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4423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CC56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D7AF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28C2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77FC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D8CF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5EF3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70B1C" w14:textId="77777777" w:rsidR="00761EC0" w:rsidRPr="00B64CB1" w:rsidRDefault="00761EC0" w:rsidP="008564FE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61EC0" w:rsidRPr="00B64CB1" w14:paraId="6848864C" w14:textId="77777777" w:rsidTr="008564FE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3CB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C8F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841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tbl>
      <w:tblPr>
        <w:tblpPr w:leftFromText="141" w:rightFromText="141" w:vertAnchor="text" w:horzAnchor="margin" w:tblpY="98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761EC0" w:rsidRPr="00B64CB1" w14:paraId="72A2A365" w14:textId="77777777" w:rsidTr="008564FE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F0B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t>Cotraitant 2</w:t>
            </w:r>
          </w:p>
        </w:tc>
      </w:tr>
      <w:tr w:rsidR="00761EC0" w:rsidRPr="00B64CB1" w14:paraId="2E23517E" w14:textId="77777777" w:rsidTr="008564FE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3458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9B1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904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917D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46BD5FA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1AD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F880" w14:textId="06C8C9D0" w:rsidR="00761EC0" w:rsidRPr="00B64CB1" w:rsidRDefault="00761EC0" w:rsidP="008564FE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3D4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8095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497E0A44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C39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734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F6B2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702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2AEE1D6A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AFD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29C7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9D83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B3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47D14177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459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D89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F26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30EF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6B526E8F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4D1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05E6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25B7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C2AC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CDE5820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8425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982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6DC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95CE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3C2DDE04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7724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8FA6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C94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D22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2405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A0E5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BC5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EBB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6EF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0A3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018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633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562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BEC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9D4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51E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8219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CA90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6B002EA2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232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92D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B615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1ACD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44402AC8" w14:textId="77777777" w:rsidTr="008564FE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9F32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64E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5D92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378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78B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8DD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98C5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A66B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296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435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04D7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9183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3AA9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5035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D937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DDBB93A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049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39599510" w14:textId="77777777" w:rsidTr="008564FE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DB6E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F2ED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49CF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56AD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FC6A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45F0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DE35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72DC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4662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0338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6570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67BC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7EE1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4DB6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2582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CF10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7E5C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7A2F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2DD9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C45E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3349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4839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99E7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1D85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5144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730F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D8F4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D743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F9C3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90C6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E83A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D26C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6B35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A9F8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66A6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D27B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05195E1B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84AC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1A01637" w14:textId="77777777" w:rsidTr="008564FE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BF2E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1BA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8C04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5C2E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3FB7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266A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8385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6DD4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43EB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7D73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2AC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EE1C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93B7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AC42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40566" w14:textId="77777777" w:rsidR="00761EC0" w:rsidRPr="00B64CB1" w:rsidRDefault="00761EC0" w:rsidP="008564FE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61EC0" w:rsidRPr="00B64CB1" w14:paraId="21ECDECF" w14:textId="77777777" w:rsidTr="008564FE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EEA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8E9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E63F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C418422" w14:textId="77777777" w:rsidR="00761EC0" w:rsidRPr="00B64CB1" w:rsidRDefault="00761EC0" w:rsidP="00761EC0">
      <w:pPr>
        <w:pStyle w:val="Paragraphe"/>
        <w:spacing w:before="240"/>
        <w:rPr>
          <w:sz w:val="2"/>
          <w:szCs w:val="2"/>
        </w:rPr>
      </w:pP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761EC0" w:rsidRPr="00B64CB1" w14:paraId="227E2D97" w14:textId="77777777" w:rsidTr="008564FE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6D96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t>Cotraitant 3</w:t>
            </w:r>
          </w:p>
        </w:tc>
      </w:tr>
      <w:tr w:rsidR="00761EC0" w:rsidRPr="00B64CB1" w14:paraId="170FF8B2" w14:textId="77777777" w:rsidTr="008564FE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7BB0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6FE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4179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5B5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41D4DD16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8C7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CCBB4" w14:textId="047C414D" w:rsidR="00761EC0" w:rsidRPr="00B64CB1" w:rsidRDefault="00761EC0" w:rsidP="008564FE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8D8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9B4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659BD317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271F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B6D9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9328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F64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08376A6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F64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D718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5EA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E3E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3C5D8395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897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52E7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405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B49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590C0990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DC19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D59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AE8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1BB5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D4FD05F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ABC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FD8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783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7F7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0B6A33FD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D74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4A7E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AB63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D3FA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258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44B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B314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A87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0D89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29F2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17EA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3B4F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3BD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B37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DFE6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3F3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2F8F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F8F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4ECA1A1B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927F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B56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105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0535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53CEB7CF" w14:textId="77777777" w:rsidTr="008564FE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4E0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5D8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FA3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87E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F7F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8DA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863A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21D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10DB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773E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54F2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9C7B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3ED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1CF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B2B0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0AF013C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5B3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6ED149E3" w14:textId="77777777" w:rsidTr="008564FE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F3EF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FD11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62CA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B40A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C45F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52C3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EDE4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2138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3CB5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C329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D222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4B3A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B91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8C1D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1DD3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0DEC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F309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6EDF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3D48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E0B6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9252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2E06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7685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BCAA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9F66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DCA4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6950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0426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1265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9A4C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4900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6864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9556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E894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4D3B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BD1E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1244136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83A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0C9E0834" w14:textId="77777777" w:rsidTr="008564FE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ABD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ABD8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6CCB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9A54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5C82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BEDE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1EB0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1D23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A790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29EE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59ED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C538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E75A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5812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8B96B" w14:textId="77777777" w:rsidR="00761EC0" w:rsidRPr="00B64CB1" w:rsidRDefault="00761EC0" w:rsidP="008564FE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61EC0" w:rsidRPr="00B64CB1" w14:paraId="0EA1BEE8" w14:textId="77777777" w:rsidTr="008564FE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6D9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0E96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083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tbl>
      <w:tblPr>
        <w:tblpPr w:leftFromText="141" w:rightFromText="141" w:vertAnchor="text" w:horzAnchor="margin" w:tblpY="156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761EC0" w:rsidRPr="00B64CB1" w14:paraId="2E4DE6B4" w14:textId="77777777" w:rsidTr="008564FE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76D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t>Cotraitant 4</w:t>
            </w:r>
          </w:p>
        </w:tc>
      </w:tr>
      <w:tr w:rsidR="00761EC0" w:rsidRPr="00B64CB1" w14:paraId="025178FE" w14:textId="77777777" w:rsidTr="008564FE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856B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783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48AA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81D1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693E6459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563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F000" w14:textId="4A8F3615" w:rsidR="00761EC0" w:rsidRPr="00B64CB1" w:rsidRDefault="00761EC0" w:rsidP="008564FE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D1B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6F3A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1A23862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8EE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6B2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5F5C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FD7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3F849EFA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018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8C67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1E4B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4B5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DFEC66B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AA3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188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12B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D33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6B6F4646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EC8F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1951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22F0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33A4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277558DB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7EA2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FA3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C32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8B9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90A1429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8F1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454C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50D9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735A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C1F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5A4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AF8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EEC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1A08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763C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ADCB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2777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6E1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625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3725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E33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7FD8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60D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5C420EFB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216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1D18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AD2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FF0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E7DC21C" w14:textId="77777777" w:rsidTr="008564FE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8B2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141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75D6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6B78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B3C4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3B31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CFB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FDFF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01F4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D067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DDFF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E82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8BD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1B4C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218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64C6504F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AC9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3A6DB594" w14:textId="77777777" w:rsidTr="008564FE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3C1A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5DD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2CF9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2815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8A3E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4785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A380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4B09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6C22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4435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8384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39CF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A5B4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D2DB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01E7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DE2F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A1EC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BF02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971E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2402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4886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13BD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1AD4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2490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8542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1487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4DC9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F2F8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FEB8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B291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4B7D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D947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464A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63DF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360A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0BF0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141BCEF1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CB8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56F6D4ED" w14:textId="77777777" w:rsidTr="008564FE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E9F5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768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A41A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4B1D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7D56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2CF1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0B80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076E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E42A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FC62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0A21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694B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2D8F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B2C7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5A0CE" w14:textId="77777777" w:rsidR="00761EC0" w:rsidRPr="00B64CB1" w:rsidRDefault="00761EC0" w:rsidP="008564FE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61EC0" w:rsidRPr="00B64CB1" w14:paraId="49BEBE7C" w14:textId="77777777" w:rsidTr="008564FE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7CF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EB72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5F4D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59E87EB" w14:textId="77777777" w:rsidR="00761EC0" w:rsidRPr="00B64CB1" w:rsidRDefault="00761EC0" w:rsidP="00761EC0">
      <w:pPr>
        <w:pStyle w:val="Paragraphe"/>
        <w:spacing w:before="240"/>
        <w:rPr>
          <w:sz w:val="2"/>
          <w:szCs w:val="2"/>
        </w:rPr>
      </w:pPr>
    </w:p>
    <w:tbl>
      <w:tblPr>
        <w:tblpPr w:leftFromText="141" w:rightFromText="141" w:vertAnchor="text" w:horzAnchor="margin" w:tblpYSpec="bottom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761EC0" w:rsidRPr="00B64CB1" w14:paraId="79C3FA54" w14:textId="77777777" w:rsidTr="008564FE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1194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64CB1">
              <w:rPr>
                <w:b/>
                <w:bCs/>
                <w:sz w:val="22"/>
                <w:szCs w:val="22"/>
              </w:rPr>
              <w:lastRenderedPageBreak/>
              <w:t>Cotraitant 5</w:t>
            </w:r>
          </w:p>
        </w:tc>
      </w:tr>
      <w:tr w:rsidR="00761EC0" w:rsidRPr="00B64CB1" w14:paraId="60EE6DCA" w14:textId="77777777" w:rsidTr="008564FE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76F8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C0E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013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A3D4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399CDE4D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6CEC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76D73" w14:textId="5DDE845C" w:rsidR="00761EC0" w:rsidRPr="00B64CB1" w:rsidRDefault="00761EC0" w:rsidP="008564FE">
            <w:pPr>
              <w:pStyle w:val="Standard"/>
              <w:keepNext/>
              <w:keepLines/>
              <w:snapToGrid w:val="0"/>
            </w:pPr>
            <w:r w:rsidRPr="00B64CB1">
              <w:rPr>
                <w:sz w:val="20"/>
                <w:szCs w:val="20"/>
              </w:rPr>
              <w:t>Compte ouvert à 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C7B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A9C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49A8B9A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9089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444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532E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E96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B277809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9C1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FB3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1C7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FE74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3760A658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DFC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A1F3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BB8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F52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07310636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5B4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ABE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585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E13F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2433C55D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7F57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E59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FE1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8F1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AD30D25" w14:textId="77777777" w:rsidTr="008564FE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451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82E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21DF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F66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0A24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FA93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A4CE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628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E33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054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737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AEE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666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384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6C4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5EF5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50C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7AA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0306D05B" w14:textId="77777777" w:rsidTr="008564FE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3D8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2BE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DF7D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B78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C6A97EF" w14:textId="77777777" w:rsidTr="008564FE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3D9A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7DAF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FA54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59B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EC8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382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075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6B2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62D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1B1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14C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5A3BC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440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AD7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1724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460F4DE0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B33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0D6C5EAA" w14:textId="77777777" w:rsidTr="008564FE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5EB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E8D1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A50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349E0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5D6A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90BC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4B65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40F8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4ABD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17CB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9A2D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8D45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6FD5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12C5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E377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24C0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BC88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8423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16F7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E954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2A01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4422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AF46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E5D7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4A6D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0CB82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C38C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B228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9698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1D52E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C12A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4CC2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8466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11E7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B185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1CE1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52401DE5" w14:textId="77777777" w:rsidTr="008564FE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617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</w:tr>
      <w:tr w:rsidR="00761EC0" w:rsidRPr="00B64CB1" w14:paraId="78830F74" w14:textId="77777777" w:rsidTr="008564FE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CA37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424D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D3EC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C74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FC291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7EB2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4ECAB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82A4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A843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F0214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F99C6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B18F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9CC58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11553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BE453" w14:textId="77777777" w:rsidR="00761EC0" w:rsidRPr="00B64CB1" w:rsidRDefault="00761EC0" w:rsidP="008564FE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61EC0" w:rsidRPr="00B64CB1" w14:paraId="4D4DC77B" w14:textId="77777777" w:rsidTr="008564FE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C409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6085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07A3A" w14:textId="77777777" w:rsidR="00761EC0" w:rsidRPr="00B64CB1" w:rsidRDefault="00761EC0" w:rsidP="008564F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CF99387" w14:textId="6324C8B6" w:rsidR="00761EC0" w:rsidRPr="00B64CB1" w:rsidRDefault="00761EC0" w:rsidP="00DD305F">
      <w:pPr>
        <w:pStyle w:val="Paragraphe"/>
        <w:spacing w:before="240"/>
      </w:pPr>
      <w:r w:rsidRPr="00B64CB1">
        <w:t xml:space="preserve">Toutefois, </w:t>
      </w:r>
      <w:r w:rsidR="00AA1628" w:rsidRPr="00B64CB1">
        <w:t>l</w:t>
      </w:r>
      <w:r w:rsidR="00786873">
        <w:t>’</w:t>
      </w:r>
      <w:r w:rsidR="00AA1628" w:rsidRPr="00B64CB1">
        <w:t>acheteur</w:t>
      </w:r>
      <w:r w:rsidRPr="00B64CB1">
        <w:t xml:space="preserve"> se libèrera des sommes dues aux sous-traitants payés directement en en faisant porter les montants au crédit des comptes désignés dans les annexes, les avenants ou les actes spéciaux.</w:t>
      </w:r>
    </w:p>
    <w:p w14:paraId="3F304957" w14:textId="0785CD1C" w:rsidR="00A62BF2" w:rsidRPr="00B64CB1" w:rsidRDefault="001A19CD">
      <w:pPr>
        <w:pStyle w:val="Paragraphe"/>
        <w:keepNext/>
        <w:ind w:left="-284"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Prestataire unique</w:t>
      </w:r>
    </w:p>
    <w:p w14:paraId="3A7A533E" w14:textId="77777777" w:rsidR="00A62BF2" w:rsidRPr="00B64CB1" w:rsidRDefault="001A19CD">
      <w:pPr>
        <w:pStyle w:val="Standard"/>
        <w:keepNext/>
        <w:spacing w:before="240"/>
        <w:rPr>
          <w:sz w:val="20"/>
          <w:szCs w:val="20"/>
        </w:rPr>
      </w:pPr>
      <w:r w:rsidRPr="00B64CB1">
        <w:rPr>
          <w:sz w:val="20"/>
          <w:szCs w:val="20"/>
        </w:rPr>
        <w:t>Le prestataire désigné ci-devant :</w:t>
      </w:r>
    </w:p>
    <w:p w14:paraId="01D833B0" w14:textId="4870C28A" w:rsidR="00A62BF2" w:rsidRPr="00B64CB1" w:rsidRDefault="001A19CD">
      <w:pPr>
        <w:pStyle w:val="Paragraphe"/>
        <w:keepNext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refuse</w:t>
      </w:r>
      <w:r w:rsidRPr="00B64CB1">
        <w:t xml:space="preserve"> de percevoir l</w:t>
      </w:r>
      <w:r w:rsidR="00786873">
        <w:t>’</w:t>
      </w:r>
      <w:r w:rsidRPr="00B64CB1">
        <w:t>avance prévue à l</w:t>
      </w:r>
      <w:r w:rsidR="00786873">
        <w:t>’</w:t>
      </w:r>
      <w:r w:rsidRPr="00B64CB1">
        <w:t xml:space="preserve">article </w:t>
      </w:r>
      <w:r w:rsidR="00761EC0" w:rsidRPr="00B64CB1">
        <w:t>11</w:t>
      </w:r>
      <w:r w:rsidR="00427DF9" w:rsidRPr="00B64CB1">
        <w:t>–</w:t>
      </w:r>
      <w:r w:rsidRPr="00B64CB1">
        <w:t>2 du CC</w:t>
      </w:r>
      <w:r w:rsidR="00761EC0" w:rsidRPr="00B64CB1">
        <w:t>A</w:t>
      </w:r>
      <w:r w:rsidRPr="00B64CB1">
        <w:t>P.</w:t>
      </w:r>
    </w:p>
    <w:p w14:paraId="3F8EED3F" w14:textId="5920EA96" w:rsidR="00761EC0" w:rsidRPr="00B64CB1" w:rsidRDefault="001A19CD" w:rsidP="008511DF">
      <w:pPr>
        <w:pStyle w:val="Paragraphe"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ne refuse pas</w:t>
      </w:r>
      <w:r w:rsidRPr="00B64CB1">
        <w:t xml:space="preserve"> de percevoir l</w:t>
      </w:r>
      <w:r w:rsidR="00786873">
        <w:t>’</w:t>
      </w:r>
      <w:r w:rsidRPr="00B64CB1">
        <w:t>avance prévue à l</w:t>
      </w:r>
      <w:r w:rsidR="00786873">
        <w:t>’</w:t>
      </w:r>
      <w:r w:rsidRPr="00B64CB1">
        <w:t xml:space="preserve">article </w:t>
      </w:r>
      <w:r w:rsidR="00761EC0" w:rsidRPr="00B64CB1">
        <w:t>11</w:t>
      </w:r>
      <w:r w:rsidR="00427DF9" w:rsidRPr="00B64CB1">
        <w:t>–</w:t>
      </w:r>
      <w:r w:rsidR="00761EC0" w:rsidRPr="00B64CB1">
        <w:t>2</w:t>
      </w:r>
      <w:r w:rsidRPr="00B64CB1">
        <w:t xml:space="preserve"> du CC</w:t>
      </w:r>
      <w:r w:rsidR="00761EC0" w:rsidRPr="00B64CB1">
        <w:t>A</w:t>
      </w:r>
      <w:r w:rsidRPr="00B64CB1">
        <w:t>P.</w:t>
      </w:r>
    </w:p>
    <w:p w14:paraId="69305021" w14:textId="5DEAA475" w:rsidR="00761EC0" w:rsidRPr="00B64CB1" w:rsidRDefault="00761EC0" w:rsidP="00761EC0">
      <w:pPr>
        <w:pStyle w:val="Paragraphe"/>
        <w:keepNext/>
        <w:spacing w:after="240"/>
        <w:ind w:left="-284"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761EC0" w:rsidRPr="00B64CB1" w14:paraId="46BF5C57" w14:textId="77777777" w:rsidTr="00761EC0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D7EFA05" w14:textId="5C6E29E4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b/>
                <w:sz w:val="22"/>
                <w:szCs w:val="22"/>
              </w:rPr>
            </w:pPr>
            <w:r w:rsidRPr="00B64CB1">
              <w:rPr>
                <w:b/>
                <w:sz w:val="22"/>
                <w:szCs w:val="22"/>
              </w:rPr>
              <w:t>N</w:t>
            </w:r>
            <w:r w:rsidRPr="00B64CB1">
              <w:rPr>
                <w:b/>
                <w:sz w:val="22"/>
                <w:szCs w:val="22"/>
                <w:vertAlign w:val="superscript"/>
              </w:rPr>
              <w:t>o</w:t>
            </w:r>
            <w:r w:rsidRPr="00B64CB1">
              <w:rPr>
                <w:b/>
                <w:sz w:val="22"/>
                <w:szCs w:val="22"/>
              </w:rPr>
              <w:t xml:space="preserve">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B4A9193" w14:textId="156DB09F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b/>
                <w:sz w:val="22"/>
                <w:szCs w:val="22"/>
              </w:rPr>
            </w:pPr>
            <w:r w:rsidRPr="00B64CB1">
              <w:rPr>
                <w:b/>
                <w:sz w:val="22"/>
                <w:szCs w:val="22"/>
              </w:rPr>
              <w:t>Avance prévue à l</w:t>
            </w:r>
            <w:r w:rsidR="00786873">
              <w:rPr>
                <w:b/>
                <w:sz w:val="22"/>
                <w:szCs w:val="22"/>
              </w:rPr>
              <w:t>’</w:t>
            </w:r>
            <w:r w:rsidRPr="00B64CB1">
              <w:rPr>
                <w:b/>
                <w:sz w:val="22"/>
                <w:szCs w:val="22"/>
              </w:rPr>
              <w:t>article 11–2 du CCAP</w:t>
            </w:r>
          </w:p>
        </w:tc>
      </w:tr>
      <w:tr w:rsidR="00761EC0" w:rsidRPr="00B64CB1" w14:paraId="6D421590" w14:textId="77777777" w:rsidTr="00761EC0">
        <w:trPr>
          <w:jc w:val="center"/>
        </w:trPr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6464854" w14:textId="77777777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151865F" w14:textId="497875E6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F9CCBC4" w14:textId="2F1C5153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  <w:tr w:rsidR="00761EC0" w:rsidRPr="00B64CB1" w14:paraId="11FA6E29" w14:textId="77777777" w:rsidTr="00761EC0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B421CCB" w14:textId="77777777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2574560" w14:textId="0011D328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90D6577" w14:textId="7FF68369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  <w:tr w:rsidR="00761EC0" w:rsidRPr="00B64CB1" w14:paraId="270E74F8" w14:textId="77777777" w:rsidTr="00761EC0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F60CBF9" w14:textId="77777777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F7DE852" w14:textId="15232CFE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C467BF7" w14:textId="551CA48A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  <w:tr w:rsidR="00761EC0" w:rsidRPr="00B64CB1" w14:paraId="41208E67" w14:textId="77777777" w:rsidTr="00761EC0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0AA1772" w14:textId="77777777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85269F3" w14:textId="389C1BD8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CB75ABC" w14:textId="11CCCE0A" w:rsidR="00761EC0" w:rsidRPr="00B64CB1" w:rsidRDefault="00761EC0" w:rsidP="00761EC0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  <w:tr w:rsidR="00761EC0" w:rsidRPr="00B64CB1" w14:paraId="680C1FBD" w14:textId="77777777" w:rsidTr="00761EC0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903D06D" w14:textId="77777777" w:rsidR="00761EC0" w:rsidRPr="00B64CB1" w:rsidRDefault="00761EC0" w:rsidP="00761EC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25F9241" w14:textId="72CA623E" w:rsidR="00761EC0" w:rsidRPr="00B64CB1" w:rsidRDefault="00761EC0" w:rsidP="00761EC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77AAB57" w14:textId="0DF4D82D" w:rsidR="00761EC0" w:rsidRPr="00B64CB1" w:rsidRDefault="00761EC0" w:rsidP="00761EC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</w:tbl>
    <w:p w14:paraId="0B055001" w14:textId="610F6A5F" w:rsidR="00761EC0" w:rsidRPr="00B64CB1" w:rsidRDefault="00761EC0" w:rsidP="008511DF">
      <w:pPr>
        <w:pStyle w:val="Paragraphe"/>
        <w:keepNext/>
        <w:spacing w:before="240" w:after="240"/>
        <w:ind w:left="-284"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761EC0" w:rsidRPr="00B64CB1" w14:paraId="52A45034" w14:textId="77777777" w:rsidTr="008564FE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5DAF1B4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b/>
                <w:sz w:val="22"/>
                <w:szCs w:val="22"/>
              </w:rPr>
            </w:pPr>
            <w:r w:rsidRPr="00B64CB1">
              <w:rPr>
                <w:b/>
                <w:sz w:val="22"/>
                <w:szCs w:val="22"/>
              </w:rPr>
              <w:t>N</w:t>
            </w:r>
            <w:r w:rsidRPr="00B64CB1">
              <w:rPr>
                <w:b/>
                <w:sz w:val="22"/>
                <w:szCs w:val="22"/>
                <w:vertAlign w:val="superscript"/>
              </w:rPr>
              <w:t>o</w:t>
            </w:r>
            <w:r w:rsidRPr="00B64CB1">
              <w:rPr>
                <w:b/>
                <w:sz w:val="22"/>
                <w:szCs w:val="22"/>
              </w:rPr>
              <w:t xml:space="preserve">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B778133" w14:textId="0037FF10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b/>
                <w:sz w:val="22"/>
                <w:szCs w:val="22"/>
              </w:rPr>
            </w:pPr>
            <w:r w:rsidRPr="00B64CB1">
              <w:rPr>
                <w:b/>
                <w:sz w:val="22"/>
                <w:szCs w:val="22"/>
              </w:rPr>
              <w:t>Avance prévue à l</w:t>
            </w:r>
            <w:r w:rsidR="00786873">
              <w:rPr>
                <w:b/>
                <w:sz w:val="22"/>
                <w:szCs w:val="22"/>
              </w:rPr>
              <w:t>’</w:t>
            </w:r>
            <w:r w:rsidRPr="00B64CB1">
              <w:rPr>
                <w:b/>
                <w:sz w:val="22"/>
                <w:szCs w:val="22"/>
              </w:rPr>
              <w:t>article 11–2 du CCAP</w:t>
            </w:r>
          </w:p>
        </w:tc>
      </w:tr>
      <w:tr w:rsidR="00761EC0" w:rsidRPr="00B64CB1" w14:paraId="48685E76" w14:textId="77777777" w:rsidTr="008564FE">
        <w:trPr>
          <w:jc w:val="center"/>
        </w:trPr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4A5AA18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27B0DF8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5D3C63A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  <w:tr w:rsidR="00761EC0" w:rsidRPr="00B64CB1" w14:paraId="0C1BCAAB" w14:textId="77777777" w:rsidTr="008564FE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6FCA1F7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4DE7D6A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67E0893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  <w:tr w:rsidR="00761EC0" w:rsidRPr="00B64CB1" w14:paraId="45AB8853" w14:textId="77777777" w:rsidTr="008564FE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13ABEBE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5B43079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CB48DAA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  <w:tr w:rsidR="00761EC0" w:rsidRPr="00B64CB1" w14:paraId="44C3B293" w14:textId="77777777" w:rsidTr="008564FE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099C2A0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5CC523D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A7BA709" w14:textId="77777777" w:rsidR="00761EC0" w:rsidRPr="00B64CB1" w:rsidRDefault="00761EC0" w:rsidP="008564FE">
            <w:pPr>
              <w:pStyle w:val="Standard"/>
              <w:keepNext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  <w:tr w:rsidR="00761EC0" w:rsidRPr="00B64CB1" w14:paraId="79111E3E" w14:textId="77777777" w:rsidTr="008564FE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2A694FC" w14:textId="77777777" w:rsidR="00761EC0" w:rsidRPr="00B64CB1" w:rsidRDefault="00761EC0" w:rsidP="008564F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BAE4A61" w14:textId="77777777" w:rsidR="00761EC0" w:rsidRPr="00B64CB1" w:rsidRDefault="00761EC0" w:rsidP="008564F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8686C58" w14:textId="77777777" w:rsidR="00761EC0" w:rsidRPr="00B64CB1" w:rsidRDefault="00761EC0" w:rsidP="008564FE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B64CB1">
              <w:rPr>
                <w:rFonts w:ascii="Wingdings, Symbol" w:hAnsi="Wingdings, Symbol"/>
                <w:sz w:val="20"/>
                <w:szCs w:val="20"/>
              </w:rPr>
              <w:t>q</w:t>
            </w:r>
            <w:r w:rsidRPr="00B64CB1">
              <w:rPr>
                <w:sz w:val="20"/>
                <w:szCs w:val="20"/>
              </w:rPr>
              <w:t xml:space="preserve"> ne refusent pas de la percevoir</w:t>
            </w:r>
          </w:p>
        </w:tc>
      </w:tr>
    </w:tbl>
    <w:p w14:paraId="068CAAA1" w14:textId="1A11617E" w:rsidR="00761EC0" w:rsidRPr="00B64CB1" w:rsidRDefault="00761EC0" w:rsidP="00761EC0">
      <w:pPr>
        <w:pStyle w:val="Titre1"/>
        <w:rPr>
          <w:rFonts w:ascii="Times New Roman" w:eastAsia="Arial Unicode MS" w:hAnsi="Times New Roman" w:cs="Tahoma"/>
        </w:rPr>
      </w:pPr>
      <w:bookmarkStart w:id="36" w:name="_Toc201659972"/>
      <w:r w:rsidRPr="00B64CB1">
        <w:rPr>
          <w:rFonts w:eastAsia="Arial Unicode MS"/>
        </w:rPr>
        <w:lastRenderedPageBreak/>
        <w:t>Insertion professionnelle des publics en difficulté</w:t>
      </w:r>
      <w:bookmarkEnd w:id="36"/>
    </w:p>
    <w:p w14:paraId="5D7A8F4B" w14:textId="1A6D0BB1" w:rsidR="00761EC0" w:rsidRPr="00B64CB1" w:rsidRDefault="00761EC0" w:rsidP="00761EC0">
      <w:pPr>
        <w:pStyle w:val="Paragraphe"/>
        <w:rPr>
          <w:rFonts w:eastAsia="Arial Unicode MS"/>
        </w:rPr>
      </w:pPr>
      <w:r w:rsidRPr="00B64CB1">
        <w:t>Après avoir pris connaissance du cahier des clauses administratives particulières et notamment l</w:t>
      </w:r>
      <w:r w:rsidR="00786873">
        <w:t>’</w:t>
      </w:r>
      <w:r w:rsidRPr="00B64CB1">
        <w:t>article N° 9 relatif à l</w:t>
      </w:r>
      <w:r w:rsidR="00786873">
        <w:t>’</w:t>
      </w:r>
      <w:r w:rsidRPr="00B64CB1">
        <w:t>action obligatoire d</w:t>
      </w:r>
      <w:r w:rsidR="00786873">
        <w:t>’</w:t>
      </w:r>
      <w:r w:rsidRPr="00B64CB1">
        <w:t>insertion,</w:t>
      </w:r>
    </w:p>
    <w:p w14:paraId="41D821EA" w14:textId="448DEE92" w:rsidR="00761EC0" w:rsidRPr="00B64CB1" w:rsidRDefault="00761EC0" w:rsidP="00761EC0">
      <w:pPr>
        <w:pStyle w:val="Paragraphe"/>
        <w:ind w:left="567" w:hanging="567"/>
      </w:pPr>
      <w:r w:rsidRPr="00B64CB1">
        <w:rPr>
          <w:rFonts w:ascii="Wingdings, Symbol" w:hAnsi="Wingdings, Symbol"/>
        </w:rPr>
        <w:t>q</w:t>
      </w:r>
      <w:r w:rsidRPr="00B64CB1">
        <w:rPr>
          <w:sz w:val="36"/>
        </w:rPr>
        <w:t xml:space="preserve"> </w:t>
      </w:r>
      <w:r w:rsidRPr="00B64CB1">
        <w:rPr>
          <w:b/>
          <w:u w:val="single"/>
        </w:rPr>
        <w:t>m</w:t>
      </w:r>
      <w:r w:rsidR="00786873">
        <w:rPr>
          <w:b/>
          <w:u w:val="single"/>
        </w:rPr>
        <w:t>’</w:t>
      </w:r>
      <w:r w:rsidRPr="00B64CB1">
        <w:rPr>
          <w:b/>
          <w:u w:val="single"/>
        </w:rPr>
        <w:t>engage</w:t>
      </w:r>
      <w:r w:rsidRPr="00B64CB1">
        <w:t xml:space="preserve"> sans réserve, à :</w:t>
      </w:r>
    </w:p>
    <w:p w14:paraId="1B99D68A" w14:textId="4ED9369C" w:rsidR="00761EC0" w:rsidRPr="00B64CB1" w:rsidRDefault="00761EC0" w:rsidP="001269EC">
      <w:pPr>
        <w:pStyle w:val="Paragraphe"/>
        <w:numPr>
          <w:ilvl w:val="0"/>
          <w:numId w:val="31"/>
        </w:numPr>
        <w:spacing w:before="120" w:after="0"/>
        <w:textAlignment w:val="auto"/>
      </w:pPr>
      <w:r w:rsidRPr="00B64CB1">
        <w:t>réserver, dans l</w:t>
      </w:r>
      <w:r w:rsidR="00786873">
        <w:t>’</w:t>
      </w:r>
      <w:r w:rsidRPr="00B64CB1">
        <w:t>exécution du présent marché, un nombre d</w:t>
      </w:r>
      <w:r w:rsidR="00786873">
        <w:t>’</w:t>
      </w:r>
      <w:r w:rsidRPr="00B64CB1">
        <w:t>heures de travail au moins égal à celui indiqué à l</w:t>
      </w:r>
      <w:r w:rsidR="00786873">
        <w:t>’</w:t>
      </w:r>
      <w:r w:rsidRPr="00B64CB1">
        <w:t>article 9–1.2. du cahier des clauses administratives particulières à des personnes rencontrant des difficultés sociales ou professionnelles particulières ;</w:t>
      </w:r>
    </w:p>
    <w:p w14:paraId="77C83F60" w14:textId="62961485" w:rsidR="00761EC0" w:rsidRPr="00B64CB1" w:rsidRDefault="00761EC0" w:rsidP="001269EC">
      <w:pPr>
        <w:pStyle w:val="Paragraphe"/>
        <w:numPr>
          <w:ilvl w:val="0"/>
          <w:numId w:val="31"/>
        </w:numPr>
        <w:spacing w:before="120" w:after="0"/>
        <w:textAlignment w:val="auto"/>
      </w:pPr>
      <w:r w:rsidRPr="00B64CB1">
        <w:t>prendre l</w:t>
      </w:r>
      <w:r w:rsidR="00786873">
        <w:t>’</w:t>
      </w:r>
      <w:r w:rsidRPr="00B64CB1">
        <w:t xml:space="preserve">attache </w:t>
      </w:r>
      <w:r w:rsidRPr="00B64CB1">
        <w:rPr>
          <w:rFonts w:cs="Times New Roman"/>
          <w:iCs/>
        </w:rPr>
        <w:t>de l</w:t>
      </w:r>
      <w:r w:rsidR="00786873">
        <w:rPr>
          <w:rFonts w:cs="Times New Roman"/>
          <w:iCs/>
        </w:rPr>
        <w:t>’</w:t>
      </w:r>
      <w:r w:rsidRPr="00B64CB1">
        <w:rPr>
          <w:rFonts w:cs="Times New Roman"/>
          <w:iCs/>
        </w:rPr>
        <w:t>EPEC, facilitateur désigné par le pouvoir adjudicateur</w:t>
      </w:r>
      <w:r w:rsidRPr="00B64CB1">
        <w:t>, afin de préciser ou de définir les modalités de mise en œuvre des clauses sociales. Un plan d</w:t>
      </w:r>
      <w:r w:rsidR="00786873">
        <w:t>’</w:t>
      </w:r>
      <w:r w:rsidRPr="00B64CB1">
        <w:t>action pourra être élaboré à cet effet avec l</w:t>
      </w:r>
      <w:r w:rsidR="00786873">
        <w:t>’</w:t>
      </w:r>
      <w:r w:rsidRPr="00B64CB1">
        <w:t>accompagnement du facilitateur et validé par l</w:t>
      </w:r>
      <w:r w:rsidR="00786873">
        <w:t>’</w:t>
      </w:r>
      <w:r w:rsidRPr="00B64CB1">
        <w:t>EPEC ;</w:t>
      </w:r>
    </w:p>
    <w:p w14:paraId="58343E82" w14:textId="4C0E3A0E" w:rsidR="00761EC0" w:rsidRPr="00B64CB1" w:rsidRDefault="00761EC0" w:rsidP="001269EC">
      <w:pPr>
        <w:pStyle w:val="Paragraphe"/>
        <w:numPr>
          <w:ilvl w:val="0"/>
          <w:numId w:val="31"/>
        </w:numPr>
        <w:spacing w:before="120"/>
        <w:textAlignment w:val="auto"/>
      </w:pPr>
      <w:r w:rsidRPr="00B64CB1">
        <w:t>fournir à la demande du pouvoir adjudicateur et dans un délai qui me sera imparti, toutes informations utiles à l</w:t>
      </w:r>
      <w:r w:rsidR="00786873">
        <w:t>’</w:t>
      </w:r>
      <w:r w:rsidRPr="00B64CB1">
        <w:t>appréciation de la réalisation de l</w:t>
      </w:r>
      <w:r w:rsidR="00786873">
        <w:t>’</w:t>
      </w:r>
      <w:r w:rsidRPr="00B64CB1">
        <w:t>action d</w:t>
      </w:r>
      <w:r w:rsidR="00786873">
        <w:t>’</w:t>
      </w:r>
      <w:r w:rsidRPr="00B64CB1">
        <w:t>insertion.</w:t>
      </w:r>
    </w:p>
    <w:p w14:paraId="674EEC26" w14:textId="0037F59C" w:rsidR="00761EC0" w:rsidRPr="00B64CB1" w:rsidRDefault="00761EC0" w:rsidP="00761EC0">
      <w:pPr>
        <w:pStyle w:val="Paragraphe"/>
      </w:pPr>
      <w:r w:rsidRPr="00B64CB1">
        <w:rPr>
          <w:rFonts w:ascii="Wingdings, Symbol" w:hAnsi="Wingdings, Symbol"/>
        </w:rPr>
        <w:t>q</w:t>
      </w:r>
      <w:r w:rsidRPr="00B64CB1">
        <w:t xml:space="preserve"> </w:t>
      </w:r>
      <w:r w:rsidRPr="00B64CB1">
        <w:rPr>
          <w:b/>
          <w:bCs/>
          <w:u w:val="single"/>
        </w:rPr>
        <w:t>nous engageons</w:t>
      </w:r>
      <w:r w:rsidRPr="00B64CB1">
        <w:t xml:space="preserve"> sans réserve, en tant que cotraitants </w:t>
      </w:r>
      <w:r w:rsidRPr="00B64CB1">
        <w:rPr>
          <w:b/>
          <w:bCs/>
        </w:rPr>
        <w:t>groupés solidaires</w:t>
      </w:r>
      <w:r w:rsidRPr="00B64CB1">
        <w:t>, représentés par :</w:t>
      </w:r>
    </w:p>
    <w:p w14:paraId="59C64F5C" w14:textId="77777777" w:rsidR="00761EC0" w:rsidRPr="00B64CB1" w:rsidRDefault="00761EC0" w:rsidP="00761EC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</w:pPr>
    </w:p>
    <w:p w14:paraId="27DF694B" w14:textId="77777777" w:rsidR="00761EC0" w:rsidRPr="00B64CB1" w:rsidRDefault="00761EC0" w:rsidP="00761EC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</w:pPr>
    </w:p>
    <w:p w14:paraId="40D7392A" w14:textId="77777777" w:rsidR="00761EC0" w:rsidRPr="00B64CB1" w:rsidRDefault="00761EC0" w:rsidP="00761EC0">
      <w:pPr>
        <w:pStyle w:val="Paragraphe"/>
      </w:pPr>
      <w:r w:rsidRPr="00B64CB1">
        <w:t>mandataire du groupement, à :</w:t>
      </w:r>
    </w:p>
    <w:p w14:paraId="4AE2E275" w14:textId="67F34D46" w:rsidR="00761EC0" w:rsidRPr="00B64CB1" w:rsidRDefault="00761EC0" w:rsidP="001269EC">
      <w:pPr>
        <w:pStyle w:val="Paragraphe"/>
        <w:numPr>
          <w:ilvl w:val="0"/>
          <w:numId w:val="31"/>
        </w:numPr>
        <w:spacing w:before="120" w:after="0"/>
        <w:textAlignment w:val="auto"/>
      </w:pPr>
      <w:r w:rsidRPr="00B64CB1">
        <w:t>réserver, dans l</w:t>
      </w:r>
      <w:r w:rsidR="00786873">
        <w:t>’</w:t>
      </w:r>
      <w:r w:rsidRPr="00B64CB1">
        <w:t>exécution du présent marché, un nombre d</w:t>
      </w:r>
      <w:r w:rsidR="00786873">
        <w:t>’</w:t>
      </w:r>
      <w:r w:rsidRPr="00B64CB1">
        <w:t>heures de travail au moins égal à celui indiqué à l</w:t>
      </w:r>
      <w:r w:rsidR="00786873">
        <w:t>’</w:t>
      </w:r>
      <w:r w:rsidRPr="00B64CB1">
        <w:t>article 9–1.2. du cahier des clauses administratives particulières à des personnes rencontrant des difficultés sociales ou professionnelles particulières ;</w:t>
      </w:r>
    </w:p>
    <w:p w14:paraId="7D167A2B" w14:textId="68606798" w:rsidR="00761EC0" w:rsidRPr="00B64CB1" w:rsidRDefault="00761EC0" w:rsidP="001269EC">
      <w:pPr>
        <w:pStyle w:val="Paragraphe"/>
        <w:numPr>
          <w:ilvl w:val="0"/>
          <w:numId w:val="31"/>
        </w:numPr>
        <w:spacing w:before="120" w:after="0"/>
        <w:textAlignment w:val="auto"/>
      </w:pPr>
      <w:r w:rsidRPr="00B64CB1">
        <w:t>prendre l</w:t>
      </w:r>
      <w:r w:rsidR="00786873">
        <w:t>’</w:t>
      </w:r>
      <w:r w:rsidRPr="00B64CB1">
        <w:t xml:space="preserve">attache </w:t>
      </w:r>
      <w:r w:rsidRPr="00B64CB1">
        <w:rPr>
          <w:rFonts w:cs="Times New Roman"/>
          <w:iCs/>
        </w:rPr>
        <w:t>de l</w:t>
      </w:r>
      <w:r w:rsidR="00786873">
        <w:rPr>
          <w:rFonts w:cs="Times New Roman"/>
          <w:iCs/>
        </w:rPr>
        <w:t>’</w:t>
      </w:r>
      <w:r w:rsidRPr="00B64CB1">
        <w:rPr>
          <w:rFonts w:cs="Times New Roman"/>
          <w:iCs/>
        </w:rPr>
        <w:t>EPEC, facilitateur désigné par le pouvoir adjudicateur</w:t>
      </w:r>
      <w:r w:rsidRPr="00B64CB1">
        <w:t>, afin de préciser ou de définir les modalités de mise en œuvre des clauses sociales. Un plan d</w:t>
      </w:r>
      <w:r w:rsidR="00786873">
        <w:t>’</w:t>
      </w:r>
      <w:r w:rsidRPr="00B64CB1">
        <w:t>action pourra être élaboré à cet effet avec l</w:t>
      </w:r>
      <w:r w:rsidR="00786873">
        <w:t>’</w:t>
      </w:r>
      <w:r w:rsidRPr="00B64CB1">
        <w:t>accompagnement du facilitateur et validé par l</w:t>
      </w:r>
      <w:r w:rsidR="00786873">
        <w:t>’</w:t>
      </w:r>
      <w:r w:rsidRPr="00B64CB1">
        <w:t>EPEC ;</w:t>
      </w:r>
    </w:p>
    <w:p w14:paraId="6259B164" w14:textId="4C618520" w:rsidR="00761EC0" w:rsidRPr="00B64CB1" w:rsidRDefault="00761EC0" w:rsidP="001269EC">
      <w:pPr>
        <w:pStyle w:val="Paragraphe"/>
        <w:numPr>
          <w:ilvl w:val="0"/>
          <w:numId w:val="31"/>
        </w:numPr>
        <w:spacing w:before="120"/>
        <w:textAlignment w:val="auto"/>
      </w:pPr>
      <w:r w:rsidRPr="00B64CB1">
        <w:t>fournir à la demande du pouvoir adjudicateur et dans un délai qui me sera imparti, toutes informations utiles à l</w:t>
      </w:r>
      <w:r w:rsidR="00786873">
        <w:t>’</w:t>
      </w:r>
      <w:r w:rsidRPr="00B64CB1">
        <w:t>appréciation de la réalisation de l</w:t>
      </w:r>
      <w:r w:rsidR="00786873">
        <w:t>’</w:t>
      </w:r>
      <w:r w:rsidRPr="00B64CB1">
        <w:t>action d</w:t>
      </w:r>
      <w:r w:rsidR="00786873">
        <w:t>’</w:t>
      </w:r>
      <w:r w:rsidRPr="00B64CB1">
        <w:t>insertion.</w:t>
      </w:r>
    </w:p>
    <w:p w14:paraId="44786745" w14:textId="4ECF11FA" w:rsidR="00761EC0" w:rsidRPr="00B64CB1" w:rsidRDefault="00761EC0" w:rsidP="00761EC0">
      <w:pPr>
        <w:pStyle w:val="Paragraphe"/>
      </w:pPr>
      <w:r w:rsidRPr="00B64CB1">
        <w:rPr>
          <w:rFonts w:ascii="Wingdings, Symbol" w:hAnsi="Wingdings, Symbol"/>
        </w:rPr>
        <w:t>q</w:t>
      </w:r>
      <w:r w:rsidRPr="00B64CB1">
        <w:rPr>
          <w:sz w:val="36"/>
        </w:rPr>
        <w:t xml:space="preserve"> </w:t>
      </w:r>
      <w:r w:rsidRPr="00B64CB1">
        <w:rPr>
          <w:b/>
          <w:u w:val="single"/>
        </w:rPr>
        <w:t>nous engageons</w:t>
      </w:r>
      <w:r w:rsidRPr="00B64CB1">
        <w:t xml:space="preserve"> sans réserve, en tant que cotraitants </w:t>
      </w:r>
      <w:r w:rsidRPr="00B64CB1">
        <w:rPr>
          <w:b/>
        </w:rPr>
        <w:t>groupés conjoints</w:t>
      </w:r>
      <w:r w:rsidRPr="00B64CB1">
        <w:t>, représentés par :</w:t>
      </w:r>
    </w:p>
    <w:p w14:paraId="5A1E8C05" w14:textId="77777777" w:rsidR="00761EC0" w:rsidRPr="00B64CB1" w:rsidRDefault="00761EC0" w:rsidP="00761EC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</w:pPr>
    </w:p>
    <w:p w14:paraId="60EE805E" w14:textId="77777777" w:rsidR="00761EC0" w:rsidRPr="00B64CB1" w:rsidRDefault="00761EC0" w:rsidP="00761EC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</w:pPr>
    </w:p>
    <w:p w14:paraId="38BF8D36" w14:textId="77777777" w:rsidR="00761EC0" w:rsidRPr="00B64CB1" w:rsidRDefault="00761EC0" w:rsidP="00761EC0">
      <w:pPr>
        <w:pStyle w:val="Paragraphe"/>
      </w:pPr>
      <w:r w:rsidRPr="00B64CB1">
        <w:t>mandataire du groupement, à :</w:t>
      </w:r>
    </w:p>
    <w:p w14:paraId="3DE13D6E" w14:textId="3283ED1B" w:rsidR="00761EC0" w:rsidRPr="00B64CB1" w:rsidRDefault="00761EC0" w:rsidP="001269EC">
      <w:pPr>
        <w:pStyle w:val="Paragraphe"/>
        <w:numPr>
          <w:ilvl w:val="0"/>
          <w:numId w:val="31"/>
        </w:numPr>
        <w:spacing w:before="120" w:after="0"/>
        <w:textAlignment w:val="auto"/>
      </w:pPr>
      <w:r w:rsidRPr="00B64CB1">
        <w:t>réserver, dans l</w:t>
      </w:r>
      <w:r w:rsidR="00786873">
        <w:t>’</w:t>
      </w:r>
      <w:r w:rsidRPr="00B64CB1">
        <w:t>exécution du présent marché, un nombre d</w:t>
      </w:r>
      <w:r w:rsidR="00786873">
        <w:t>’</w:t>
      </w:r>
      <w:r w:rsidRPr="00B64CB1">
        <w:t>heures de travail au moins égal à celui indiqué à l</w:t>
      </w:r>
      <w:r w:rsidR="00786873">
        <w:t>’</w:t>
      </w:r>
      <w:r w:rsidRPr="00B64CB1">
        <w:t>article 9–1.2. du cahier des clauses administratives particulières à des personnes rencontrant des difficultés sociales ou professionnelles particulières ;</w:t>
      </w:r>
    </w:p>
    <w:p w14:paraId="04FE8267" w14:textId="1091C747" w:rsidR="00761EC0" w:rsidRPr="00B64CB1" w:rsidRDefault="00761EC0" w:rsidP="001269EC">
      <w:pPr>
        <w:pStyle w:val="Paragraphe"/>
        <w:numPr>
          <w:ilvl w:val="0"/>
          <w:numId w:val="31"/>
        </w:numPr>
        <w:spacing w:before="120" w:after="0"/>
        <w:textAlignment w:val="auto"/>
      </w:pPr>
      <w:r w:rsidRPr="00B64CB1">
        <w:t>prendre l</w:t>
      </w:r>
      <w:r w:rsidR="00786873">
        <w:t>’</w:t>
      </w:r>
      <w:r w:rsidRPr="00B64CB1">
        <w:t xml:space="preserve">attache </w:t>
      </w:r>
      <w:r w:rsidRPr="00B64CB1">
        <w:rPr>
          <w:rFonts w:cs="Times New Roman"/>
          <w:iCs/>
        </w:rPr>
        <w:t>de l</w:t>
      </w:r>
      <w:r w:rsidR="00786873">
        <w:rPr>
          <w:rFonts w:cs="Times New Roman"/>
          <w:iCs/>
        </w:rPr>
        <w:t>’</w:t>
      </w:r>
      <w:r w:rsidRPr="00B64CB1">
        <w:rPr>
          <w:rFonts w:cs="Times New Roman"/>
          <w:iCs/>
        </w:rPr>
        <w:t>EPEC, facilitateur désigné par le pouvoir adjudicateur</w:t>
      </w:r>
      <w:r w:rsidRPr="00B64CB1">
        <w:t>, afin de préciser ou de définir les modalités de mise en œuvre des clauses sociales. Un plan d</w:t>
      </w:r>
      <w:r w:rsidR="00786873">
        <w:t>’</w:t>
      </w:r>
      <w:r w:rsidRPr="00B64CB1">
        <w:t>action pourra être élaboré à cet effet avec l</w:t>
      </w:r>
      <w:r w:rsidR="00786873">
        <w:t>’</w:t>
      </w:r>
      <w:r w:rsidRPr="00B64CB1">
        <w:t>accompagnement du facilitateur et validé par l</w:t>
      </w:r>
      <w:r w:rsidR="00786873">
        <w:t>’</w:t>
      </w:r>
      <w:r w:rsidRPr="00B64CB1">
        <w:t>EPEC ;</w:t>
      </w:r>
    </w:p>
    <w:p w14:paraId="32DD49F0" w14:textId="0A265B3D" w:rsidR="00761EC0" w:rsidRPr="00B64CB1" w:rsidRDefault="00761EC0" w:rsidP="001269EC">
      <w:pPr>
        <w:pStyle w:val="Paragraphe"/>
        <w:numPr>
          <w:ilvl w:val="0"/>
          <w:numId w:val="31"/>
        </w:numPr>
        <w:spacing w:before="120"/>
        <w:textAlignment w:val="auto"/>
      </w:pPr>
      <w:r w:rsidRPr="00B64CB1">
        <w:t>fournir à la demande du pouvoir adjudicateur et dans un délai qui me sera imparti, toutes informations utiles à l</w:t>
      </w:r>
      <w:r w:rsidR="00786873">
        <w:t>’</w:t>
      </w:r>
      <w:r w:rsidRPr="00B64CB1">
        <w:t>appréciation de la réalisation de l</w:t>
      </w:r>
      <w:r w:rsidR="00786873">
        <w:t>’</w:t>
      </w:r>
      <w:r w:rsidRPr="00B64CB1">
        <w:t>action d</w:t>
      </w:r>
      <w:r w:rsidR="00786873">
        <w:t>’</w:t>
      </w:r>
      <w:r w:rsidRPr="00B64CB1">
        <w:t>insertion.</w:t>
      </w:r>
    </w:p>
    <w:p w14:paraId="73A05B14" w14:textId="2104DCF1" w:rsidR="008511DF" w:rsidRPr="00B64CB1" w:rsidRDefault="008511DF" w:rsidP="008511DF">
      <w:pPr>
        <w:pStyle w:val="Titre1"/>
        <w:rPr>
          <w:rFonts w:ascii="Times New Roman" w:eastAsia="Arial Unicode MS" w:hAnsi="Times New Roman" w:cs="Tahoma"/>
        </w:rPr>
      </w:pPr>
      <w:bookmarkStart w:id="37" w:name="_Toc201659973"/>
      <w:r w:rsidRPr="00B64CB1">
        <w:rPr>
          <w:rFonts w:eastAsia="Arial Unicode MS"/>
        </w:rPr>
        <w:lastRenderedPageBreak/>
        <w:t>Clause environnementale</w:t>
      </w:r>
      <w:bookmarkEnd w:id="37"/>
    </w:p>
    <w:p w14:paraId="69D2FF68" w14:textId="535747B5" w:rsidR="008511DF" w:rsidRPr="00B64CB1" w:rsidRDefault="008511DF" w:rsidP="008511DF">
      <w:pPr>
        <w:pStyle w:val="Paragraphe"/>
        <w:rPr>
          <w:rFonts w:eastAsia="Arial Unicode MS"/>
        </w:rPr>
      </w:pPr>
      <w:r w:rsidRPr="00B64CB1">
        <w:t>Après avoir pris connaissance du cahier des clauses administratives particulières et notamment de l</w:t>
      </w:r>
      <w:r w:rsidR="00786873">
        <w:t>’</w:t>
      </w:r>
      <w:r w:rsidRPr="00B64CB1">
        <w:t xml:space="preserve">article </w:t>
      </w:r>
      <w:r w:rsidR="00786873">
        <w:t>9–2. du CCAP</w:t>
      </w:r>
      <w:r w:rsidRPr="00B64CB1">
        <w:t xml:space="preserve"> relatif aux pénalités environnementales,</w:t>
      </w:r>
    </w:p>
    <w:p w14:paraId="554DA843" w14:textId="2291ED97" w:rsidR="008511DF" w:rsidRPr="00B64CB1" w:rsidRDefault="008511DF" w:rsidP="008511DF">
      <w:pPr>
        <w:pStyle w:val="Paragraphe"/>
        <w:ind w:left="284" w:hanging="284"/>
      </w:pPr>
      <w:r w:rsidRPr="00B64CB1">
        <w:rPr>
          <w:rFonts w:ascii="Wingdings, Symbol" w:hAnsi="Wingdings, Symbol"/>
        </w:rPr>
        <w:t>q</w:t>
      </w:r>
      <w:r w:rsidRPr="00B64CB1">
        <w:rPr>
          <w:sz w:val="36"/>
        </w:rPr>
        <w:t xml:space="preserve"> </w:t>
      </w:r>
      <w:r w:rsidRPr="00B64CB1">
        <w:rPr>
          <w:b/>
          <w:u w:val="single"/>
        </w:rPr>
        <w:t>m</w:t>
      </w:r>
      <w:r w:rsidR="00786873">
        <w:rPr>
          <w:b/>
          <w:u w:val="single"/>
        </w:rPr>
        <w:t>’</w:t>
      </w:r>
      <w:r w:rsidRPr="00B64CB1">
        <w:rPr>
          <w:b/>
          <w:u w:val="single"/>
        </w:rPr>
        <w:t>engage</w:t>
      </w:r>
      <w:r w:rsidRPr="00B64CB1">
        <w:t xml:space="preserve"> sans réserve, à fournir, à la demande du pouvoir adjudicateur et dans un délai qui lui sera imparti, toutes informations utiles à l</w:t>
      </w:r>
      <w:r w:rsidR="00786873">
        <w:t>’</w:t>
      </w:r>
      <w:r w:rsidRPr="00B64CB1">
        <w:t>appréciation de la réalisation des actions environnementales.</w:t>
      </w:r>
    </w:p>
    <w:p w14:paraId="44E0463B" w14:textId="77777777" w:rsidR="008511DF" w:rsidRPr="00B64CB1" w:rsidRDefault="008511DF">
      <w:pPr>
        <w:suppressAutoHyphens w:val="0"/>
        <w:autoSpaceDE/>
        <w:rPr>
          <w:sz w:val="20"/>
          <w:szCs w:val="20"/>
        </w:rPr>
      </w:pPr>
      <w:r w:rsidRPr="00B64CB1">
        <w:br w:type="page"/>
      </w:r>
    </w:p>
    <w:tbl>
      <w:tblPr>
        <w:tblW w:w="94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A62BF2" w:rsidRPr="00B64CB1" w14:paraId="4CF43613" w14:textId="77777777" w:rsidTr="007609B2">
        <w:trPr>
          <w:jc w:val="center"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E19E" w14:textId="77777777" w:rsidR="00A62BF2" w:rsidRPr="00B64CB1" w:rsidRDefault="001A19CD">
            <w:pPr>
              <w:pStyle w:val="Standard"/>
              <w:keepNext/>
              <w:snapToGrid w:val="0"/>
              <w:ind w:left="74"/>
              <w:jc w:val="both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lastRenderedPageBreak/>
              <w:t>Fait en un seul original</w:t>
            </w:r>
          </w:p>
        </w:tc>
      </w:tr>
      <w:tr w:rsidR="00A62BF2" w:rsidRPr="00B64CB1" w14:paraId="587E6502" w14:textId="77777777" w:rsidTr="007609B2">
        <w:trPr>
          <w:jc w:val="center"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6246" w14:textId="77777777" w:rsidR="00A62BF2" w:rsidRPr="00B64CB1" w:rsidRDefault="001A19CD">
            <w:pPr>
              <w:pStyle w:val="Standard"/>
              <w:keepNext/>
              <w:snapToGrid w:val="0"/>
              <w:ind w:left="74"/>
              <w:jc w:val="both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FC6F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0278" w14:textId="77777777" w:rsidR="00A62BF2" w:rsidRPr="00B64CB1" w:rsidRDefault="001A19CD">
            <w:pPr>
              <w:pStyle w:val="Standard"/>
              <w:keepNext/>
              <w:snapToGrid w:val="0"/>
              <w:jc w:val="center"/>
            </w:pPr>
            <w:r w:rsidRPr="00B64CB1">
              <w:rPr>
                <w:sz w:val="20"/>
                <w:szCs w:val="20"/>
              </w:rPr>
              <w:t>le</w:t>
            </w:r>
            <w:r w:rsidRPr="00B64CB1"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8EC2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8828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</w:tr>
      <w:tr w:rsidR="00A62BF2" w:rsidRPr="00B64CB1" w14:paraId="2C6B1E35" w14:textId="77777777" w:rsidTr="007609B2">
        <w:trPr>
          <w:jc w:val="center"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EEF2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C7F00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E89D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78B1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</w:tr>
      <w:tr w:rsidR="00A62BF2" w:rsidRPr="00B64CB1" w14:paraId="5D0C8DE4" w14:textId="77777777" w:rsidTr="007609B2">
        <w:trPr>
          <w:jc w:val="center"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A40F" w14:textId="36DD0E02" w:rsidR="00A62BF2" w:rsidRPr="00B64CB1" w:rsidRDefault="001A19CD">
            <w:pPr>
              <w:pStyle w:val="Standard"/>
              <w:keepNext/>
              <w:snapToGrid w:val="0"/>
              <w:ind w:left="74"/>
              <w:jc w:val="both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Signature(s)</w:t>
            </w:r>
            <w:r w:rsidR="002604A1" w:rsidRPr="00B64CB1">
              <w:rPr>
                <w:sz w:val="20"/>
                <w:szCs w:val="20"/>
              </w:rPr>
              <w:t xml:space="preserve"> électronique (s)</w:t>
            </w:r>
            <w:r w:rsidRPr="00B64CB1">
              <w:rPr>
                <w:sz w:val="20"/>
                <w:szCs w:val="20"/>
              </w:rPr>
              <w:t xml:space="preserve"> du/des prestataire(s) :</w:t>
            </w:r>
          </w:p>
        </w:tc>
      </w:tr>
      <w:tr w:rsidR="00A62BF2" w:rsidRPr="00B64CB1" w14:paraId="35D825F8" w14:textId="77777777" w:rsidTr="007609B2">
        <w:trPr>
          <w:jc w:val="center"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57BE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EEDC9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  <w:p w14:paraId="74E52915" w14:textId="77777777" w:rsidR="00A62BF2" w:rsidRPr="00B64CB1" w:rsidRDefault="00A62BF2">
            <w:pPr>
              <w:pStyle w:val="Standard"/>
              <w:keepNext/>
              <w:jc w:val="both"/>
            </w:pPr>
          </w:p>
          <w:p w14:paraId="16660E95" w14:textId="77777777" w:rsidR="00A62BF2" w:rsidRPr="00B64CB1" w:rsidRDefault="00A62BF2">
            <w:pPr>
              <w:pStyle w:val="Standard"/>
              <w:keepNext/>
              <w:jc w:val="both"/>
            </w:pPr>
          </w:p>
          <w:p w14:paraId="644A18A8" w14:textId="77777777" w:rsidR="00A62BF2" w:rsidRPr="00B64CB1" w:rsidRDefault="00A62BF2">
            <w:pPr>
              <w:pStyle w:val="Standard"/>
              <w:keepNext/>
              <w:jc w:val="both"/>
            </w:pPr>
          </w:p>
          <w:p w14:paraId="09A0DD85" w14:textId="77777777" w:rsidR="00A62BF2" w:rsidRPr="00B64CB1" w:rsidRDefault="00A62BF2">
            <w:pPr>
              <w:pStyle w:val="Standard"/>
              <w:keepNext/>
              <w:jc w:val="both"/>
            </w:pPr>
          </w:p>
          <w:p w14:paraId="7B5EEDC9" w14:textId="77777777" w:rsidR="00A62BF2" w:rsidRPr="00B64CB1" w:rsidRDefault="00A62BF2">
            <w:pPr>
              <w:pStyle w:val="Standard"/>
              <w:keepNext/>
              <w:jc w:val="both"/>
            </w:pPr>
          </w:p>
          <w:p w14:paraId="03D53A40" w14:textId="77777777" w:rsidR="00A62BF2" w:rsidRPr="00B64CB1" w:rsidRDefault="00A62BF2">
            <w:pPr>
              <w:pStyle w:val="Standard"/>
              <w:keepNext/>
              <w:jc w:val="both"/>
            </w:pPr>
          </w:p>
          <w:p w14:paraId="2628510A" w14:textId="77777777" w:rsidR="00A62BF2" w:rsidRPr="00B64CB1" w:rsidRDefault="00A62BF2">
            <w:pPr>
              <w:pStyle w:val="Standard"/>
              <w:keepNext/>
              <w:jc w:val="both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B16A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</w:tr>
      <w:tr w:rsidR="00A62BF2" w:rsidRPr="00B64CB1" w14:paraId="2E1E3FD9" w14:textId="77777777" w:rsidTr="007609B2">
        <w:trPr>
          <w:trHeight w:hRule="exact" w:val="80"/>
          <w:jc w:val="center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57BAD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7ADB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409AF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46E85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0A607" w14:textId="77777777" w:rsidR="00A62BF2" w:rsidRPr="00B64CB1" w:rsidRDefault="00A62BF2">
            <w:pPr>
              <w:pStyle w:val="Standard"/>
              <w:keepNext/>
              <w:snapToGrid w:val="0"/>
              <w:jc w:val="both"/>
            </w:pPr>
          </w:p>
        </w:tc>
      </w:tr>
    </w:tbl>
    <w:p w14:paraId="5984317C" w14:textId="77777777" w:rsidR="00A62BF2" w:rsidRPr="00B64CB1" w:rsidRDefault="00A62BF2">
      <w:pPr>
        <w:pStyle w:val="Standard"/>
        <w:rPr>
          <w:sz w:val="16"/>
        </w:rPr>
      </w:pPr>
    </w:p>
    <w:p w14:paraId="33F310D5" w14:textId="77777777" w:rsidR="00A62BF2" w:rsidRPr="00B64CB1" w:rsidRDefault="00A62BF2">
      <w:pPr>
        <w:pStyle w:val="Standard"/>
        <w:jc w:val="both"/>
        <w:rPr>
          <w:sz w:val="6"/>
        </w:rPr>
      </w:pPr>
    </w:p>
    <w:tbl>
      <w:tblPr>
        <w:tblW w:w="94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A62BF2" w:rsidRPr="00B64CB1" w14:paraId="4898210C" w14:textId="77777777" w:rsidTr="007609B2">
        <w:trPr>
          <w:jc w:val="center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97CDF" w14:textId="6AC4D299" w:rsidR="00A62BF2" w:rsidRPr="00B64CB1" w:rsidRDefault="001A19C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 w:rsidRPr="00B64CB1">
              <w:rPr>
                <w:b/>
              </w:rPr>
              <w:t>Acceptation de l</w:t>
            </w:r>
            <w:r w:rsidR="00786873">
              <w:rPr>
                <w:b/>
              </w:rPr>
              <w:t>’</w:t>
            </w:r>
            <w:r w:rsidRPr="00B64CB1">
              <w:rPr>
                <w:b/>
              </w:rPr>
              <w:t>offre</w:t>
            </w:r>
          </w:p>
        </w:tc>
      </w:tr>
      <w:tr w:rsidR="00A62BF2" w:rsidRPr="00B64CB1" w14:paraId="0A4713CC" w14:textId="77777777" w:rsidTr="007609B2">
        <w:trPr>
          <w:trHeight w:hRule="exact" w:val="400"/>
          <w:jc w:val="center"/>
        </w:trPr>
        <w:tc>
          <w:tcPr>
            <w:tcW w:w="9401" w:type="dxa"/>
            <w:gridSpan w:val="2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89F61" w14:textId="1B978730" w:rsidR="00A62BF2" w:rsidRPr="00B64CB1" w:rsidRDefault="001A19CD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Est acceptée la présente offre pour valoir acte d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engagement.</w:t>
            </w:r>
          </w:p>
        </w:tc>
      </w:tr>
      <w:tr w:rsidR="00A62BF2" w:rsidRPr="00B64CB1" w14:paraId="209D4942" w14:textId="77777777" w:rsidTr="007609B2">
        <w:trPr>
          <w:jc w:val="center"/>
        </w:trPr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F3E7E" w14:textId="2692596F" w:rsidR="00A62BF2" w:rsidRPr="00B64CB1" w:rsidRDefault="001A19CD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 xml:space="preserve">Le </w:t>
            </w:r>
            <w:r w:rsidR="007609B2" w:rsidRPr="00B64CB1">
              <w:rPr>
                <w:sz w:val="20"/>
                <w:szCs w:val="20"/>
              </w:rPr>
              <w:t>r</w:t>
            </w:r>
            <w:r w:rsidRPr="00B64CB1">
              <w:rPr>
                <w:sz w:val="20"/>
                <w:szCs w:val="20"/>
              </w:rPr>
              <w:t xml:space="preserve">eprésentant du </w:t>
            </w:r>
            <w:r w:rsidR="00DD305F" w:rsidRPr="00B64CB1">
              <w:rPr>
                <w:sz w:val="20"/>
                <w:szCs w:val="20"/>
              </w:rPr>
              <w:t>Maitre</w:t>
            </w:r>
            <w:r w:rsidRPr="00B64CB1">
              <w:rPr>
                <w:sz w:val="20"/>
                <w:szCs w:val="20"/>
              </w:rPr>
              <w:t xml:space="preserve"> d</w:t>
            </w:r>
            <w:r w:rsidR="00786873">
              <w:rPr>
                <w:sz w:val="20"/>
                <w:szCs w:val="20"/>
              </w:rPr>
              <w:t>’</w:t>
            </w:r>
            <w:r w:rsidR="00DD305F" w:rsidRPr="00B64CB1">
              <w:rPr>
                <w:sz w:val="20"/>
                <w:szCs w:val="20"/>
              </w:rPr>
              <w:t>O</w:t>
            </w:r>
            <w:r w:rsidRPr="00B64CB1">
              <w:rPr>
                <w:sz w:val="20"/>
                <w:szCs w:val="20"/>
              </w:rPr>
              <w:t>uvrage</w:t>
            </w:r>
            <w:r w:rsidR="00DD305F" w:rsidRPr="00B64CB1">
              <w:rPr>
                <w:sz w:val="20"/>
                <w:szCs w:val="20"/>
              </w:rPr>
              <w:t>,</w:t>
            </w:r>
          </w:p>
        </w:tc>
      </w:tr>
      <w:tr w:rsidR="00A62BF2" w:rsidRPr="00B64CB1" w14:paraId="50BB94B7" w14:textId="77777777" w:rsidTr="007609B2">
        <w:trPr>
          <w:trHeight w:val="2000"/>
          <w:jc w:val="center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102884" w14:textId="77777777" w:rsidR="00A62BF2" w:rsidRPr="00786873" w:rsidRDefault="001A19CD">
            <w:pPr>
              <w:pStyle w:val="Standard"/>
              <w:keepNext/>
              <w:keepLines/>
              <w:snapToGrid w:val="0"/>
              <w:jc w:val="both"/>
              <w:rPr>
                <w:sz w:val="20"/>
                <w:szCs w:val="20"/>
              </w:rPr>
            </w:pPr>
            <w:r w:rsidRPr="00786873">
              <w:rPr>
                <w:sz w:val="20"/>
                <w:szCs w:val="20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F2AFD" w14:textId="77777777" w:rsidR="00A62BF2" w:rsidRPr="00786873" w:rsidRDefault="001A19CD">
            <w:pPr>
              <w:pStyle w:val="Standard"/>
              <w:keepNext/>
              <w:keepLines/>
              <w:snapToGrid w:val="0"/>
              <w:jc w:val="both"/>
              <w:rPr>
                <w:sz w:val="20"/>
                <w:szCs w:val="20"/>
              </w:rPr>
            </w:pPr>
            <w:r w:rsidRPr="00786873">
              <w:rPr>
                <w:sz w:val="20"/>
                <w:szCs w:val="20"/>
              </w:rPr>
              <w:t>le :</w:t>
            </w:r>
          </w:p>
          <w:p w14:paraId="1551205A" w14:textId="77777777" w:rsidR="00A62BF2" w:rsidRPr="00B64CB1" w:rsidRDefault="00A62BF2">
            <w:pPr>
              <w:pStyle w:val="Standard"/>
              <w:keepNext/>
              <w:keepLines/>
              <w:jc w:val="both"/>
            </w:pPr>
          </w:p>
          <w:p w14:paraId="6452DAA9" w14:textId="77777777" w:rsidR="00A62BF2" w:rsidRPr="00B64CB1" w:rsidRDefault="00A62BF2">
            <w:pPr>
              <w:pStyle w:val="Standard"/>
              <w:keepNext/>
              <w:keepLines/>
              <w:jc w:val="both"/>
            </w:pPr>
          </w:p>
          <w:p w14:paraId="599B678D" w14:textId="77777777" w:rsidR="00A62BF2" w:rsidRPr="00B64CB1" w:rsidRDefault="00A62BF2">
            <w:pPr>
              <w:pStyle w:val="Standard"/>
              <w:keepNext/>
              <w:keepLines/>
              <w:jc w:val="both"/>
            </w:pPr>
          </w:p>
          <w:p w14:paraId="706D88D8" w14:textId="77777777" w:rsidR="00A62BF2" w:rsidRPr="00B64CB1" w:rsidRDefault="00A62BF2">
            <w:pPr>
              <w:pStyle w:val="Standard"/>
              <w:keepNext/>
              <w:keepLines/>
              <w:jc w:val="both"/>
            </w:pPr>
          </w:p>
          <w:p w14:paraId="3527BE48" w14:textId="77777777" w:rsidR="00A62BF2" w:rsidRPr="00B64CB1" w:rsidRDefault="00A62BF2">
            <w:pPr>
              <w:pStyle w:val="Standard"/>
              <w:keepNext/>
              <w:keepLines/>
              <w:jc w:val="both"/>
            </w:pPr>
          </w:p>
        </w:tc>
      </w:tr>
    </w:tbl>
    <w:p w14:paraId="47451209" w14:textId="77777777" w:rsidR="00A62BF2" w:rsidRPr="00B64CB1" w:rsidRDefault="00A62BF2">
      <w:pPr>
        <w:pStyle w:val="Standard"/>
        <w:rPr>
          <w:sz w:val="6"/>
        </w:rPr>
      </w:pPr>
    </w:p>
    <w:p w14:paraId="3FD1D024" w14:textId="77777777" w:rsidR="00A62BF2" w:rsidRPr="00B64CB1" w:rsidRDefault="00A62BF2">
      <w:pPr>
        <w:pStyle w:val="Standard"/>
      </w:pPr>
    </w:p>
    <w:tbl>
      <w:tblPr>
        <w:tblW w:w="94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"/>
        <w:gridCol w:w="1981"/>
        <w:gridCol w:w="518"/>
        <w:gridCol w:w="428"/>
        <w:gridCol w:w="1094"/>
        <w:gridCol w:w="922"/>
        <w:gridCol w:w="3230"/>
        <w:gridCol w:w="289"/>
        <w:gridCol w:w="45"/>
      </w:tblGrid>
      <w:tr w:rsidR="00A62BF2" w:rsidRPr="00B64CB1" w14:paraId="57E0C416" w14:textId="77777777" w:rsidTr="007609B2">
        <w:trPr>
          <w:gridAfter w:val="1"/>
          <w:wAfter w:w="45" w:type="dxa"/>
          <w:jc w:val="center"/>
        </w:trPr>
        <w:tc>
          <w:tcPr>
            <w:tcW w:w="944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CBFE" w14:textId="0BA6A54B" w:rsidR="00A62BF2" w:rsidRPr="00B64CB1" w:rsidRDefault="001A19CD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  <w:sz w:val="20"/>
                <w:szCs w:val="20"/>
              </w:rPr>
            </w:pPr>
            <w:r w:rsidRPr="00B64CB1">
              <w:rPr>
                <w:b/>
                <w:sz w:val="20"/>
                <w:szCs w:val="20"/>
              </w:rPr>
              <w:t>Date d</w:t>
            </w:r>
            <w:r w:rsidR="00786873">
              <w:rPr>
                <w:b/>
                <w:sz w:val="20"/>
                <w:szCs w:val="20"/>
              </w:rPr>
              <w:t>’</w:t>
            </w:r>
            <w:r w:rsidRPr="00B64CB1">
              <w:rPr>
                <w:b/>
                <w:sz w:val="20"/>
                <w:szCs w:val="20"/>
              </w:rPr>
              <w:t>effet du marché</w:t>
            </w:r>
          </w:p>
        </w:tc>
      </w:tr>
      <w:tr w:rsidR="00196455" w:rsidRPr="00B64CB1" w14:paraId="0264376C" w14:textId="77777777" w:rsidTr="007609B2">
        <w:trPr>
          <w:trHeight w:hRule="exact" w:val="40"/>
          <w:jc w:val="center"/>
        </w:trPr>
        <w:tc>
          <w:tcPr>
            <w:tcW w:w="9493" w:type="dxa"/>
            <w:gridSpan w:val="9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60B9" w14:textId="77777777" w:rsidR="00196455" w:rsidRPr="00B64CB1" w:rsidRDefault="00196455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</w:tr>
      <w:tr w:rsidR="00A62BF2" w:rsidRPr="00B64CB1" w14:paraId="14C4125A" w14:textId="77777777" w:rsidTr="007609B2">
        <w:trPr>
          <w:gridAfter w:val="1"/>
          <w:wAfter w:w="45" w:type="dxa"/>
          <w:jc w:val="center"/>
        </w:trPr>
        <w:tc>
          <w:tcPr>
            <w:tcW w:w="3485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D58B" w14:textId="77777777" w:rsidR="00A62BF2" w:rsidRPr="00B64CB1" w:rsidRDefault="001A19CD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Reçu notification du marché le :</w:t>
            </w:r>
          </w:p>
        </w:tc>
        <w:tc>
          <w:tcPr>
            <w:tcW w:w="567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0EE4" w14:textId="77777777" w:rsidR="00A62BF2" w:rsidRPr="00B64CB1" w:rsidRDefault="00A62BF2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FFB1" w14:textId="77777777" w:rsidR="00A62BF2" w:rsidRPr="00B64CB1" w:rsidRDefault="00A62BF2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</w:tr>
      <w:tr w:rsidR="00196455" w:rsidRPr="00B64CB1" w14:paraId="38B05B57" w14:textId="77777777" w:rsidTr="007609B2">
        <w:trPr>
          <w:trHeight w:hRule="exact" w:val="40"/>
          <w:jc w:val="center"/>
        </w:trPr>
        <w:tc>
          <w:tcPr>
            <w:tcW w:w="5007" w:type="dxa"/>
            <w:gridSpan w:val="5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D37F" w14:textId="77777777" w:rsidR="00196455" w:rsidRPr="00B64CB1" w:rsidRDefault="00196455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48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E8FF1" w14:textId="77777777" w:rsidR="00196455" w:rsidRPr="00B64CB1" w:rsidRDefault="00196455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</w:tr>
      <w:tr w:rsidR="00A62BF2" w:rsidRPr="00B64CB1" w14:paraId="1F1B54DA" w14:textId="77777777" w:rsidTr="007609B2">
        <w:trPr>
          <w:gridAfter w:val="1"/>
          <w:wAfter w:w="45" w:type="dxa"/>
          <w:jc w:val="center"/>
        </w:trPr>
        <w:tc>
          <w:tcPr>
            <w:tcW w:w="5007" w:type="dxa"/>
            <w:gridSpan w:val="5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F61D" w14:textId="20DA246D" w:rsidR="00A62BF2" w:rsidRPr="00B64CB1" w:rsidRDefault="00196455" w:rsidP="00196455">
            <w:pPr>
              <w:pStyle w:val="Standard"/>
              <w:keepNext/>
              <w:keepLines/>
              <w:snapToGrid w:val="0"/>
              <w:spacing w:line="480" w:lineRule="auto"/>
              <w:ind w:left="74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l</w:t>
            </w:r>
            <w:r w:rsidR="001A19CD" w:rsidRPr="00B64CB1">
              <w:rPr>
                <w:sz w:val="20"/>
                <w:szCs w:val="20"/>
              </w:rPr>
              <w:t xml:space="preserve">e </w:t>
            </w:r>
            <w:r w:rsidR="008511DF" w:rsidRPr="00B64CB1">
              <w:rPr>
                <w:b/>
                <w:sz w:val="20"/>
                <w:szCs w:val="20"/>
                <w:u w:val="single"/>
              </w:rPr>
              <w:t>titul</w:t>
            </w:r>
            <w:r w:rsidR="001A19CD" w:rsidRPr="00B64CB1">
              <w:rPr>
                <w:b/>
                <w:sz w:val="20"/>
                <w:szCs w:val="20"/>
                <w:u w:val="single"/>
              </w:rPr>
              <w:t>aire</w:t>
            </w:r>
            <w:r w:rsidR="001A19CD" w:rsidRPr="00B64CB1">
              <w:rPr>
                <w:b/>
                <w:sz w:val="20"/>
                <w:szCs w:val="20"/>
              </w:rPr>
              <w:t> / </w:t>
            </w:r>
            <w:r w:rsidR="001A19CD" w:rsidRPr="00B64CB1">
              <w:rPr>
                <w:b/>
                <w:sz w:val="20"/>
                <w:szCs w:val="20"/>
                <w:u w:val="single"/>
              </w:rPr>
              <w:t>mandataire du groupement</w:t>
            </w:r>
            <w:r w:rsidR="001A19CD" w:rsidRPr="00B64CB1">
              <w:rPr>
                <w:sz w:val="20"/>
                <w:szCs w:val="20"/>
              </w:rPr>
              <w:t> :</w:t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AAABF" w14:textId="77777777" w:rsidR="00A62BF2" w:rsidRPr="00B64CB1" w:rsidRDefault="00A62BF2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  <w:p w14:paraId="25255707" w14:textId="77777777" w:rsidR="00A62BF2" w:rsidRPr="00B64CB1" w:rsidRDefault="00A62BF2">
            <w:pPr>
              <w:pStyle w:val="Standard"/>
              <w:keepNext/>
              <w:rPr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61C4" w14:textId="77777777" w:rsidR="00A62BF2" w:rsidRPr="00B64CB1" w:rsidRDefault="00A62BF2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</w:tr>
      <w:tr w:rsidR="00A62BF2" w:rsidRPr="00B64CB1" w14:paraId="7DE61CF1" w14:textId="77777777" w:rsidTr="007609B2">
        <w:trPr>
          <w:gridAfter w:val="1"/>
          <w:wAfter w:w="45" w:type="dxa"/>
          <w:trHeight w:val="298"/>
          <w:jc w:val="center"/>
        </w:trPr>
        <w:tc>
          <w:tcPr>
            <w:tcW w:w="9448" w:type="dxa"/>
            <w:gridSpan w:val="8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EEF5" w14:textId="0F321B94" w:rsidR="00A62BF2" w:rsidRPr="00B64CB1" w:rsidRDefault="00A62BF2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</w:tr>
      <w:tr w:rsidR="00E65401" w:rsidRPr="00B64CB1" w14:paraId="6E8C3D5C" w14:textId="77777777" w:rsidTr="007609B2">
        <w:trPr>
          <w:gridAfter w:val="1"/>
          <w:wAfter w:w="45" w:type="dxa"/>
          <w:jc w:val="center"/>
        </w:trPr>
        <w:tc>
          <w:tcPr>
            <w:tcW w:w="986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44F29" w14:textId="77777777" w:rsidR="00E65401" w:rsidRPr="00B64CB1" w:rsidRDefault="00E65401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Reçu le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FF15823" w14:textId="73775B3E" w:rsidR="00E65401" w:rsidRPr="00B64CB1" w:rsidRDefault="00E65401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</w:p>
        </w:tc>
        <w:tc>
          <w:tcPr>
            <w:tcW w:w="6481" w:type="dxa"/>
            <w:gridSpan w:val="6"/>
            <w:tcBorders>
              <w:left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F2A07" w14:textId="4AD5545A" w:rsidR="00E65401" w:rsidRPr="00B64CB1" w:rsidRDefault="00E65401" w:rsidP="00E65401">
            <w:pPr>
              <w:pStyle w:val="Standard"/>
              <w:keepNext/>
              <w:snapToGrid w:val="0"/>
              <w:ind w:left="143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l</w:t>
            </w:r>
            <w:r w:rsidR="00786873">
              <w:rPr>
                <w:sz w:val="20"/>
                <w:szCs w:val="20"/>
              </w:rPr>
              <w:t>’</w:t>
            </w:r>
            <w:r w:rsidRPr="00B64CB1">
              <w:rPr>
                <w:sz w:val="20"/>
                <w:szCs w:val="20"/>
              </w:rPr>
              <w:t>accusé de réception de la notification du marché</w:t>
            </w:r>
          </w:p>
        </w:tc>
      </w:tr>
      <w:tr w:rsidR="00A62BF2" w:rsidRPr="00B64CB1" w14:paraId="4EB917CE" w14:textId="77777777" w:rsidTr="007609B2">
        <w:trPr>
          <w:gridAfter w:val="1"/>
          <w:wAfter w:w="45" w:type="dxa"/>
          <w:jc w:val="center"/>
        </w:trPr>
        <w:tc>
          <w:tcPr>
            <w:tcW w:w="9448" w:type="dxa"/>
            <w:gridSpan w:val="8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AE511" w14:textId="73802566" w:rsidR="00A62BF2" w:rsidRPr="00B64CB1" w:rsidRDefault="001A19CD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du</w:t>
            </w:r>
            <w:r w:rsidRPr="00B64CB1">
              <w:rPr>
                <w:b/>
                <w:sz w:val="20"/>
                <w:szCs w:val="20"/>
              </w:rPr>
              <w:t xml:space="preserve"> </w:t>
            </w:r>
            <w:r w:rsidR="008511DF" w:rsidRPr="00B64CB1">
              <w:rPr>
                <w:b/>
                <w:sz w:val="20"/>
                <w:szCs w:val="20"/>
                <w:u w:val="single"/>
              </w:rPr>
              <w:t>titulaire</w:t>
            </w:r>
            <w:r w:rsidRPr="00B64CB1">
              <w:rPr>
                <w:sz w:val="20"/>
                <w:szCs w:val="20"/>
              </w:rPr>
              <w:t> / </w:t>
            </w:r>
            <w:r w:rsidRPr="00B64CB1">
              <w:rPr>
                <w:b/>
                <w:sz w:val="20"/>
                <w:szCs w:val="20"/>
                <w:u w:val="single"/>
              </w:rPr>
              <w:t>mandataire du groupement</w:t>
            </w:r>
            <w:r w:rsidRPr="00B64CB1">
              <w:rPr>
                <w:sz w:val="20"/>
                <w:szCs w:val="20"/>
              </w:rPr>
              <w:t xml:space="preserve"> destinataire.</w:t>
            </w:r>
          </w:p>
          <w:p w14:paraId="43D26D5B" w14:textId="77777777" w:rsidR="00A62BF2" w:rsidRPr="00B64CB1" w:rsidRDefault="00A62BF2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sz w:val="20"/>
                <w:szCs w:val="20"/>
              </w:rPr>
            </w:pPr>
          </w:p>
          <w:p w14:paraId="7ABA0E07" w14:textId="47A37AD5" w:rsidR="00A62BF2" w:rsidRPr="00B64CB1" w:rsidRDefault="001A19CD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 xml:space="preserve">Pour le </w:t>
            </w:r>
            <w:r w:rsidR="007609B2" w:rsidRPr="00B64CB1">
              <w:rPr>
                <w:sz w:val="20"/>
                <w:szCs w:val="20"/>
              </w:rPr>
              <w:t>r</w:t>
            </w:r>
            <w:r w:rsidRPr="00B64CB1">
              <w:rPr>
                <w:sz w:val="20"/>
                <w:szCs w:val="20"/>
              </w:rPr>
              <w:t xml:space="preserve">eprésentant du </w:t>
            </w:r>
            <w:r w:rsidR="00C63C5E" w:rsidRPr="00B64CB1">
              <w:rPr>
                <w:sz w:val="20"/>
                <w:szCs w:val="20"/>
              </w:rPr>
              <w:t>Maitre</w:t>
            </w:r>
            <w:r w:rsidRPr="00B64CB1">
              <w:rPr>
                <w:sz w:val="20"/>
                <w:szCs w:val="20"/>
              </w:rPr>
              <w:t xml:space="preserve"> d</w:t>
            </w:r>
            <w:r w:rsidR="00786873">
              <w:rPr>
                <w:sz w:val="20"/>
                <w:szCs w:val="20"/>
              </w:rPr>
              <w:t>’</w:t>
            </w:r>
            <w:r w:rsidR="008511DF" w:rsidRPr="00B64CB1">
              <w:rPr>
                <w:sz w:val="20"/>
                <w:szCs w:val="20"/>
              </w:rPr>
              <w:t>O</w:t>
            </w:r>
            <w:r w:rsidRPr="00B64CB1">
              <w:rPr>
                <w:sz w:val="20"/>
                <w:szCs w:val="20"/>
              </w:rPr>
              <w:t>uvrage,</w:t>
            </w:r>
          </w:p>
        </w:tc>
      </w:tr>
      <w:tr w:rsidR="00A62BF2" w:rsidRPr="00B64CB1" w14:paraId="449CFC53" w14:textId="77777777" w:rsidTr="007609B2">
        <w:trPr>
          <w:gridAfter w:val="1"/>
          <w:wAfter w:w="45" w:type="dxa"/>
          <w:trHeight w:val="1341"/>
          <w:jc w:val="center"/>
        </w:trPr>
        <w:tc>
          <w:tcPr>
            <w:tcW w:w="3913" w:type="dxa"/>
            <w:gridSpan w:val="4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4942" w14:textId="4245E8E4" w:rsidR="00A62BF2" w:rsidRPr="00B64CB1" w:rsidRDefault="001A19CD" w:rsidP="00E65401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à :</w:t>
            </w:r>
          </w:p>
        </w:tc>
        <w:tc>
          <w:tcPr>
            <w:tcW w:w="2016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D1975" w14:textId="77777777" w:rsidR="00A62BF2" w:rsidRPr="00B64CB1" w:rsidRDefault="001A19CD">
            <w:pPr>
              <w:pStyle w:val="Standard"/>
              <w:keepNext/>
              <w:tabs>
                <w:tab w:val="left" w:pos="-7016"/>
              </w:tabs>
              <w:snapToGrid w:val="0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le :</w:t>
            </w:r>
          </w:p>
        </w:tc>
        <w:tc>
          <w:tcPr>
            <w:tcW w:w="3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64FC" w14:textId="77777777" w:rsidR="00A62BF2" w:rsidRPr="00B64CB1" w:rsidRDefault="001A19CD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20"/>
                <w:szCs w:val="20"/>
              </w:rPr>
            </w:pPr>
            <w:r w:rsidRPr="00B64CB1">
              <w:rPr>
                <w:sz w:val="20"/>
                <w:szCs w:val="20"/>
              </w:rPr>
              <w:t> </w:t>
            </w:r>
          </w:p>
        </w:tc>
      </w:tr>
    </w:tbl>
    <w:p w14:paraId="5B11D8E8" w14:textId="1CE70DE7" w:rsidR="00A62BF2" w:rsidRPr="00B64CB1" w:rsidRDefault="001A19CD" w:rsidP="00A35517">
      <w:pPr>
        <w:pStyle w:val="Titre"/>
      </w:pPr>
      <w:bookmarkStart w:id="38" w:name="_Toc201659974"/>
      <w:r w:rsidRPr="00B64CB1">
        <w:lastRenderedPageBreak/>
        <w:t>A</w:t>
      </w:r>
      <w:r w:rsidR="00CD1DB0" w:rsidRPr="00B64CB1">
        <w:t>nnexe</w:t>
      </w:r>
      <w:r w:rsidRPr="00B64CB1">
        <w:t xml:space="preserve"> </w:t>
      </w:r>
      <w:r w:rsidR="00CD1DB0" w:rsidRPr="00B64CB1">
        <w:t>n</w:t>
      </w:r>
      <w:r w:rsidR="00CD1DB0" w:rsidRPr="00B64CB1">
        <w:rPr>
          <w:vertAlign w:val="superscript"/>
        </w:rPr>
        <w:t>o</w:t>
      </w:r>
      <w:r w:rsidR="00CD1DB0" w:rsidRPr="00B64CB1">
        <w:t> </w:t>
      </w:r>
      <w:r w:rsidRPr="00B64CB1">
        <w:t xml:space="preserve">1 </w:t>
      </w:r>
      <w:r w:rsidR="00CD1DB0" w:rsidRPr="00B64CB1">
        <w:t xml:space="preserve">– </w:t>
      </w:r>
      <w:r w:rsidRPr="00B64CB1">
        <w:t>E</w:t>
      </w:r>
      <w:r w:rsidR="00CD1DB0" w:rsidRPr="00B64CB1">
        <w:t>n cas de groupement</w:t>
      </w:r>
      <w:bookmarkEnd w:id="38"/>
    </w:p>
    <w:p w14:paraId="635D88A5" w14:textId="66847604" w:rsidR="00A62BF2" w:rsidRPr="00B64CB1" w:rsidRDefault="001A19CD" w:rsidP="00CD1DB0">
      <w:pPr>
        <w:pStyle w:val="Titre2"/>
        <w:numPr>
          <w:ilvl w:val="0"/>
          <w:numId w:val="0"/>
        </w:numPr>
        <w:ind w:left="576" w:hanging="576"/>
      </w:pPr>
      <w:bookmarkStart w:id="39" w:name="_Toc184978165"/>
      <w:bookmarkStart w:id="40" w:name="_Toc201659975"/>
      <w:r w:rsidRPr="00B64CB1">
        <w:t>Détail des prestations</w:t>
      </w:r>
      <w:bookmarkEnd w:id="39"/>
      <w:r w:rsidR="00E25249" w:rsidRPr="00B64CB1">
        <w:t> :</w:t>
      </w:r>
      <w:bookmarkEnd w:id="40"/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175"/>
        <w:gridCol w:w="4618"/>
      </w:tblGrid>
      <w:tr w:rsidR="00A62BF2" w:rsidRPr="00B64CB1" w14:paraId="52D307D1" w14:textId="77777777" w:rsidTr="007609B2">
        <w:trPr>
          <w:tblHeader/>
          <w:jc w:val="center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65019D4" w14:textId="0718F57D" w:rsidR="00A62BF2" w:rsidRPr="00B64CB1" w:rsidRDefault="001A19CD" w:rsidP="00C158A3">
            <w:pPr>
              <w:pStyle w:val="Standard"/>
              <w:snapToGrid w:val="0"/>
              <w:jc w:val="center"/>
              <w:rPr>
                <w:b/>
              </w:rPr>
            </w:pPr>
            <w:r w:rsidRPr="00B64CB1">
              <w:rPr>
                <w:b/>
              </w:rPr>
              <w:t>Nom du mandataire</w:t>
            </w:r>
            <w:r w:rsidR="00C158A3" w:rsidRPr="00B64CB1">
              <w:rPr>
                <w:b/>
              </w:rPr>
              <w:t xml:space="preserve"> –</w:t>
            </w:r>
          </w:p>
          <w:p w14:paraId="19FBA579" w14:textId="0E95FAC4" w:rsidR="00A62BF2" w:rsidRPr="00B64CB1" w:rsidRDefault="001A19CD" w:rsidP="00C158A3">
            <w:pPr>
              <w:pStyle w:val="Standard"/>
              <w:jc w:val="center"/>
              <w:rPr>
                <w:b/>
              </w:rPr>
            </w:pPr>
            <w:r w:rsidRPr="00B64CB1">
              <w:rPr>
                <w:b/>
              </w:rPr>
              <w:t xml:space="preserve">cotraitant </w:t>
            </w:r>
            <w:r w:rsidR="00C158A3" w:rsidRPr="00B64CB1">
              <w:rPr>
                <w:b/>
              </w:rPr>
              <w:t>n</w:t>
            </w:r>
            <w:r w:rsidR="00C158A3" w:rsidRPr="00B64CB1">
              <w:rPr>
                <w:b/>
                <w:vertAlign w:val="superscript"/>
              </w:rPr>
              <w:t>o</w:t>
            </w:r>
            <w:r w:rsidR="00C158A3" w:rsidRPr="00B64CB1">
              <w:rPr>
                <w:b/>
              </w:rPr>
              <w:t xml:space="preserve"> </w:t>
            </w:r>
            <w:r w:rsidRPr="00B64CB1">
              <w:rPr>
                <w:b/>
              </w:rPr>
              <w:t>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607C30F" w14:textId="372CBD44" w:rsidR="00A62BF2" w:rsidRPr="00B64CB1" w:rsidRDefault="001A19CD" w:rsidP="00C158A3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B64CB1">
              <w:rPr>
                <w:b/>
              </w:rPr>
              <w:t xml:space="preserve">Prestations du mandataire </w:t>
            </w:r>
            <w:r w:rsidR="00C158A3" w:rsidRPr="00B64CB1">
              <w:rPr>
                <w:b/>
              </w:rPr>
              <w:t>–</w:t>
            </w:r>
            <w:r w:rsidRPr="00B64CB1">
              <w:rPr>
                <w:b/>
              </w:rPr>
              <w:t xml:space="preserve"> Poste(s) technique(s)</w:t>
            </w:r>
          </w:p>
        </w:tc>
      </w:tr>
      <w:tr w:rsidR="00A62BF2" w:rsidRPr="00B64CB1" w14:paraId="509E1CB7" w14:textId="77777777" w:rsidTr="007609B2">
        <w:trPr>
          <w:tblHeader/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4DFAFF3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6DBAA6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:rsidRPr="00B64CB1" w14:paraId="1929C977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E1625D4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12B616E7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9BB908D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BA51602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493A71FF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62342318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533394C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A62BF2" w:rsidRPr="00B64CB1" w14:paraId="46227115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3229E30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21B8DFA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:rsidRPr="00B64CB1" w14:paraId="58EA3164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259147D" w14:textId="77777777" w:rsidR="00A62BF2" w:rsidRPr="00B64CB1" w:rsidRDefault="001A19CD" w:rsidP="00C158A3">
            <w:pPr>
              <w:pStyle w:val="Standard"/>
              <w:snapToGrid w:val="0"/>
              <w:jc w:val="center"/>
              <w:rPr>
                <w:b/>
              </w:rPr>
            </w:pPr>
            <w:r w:rsidRPr="00B64CB1">
              <w:rPr>
                <w:b/>
              </w:rPr>
              <w:t>Autres cotraitants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E73BB6E" w14:textId="4F23EC97" w:rsidR="00A62BF2" w:rsidRPr="00B64CB1" w:rsidRDefault="001A19CD" w:rsidP="00C158A3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B64CB1">
              <w:rPr>
                <w:b/>
              </w:rPr>
              <w:t xml:space="preserve">Prestations des autres cotraitants </w:t>
            </w:r>
            <w:r w:rsidR="00C158A3" w:rsidRPr="00B64CB1">
              <w:rPr>
                <w:b/>
              </w:rPr>
              <w:t>–</w:t>
            </w:r>
            <w:r w:rsidRPr="00B64CB1">
              <w:rPr>
                <w:b/>
              </w:rPr>
              <w:t xml:space="preserve"> Poste(s) technique(s)</w:t>
            </w:r>
          </w:p>
        </w:tc>
      </w:tr>
      <w:tr w:rsidR="00A62BF2" w:rsidRPr="00B64CB1" w14:paraId="13429717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B75BFA4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F45C926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:rsidRPr="00B64CB1" w14:paraId="25CDC94A" w14:textId="77777777" w:rsidTr="007609B2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66DE4B2" w14:textId="35BEA5FD" w:rsidR="00A62BF2" w:rsidRPr="00B64CB1" w:rsidRDefault="001A19CD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 w:rsidRPr="00B64CB1">
              <w:rPr>
                <w:b/>
                <w:sz w:val="20"/>
              </w:rPr>
              <w:t>N</w:t>
            </w:r>
            <w:r w:rsidR="00622C8A" w:rsidRPr="00B64CB1">
              <w:rPr>
                <w:b/>
                <w:sz w:val="20"/>
                <w:vertAlign w:val="superscript"/>
              </w:rPr>
              <w:t>o</w:t>
            </w:r>
            <w:r w:rsidRPr="00B64CB1">
              <w:rPr>
                <w:b/>
                <w:sz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0EB69B6" w14:textId="77777777" w:rsidR="00A62BF2" w:rsidRPr="00B64CB1" w:rsidRDefault="00A62BF2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12435E6F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3D8A90C8" w14:textId="0F99641F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AA2AA32" w14:textId="77777777" w:rsidR="00C158A3" w:rsidRPr="00B64CB1" w:rsidRDefault="00C158A3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7E114F0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60ECEB37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C088760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6E3E6B61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56B9638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3B6ED728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640FA44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A62BF2" w:rsidRPr="00B64CB1" w14:paraId="62739E34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2AFD367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E4E071D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:rsidRPr="00B64CB1" w14:paraId="7F34DB8E" w14:textId="77777777" w:rsidTr="007609B2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B665658" w14:textId="17C3AA5E" w:rsidR="00A62BF2" w:rsidRPr="00B64CB1" w:rsidRDefault="001A19CD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 w:rsidRPr="00B64CB1">
              <w:rPr>
                <w:b/>
                <w:sz w:val="20"/>
              </w:rPr>
              <w:t>N</w:t>
            </w:r>
            <w:r w:rsidR="00622C8A" w:rsidRPr="00B64CB1">
              <w:rPr>
                <w:b/>
                <w:sz w:val="20"/>
                <w:vertAlign w:val="superscript"/>
              </w:rPr>
              <w:t>o</w:t>
            </w:r>
            <w:r w:rsidR="00C158A3" w:rsidRPr="00B64CB1">
              <w:rPr>
                <w:b/>
                <w:sz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00B51C6" w14:textId="77777777" w:rsidR="00A62BF2" w:rsidRPr="00B64CB1" w:rsidRDefault="00A62BF2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2D4CF0AC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BB9C4DB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0C2059D" w14:textId="6DF29C65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F66C575" w14:textId="77777777" w:rsidR="00C158A3" w:rsidRPr="00B64CB1" w:rsidRDefault="00C158A3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4E5E1BD8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B5F1612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59DE79E5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50DCD63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D8D39E4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1DF29B19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A62BF2" w:rsidRPr="00B64CB1" w14:paraId="3EBD51A0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9D7CFBF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749A149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:rsidRPr="00B64CB1" w14:paraId="0F05864B" w14:textId="77777777" w:rsidTr="007609B2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B21A529" w14:textId="5237ACD7" w:rsidR="00A62BF2" w:rsidRPr="00B64CB1" w:rsidRDefault="001A19CD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 w:rsidRPr="00B64CB1">
              <w:rPr>
                <w:b/>
                <w:sz w:val="20"/>
              </w:rPr>
              <w:t>N</w:t>
            </w:r>
            <w:r w:rsidR="00622C8A" w:rsidRPr="00B64CB1">
              <w:rPr>
                <w:b/>
                <w:sz w:val="20"/>
                <w:vertAlign w:val="superscript"/>
              </w:rPr>
              <w:t>o</w:t>
            </w:r>
            <w:r w:rsidRPr="00B64CB1">
              <w:rPr>
                <w:b/>
                <w:sz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C9C567" w14:textId="77777777" w:rsidR="00A62BF2" w:rsidRPr="00B64CB1" w:rsidRDefault="00A62BF2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6BA6BA09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63BDF41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1F0C7B5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3D2A57C6" w14:textId="486B942A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621FFC0D" w14:textId="77777777" w:rsidR="00C158A3" w:rsidRPr="00B64CB1" w:rsidRDefault="00C158A3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1C762BDC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C7D6418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C13B517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B16EF4D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9E71C71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23AC8C3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4348CAD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A62BF2" w:rsidRPr="00B64CB1" w14:paraId="3BE928A0" w14:textId="77777777" w:rsidTr="007609B2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1FDB3A0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lef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CE0ECCC" w14:textId="77777777" w:rsidR="00A62BF2" w:rsidRPr="00B64CB1" w:rsidRDefault="00A62BF2" w:rsidP="00C158A3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A62BF2" w:rsidRPr="00B64CB1" w14:paraId="0CE90B7A" w14:textId="77777777" w:rsidTr="007609B2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FF8496" w14:textId="3DE34ADE" w:rsidR="00A62BF2" w:rsidRPr="00B64CB1" w:rsidRDefault="001A19CD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 w:rsidRPr="00B64CB1">
              <w:rPr>
                <w:b/>
                <w:sz w:val="20"/>
              </w:rPr>
              <w:t>N</w:t>
            </w:r>
            <w:r w:rsidR="00622C8A" w:rsidRPr="00B64CB1">
              <w:rPr>
                <w:b/>
                <w:sz w:val="20"/>
                <w:vertAlign w:val="superscript"/>
              </w:rPr>
              <w:t>o</w:t>
            </w:r>
            <w:r w:rsidRPr="00B64CB1">
              <w:rPr>
                <w:b/>
                <w:sz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8E5D9D" w14:textId="77777777" w:rsidR="00A62BF2" w:rsidRPr="00B64CB1" w:rsidRDefault="00A62BF2" w:rsidP="00C158A3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28AA11D3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1F7A9190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3C2F06D9" w14:textId="3CEE9464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7BF911A" w14:textId="77777777" w:rsidR="00C158A3" w:rsidRPr="00B64CB1" w:rsidRDefault="00C158A3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73267BE2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266B9121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07AB5491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A6CA31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  <w:p w14:paraId="59A79417" w14:textId="77777777" w:rsidR="00A62BF2" w:rsidRPr="00B64CB1" w:rsidRDefault="00A62BF2" w:rsidP="00C158A3">
            <w:pPr>
              <w:pStyle w:val="Standard"/>
              <w:jc w:val="center"/>
              <w:rPr>
                <w:b/>
                <w:sz w:val="20"/>
              </w:rPr>
            </w:pPr>
          </w:p>
        </w:tc>
      </w:tr>
    </w:tbl>
    <w:p w14:paraId="75C11F04" w14:textId="7DD5AE4A" w:rsidR="00A62BF2" w:rsidRPr="00B64CB1" w:rsidRDefault="001A19CD" w:rsidP="00CD1DB0">
      <w:pPr>
        <w:pStyle w:val="Titre2"/>
        <w:numPr>
          <w:ilvl w:val="0"/>
          <w:numId w:val="0"/>
        </w:numPr>
      </w:pPr>
      <w:bookmarkStart w:id="41" w:name="_Toc184978166"/>
      <w:bookmarkStart w:id="42" w:name="_Toc201659976"/>
      <w:r w:rsidRPr="00B64CB1">
        <w:lastRenderedPageBreak/>
        <w:t>Répartition de la rémunération</w:t>
      </w:r>
      <w:bookmarkEnd w:id="41"/>
      <w:r w:rsidR="00E25249" w:rsidRPr="00B64CB1">
        <w:t> :</w:t>
      </w:r>
      <w:bookmarkEnd w:id="42"/>
    </w:p>
    <w:p w14:paraId="0CCFDFCE" w14:textId="77777777" w:rsidR="00A62BF2" w:rsidRPr="00B64CB1" w:rsidRDefault="00A62BF2">
      <w:pPr>
        <w:pStyle w:val="Standard"/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528"/>
        <w:gridCol w:w="707"/>
        <w:gridCol w:w="837"/>
        <w:gridCol w:w="427"/>
        <w:gridCol w:w="2105"/>
        <w:gridCol w:w="1817"/>
        <w:gridCol w:w="2407"/>
      </w:tblGrid>
      <w:tr w:rsidR="00A62BF2" w:rsidRPr="00B64CB1" w14:paraId="696E6DF9" w14:textId="77777777" w:rsidTr="007609B2">
        <w:trPr>
          <w:tblHeader/>
          <w:jc w:val="center"/>
        </w:trPr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C9A559" w14:textId="77777777" w:rsidR="00A62BF2" w:rsidRPr="00B64CB1" w:rsidRDefault="001A19CD" w:rsidP="002C303A">
            <w:pPr>
              <w:pStyle w:val="Tableau"/>
            </w:pPr>
            <w:r w:rsidRPr="00B64CB1">
              <w:t>Prestations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BD9140F" w14:textId="77777777" w:rsidR="00A62BF2" w:rsidRPr="00B64CB1" w:rsidRDefault="001A19CD" w:rsidP="002C303A">
            <w:pPr>
              <w:pStyle w:val="Tableau"/>
            </w:pPr>
            <w:r w:rsidRPr="00B64CB1">
              <w:t>Montant hors TVA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E35D4A" w14:textId="77777777" w:rsidR="00A62BF2" w:rsidRPr="00B64CB1" w:rsidRDefault="001A19CD" w:rsidP="002C303A">
            <w:pPr>
              <w:pStyle w:val="Tableau"/>
            </w:pPr>
            <w:r w:rsidRPr="00B64CB1">
              <w:t>Montant TVA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A7EB18D" w14:textId="77777777" w:rsidR="00A62BF2" w:rsidRPr="00B64CB1" w:rsidRDefault="001A19CD" w:rsidP="002C303A">
            <w:pPr>
              <w:pStyle w:val="Tableau"/>
            </w:pPr>
            <w:r w:rsidRPr="00B64CB1">
              <w:t>Montant TVA incluse</w:t>
            </w:r>
          </w:p>
        </w:tc>
      </w:tr>
      <w:tr w:rsidR="00A62BF2" w:rsidRPr="00B64CB1" w14:paraId="210181D9" w14:textId="77777777" w:rsidTr="007609B2">
        <w:trPr>
          <w:jc w:val="center"/>
        </w:trPr>
        <w:tc>
          <w:tcPr>
            <w:tcW w:w="3026" w:type="dxa"/>
            <w:gridSpan w:val="5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C7DDE1F" w14:textId="734FD59D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 xml:space="preserve">Mandataire </w:t>
            </w:r>
            <w:r w:rsidR="002C303A" w:rsidRPr="00B64CB1">
              <w:rPr>
                <w:b w:val="0"/>
                <w:bCs/>
                <w:sz w:val="20"/>
                <w:szCs w:val="20"/>
              </w:rPr>
              <w:t>–</w:t>
            </w:r>
            <w:r w:rsidRPr="00B64CB1">
              <w:rPr>
                <w:b w:val="0"/>
                <w:bCs/>
                <w:sz w:val="20"/>
                <w:szCs w:val="20"/>
              </w:rPr>
              <w:t xml:space="preserve"> cotraitant 1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BF1DFC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5EE1468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99194AD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56A73FB4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DF22DE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4991F6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971791D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4012FE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22582BA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14D4FE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E3BC952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31461013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43D26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EB967A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DF8B71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994AEFF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0A249B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82B4273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A0FE3B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5DC77994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7E37F71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9D0A63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CA446DE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53F7064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4EB8D69B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8900705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Prestation de mandat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86A2601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B40D05F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086CED1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25ABEC60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DD85F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2326E35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3BABBDA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DC55071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478F23C2" w14:textId="77777777" w:rsidTr="007609B2">
        <w:trPr>
          <w:jc w:val="center"/>
        </w:trPr>
        <w:tc>
          <w:tcPr>
            <w:tcW w:w="3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97D2E0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Total mandataire (I)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E81B77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1680CC6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FBED8C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028611F4" w14:textId="77777777" w:rsidTr="007609B2">
        <w:trPr>
          <w:jc w:val="center"/>
        </w:trPr>
        <w:tc>
          <w:tcPr>
            <w:tcW w:w="3026" w:type="dxa"/>
            <w:gridSpan w:val="5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5B9EAB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Autres cotraitant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AE2F41E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FBBEF40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7D6479C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298516E3" w14:textId="77777777" w:rsidTr="007609B2">
        <w:trPr>
          <w:jc w:val="center"/>
        </w:trPr>
        <w:tc>
          <w:tcPr>
            <w:tcW w:w="5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C6B6ECB" w14:textId="6EC3BD11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N</w:t>
            </w:r>
            <w:r w:rsidR="00622C8A" w:rsidRPr="00B64CB1"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0864194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8EC7D2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594A346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248820E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2B233D2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97AC5DF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605D9E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54F8D79B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1CBBD22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023A3CF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25009C0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392E484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55566A9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850188A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CA5A5A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5372CDEE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7435E4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A444AD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F7D9DF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76E099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689C46B7" w14:textId="77777777" w:rsidTr="007609B2">
        <w:trPr>
          <w:jc w:val="center"/>
        </w:trPr>
        <w:tc>
          <w:tcPr>
            <w:tcW w:w="5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65308D6" w14:textId="36F0738B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N</w:t>
            </w:r>
            <w:r w:rsidR="00622C8A" w:rsidRPr="00B64CB1"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A86F0BA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CDFA7E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A0F9554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2E0A463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0F40E2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738EC8E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DD7BDE1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3DF5E6C0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E51BC7C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0B8D15E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D44C15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1B9F74E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65136DE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B299B9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2C0151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6BE08A14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A233F6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2B02088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9DCFC23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DC1B8EF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4830D1AC" w14:textId="77777777" w:rsidTr="007609B2">
        <w:trPr>
          <w:jc w:val="center"/>
        </w:trPr>
        <w:tc>
          <w:tcPr>
            <w:tcW w:w="5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01E18A1" w14:textId="679C7B4A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N</w:t>
            </w:r>
            <w:r w:rsidR="00622C8A" w:rsidRPr="00B64CB1"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DA3999A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8487CDD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EB14E9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8DF455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E31183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A237DA5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E97FF7B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6884E3DA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E891F9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C34B2CE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CBC6F43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0542CC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8E03D7D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DA3B2C9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C0EA2B5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73B62F6B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D2603D4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66DA97E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0C1991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33DC4DE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6E481188" w14:textId="77777777" w:rsidTr="007609B2">
        <w:trPr>
          <w:jc w:val="center"/>
        </w:trPr>
        <w:tc>
          <w:tcPr>
            <w:tcW w:w="5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F46139C" w14:textId="26572BAF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N</w:t>
            </w:r>
            <w:r w:rsidR="00622C8A" w:rsidRPr="00B64CB1"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E6B1C44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E283950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82B9F62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C8E4CF7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A2B7BD2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139E3D5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4E63339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674CB6E7" w14:textId="77777777" w:rsidTr="007609B2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DD589F6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41A906F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A23EC01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F21E1F6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E6A762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B02EC0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9FE2E8D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B64CB1" w14:paraId="496C0398" w14:textId="77777777" w:rsidTr="007609B2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511BA6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428A5E9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671A0BA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02FEB8C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</w:tbl>
    <w:p w14:paraId="4FD2BEBA" w14:textId="77777777" w:rsidR="00A62BF2" w:rsidRPr="00B64CB1" w:rsidRDefault="00A62BF2" w:rsidP="002C303A">
      <w:pPr>
        <w:pStyle w:val="Tableau"/>
        <w:rPr>
          <w:b w:val="0"/>
          <w:bCs/>
          <w:vanish/>
          <w:sz w:val="20"/>
          <w:szCs w:val="20"/>
        </w:rPr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5"/>
        <w:gridCol w:w="2105"/>
        <w:gridCol w:w="1817"/>
        <w:gridCol w:w="2408"/>
      </w:tblGrid>
      <w:tr w:rsidR="00A62BF2" w:rsidRPr="00B64CB1" w14:paraId="0FFC286A" w14:textId="77777777" w:rsidTr="007609B2">
        <w:trPr>
          <w:jc w:val="center"/>
        </w:trPr>
        <w:tc>
          <w:tcPr>
            <w:tcW w:w="30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2EBCBFF" w14:textId="77777777" w:rsidR="00A62BF2" w:rsidRPr="00B64CB1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Total autres cotraitants (II)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AFDDB18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7CAD8F2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BF1A2B7" w14:textId="77777777" w:rsidR="00A62BF2" w:rsidRPr="00B64CB1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A62BF2" w:rsidRPr="002C303A" w14:paraId="266252E4" w14:textId="77777777" w:rsidTr="007609B2">
        <w:trPr>
          <w:jc w:val="center"/>
        </w:trPr>
        <w:tc>
          <w:tcPr>
            <w:tcW w:w="302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7A72D7E" w14:textId="77777777" w:rsidR="00A62BF2" w:rsidRPr="002C303A" w:rsidRDefault="001A19CD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  <w:r w:rsidRPr="00B64CB1">
              <w:rPr>
                <w:b w:val="0"/>
                <w:bCs/>
                <w:sz w:val="20"/>
                <w:szCs w:val="20"/>
              </w:rPr>
              <w:t>Total du marché (I) + (II)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3892373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F21C319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D468B7F" w14:textId="77777777" w:rsidR="00A62BF2" w:rsidRPr="002C303A" w:rsidRDefault="00A62BF2" w:rsidP="002C303A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bookmarkEnd w:id="32"/>
      <w:bookmarkEnd w:id="33"/>
    </w:tbl>
    <w:p w14:paraId="27447ABD" w14:textId="77777777" w:rsidR="00A62BF2" w:rsidRPr="008511DF" w:rsidRDefault="00A62BF2" w:rsidP="008511DF">
      <w:pPr>
        <w:pStyle w:val="Paragraphe"/>
      </w:pPr>
    </w:p>
    <w:sectPr w:rsidR="00A62BF2" w:rsidRPr="008511DF" w:rsidSect="00786873">
      <w:headerReference w:type="default" r:id="rId23"/>
      <w:footerReference w:type="default" r:id="rId24"/>
      <w:headerReference w:type="first" r:id="rId25"/>
      <w:footerReference w:type="first" r:id="rId26"/>
      <w:pgSz w:w="11906" w:h="16838" w:code="9"/>
      <w:pgMar w:top="1134" w:right="1474" w:bottom="1134" w:left="136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F9DE4" w14:textId="77777777" w:rsidR="00C95413" w:rsidRDefault="00C95413">
      <w:r>
        <w:separator/>
      </w:r>
    </w:p>
  </w:endnote>
  <w:endnote w:type="continuationSeparator" w:id="0">
    <w:p w14:paraId="3F84DF0A" w14:textId="77777777" w:rsidR="00C95413" w:rsidRDefault="00C9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, Wingdings">
    <w:altName w:val="Wingdings"/>
    <w:charset w:val="02"/>
    <w:family w:val="auto"/>
    <w:pitch w:val="variable"/>
  </w:font>
  <w:font w:name="Symbol, Geneva">
    <w:altName w:val="Symbol"/>
    <w:charset w:val="02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94CB" w14:textId="19E7A3E3" w:rsidR="000D1A6B" w:rsidRDefault="0058211E" w:rsidP="0058211E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  <w:r>
      <w:t xml:space="preserve"> / </w:t>
    </w:r>
    <w:r w:rsidR="00C95413">
      <w:fldChar w:fldCharType="begin"/>
    </w:r>
    <w:r w:rsidR="00C95413">
      <w:instrText xml:space="preserve"> NUMPAGES </w:instrText>
    </w:r>
    <w:r w:rsidR="00C95413">
      <w:fldChar w:fldCharType="separate"/>
    </w:r>
    <w:r>
      <w:t>21</w:t>
    </w:r>
    <w:r w:rsidR="00C9541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2E7CF" w14:textId="77777777" w:rsidR="00786873" w:rsidRDefault="00786873" w:rsidP="00786873">
    <w:pPr>
      <w:pStyle w:val="Pieddepage"/>
      <w:spacing w:before="120"/>
      <w:jc w:val="center"/>
    </w:pPr>
    <w:bookmarkStart w:id="43" w:name="_Hlk184128439"/>
    <w:bookmarkStart w:id="44" w:name="_Hlk184128440"/>
    <w:r w:rsidRPr="00BF4068">
      <w:rPr>
        <w:noProof/>
      </w:rPr>
      <w:drawing>
        <wp:anchor distT="0" distB="0" distL="114300" distR="114300" simplePos="0" relativeHeight="251661312" behindDoc="0" locked="0" layoutInCell="1" allowOverlap="1" wp14:anchorId="7B93A9EF" wp14:editId="6AEB2DDB">
          <wp:simplePos x="0" y="0"/>
          <wp:positionH relativeFrom="column">
            <wp:posOffset>1771650</wp:posOffset>
          </wp:positionH>
          <wp:positionV relativeFrom="paragraph">
            <wp:posOffset>17821</wp:posOffset>
          </wp:positionV>
          <wp:extent cx="1122471" cy="317580"/>
          <wp:effectExtent l="0" t="0" r="1905" b="6350"/>
          <wp:wrapNone/>
          <wp:docPr id="4" name="Image 66995120" descr="Une image contenant texte, Police, logo, Graphiqu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876660" name="Image 66995120" descr="Une image contenant texte, Police, logo, Graph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2471" cy="3175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4068">
      <w:rPr>
        <w:noProof/>
      </w:rPr>
      <w:drawing>
        <wp:anchor distT="0" distB="0" distL="114300" distR="114300" simplePos="0" relativeHeight="251662336" behindDoc="0" locked="0" layoutInCell="1" allowOverlap="1" wp14:anchorId="5B4B2A76" wp14:editId="6DA8CD1A">
          <wp:simplePos x="0" y="0"/>
          <wp:positionH relativeFrom="column">
            <wp:posOffset>3019425</wp:posOffset>
          </wp:positionH>
          <wp:positionV relativeFrom="paragraph">
            <wp:posOffset>0</wp:posOffset>
          </wp:positionV>
          <wp:extent cx="1029335" cy="334645"/>
          <wp:effectExtent l="0" t="0" r="0" b="8255"/>
          <wp:wrapNone/>
          <wp:docPr id="3" name="Image 1" descr="Artelia | Centre de ressources du Génie écologiq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telia | Centre de ressources du Génie écologiqu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335" cy="334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7D258BC" w14:textId="125B0B2B" w:rsidR="00786873" w:rsidRDefault="00C95413" w:rsidP="00786873">
    <w:pPr>
      <w:pStyle w:val="Pieddepage"/>
      <w:spacing w:before="120"/>
      <w:jc w:val="center"/>
    </w:pPr>
    <w:r>
      <w:fldChar w:fldCharType="begin"/>
    </w:r>
    <w:r>
      <w:instrText xml:space="preserve"> FILENAME   \* MERGEFORMAT </w:instrText>
    </w:r>
    <w:r>
      <w:fldChar w:fldCharType="separate"/>
    </w:r>
    <w:r w:rsidR="003376D4">
      <w:rPr>
        <w:noProof/>
      </w:rPr>
      <w:t>01. COU – AE</w:t>
    </w:r>
    <w:r>
      <w:rPr>
        <w:noProof/>
      </w:rPr>
      <w:fldChar w:fldCharType="end"/>
    </w:r>
    <w:r w:rsidR="00786873">
      <w:rPr>
        <w:noProof/>
      </w:rPr>
      <w:tab/>
    </w:r>
    <w:r w:rsidR="00786873">
      <w:rPr>
        <w:noProof/>
      </w:rPr>
      <w:tab/>
    </w:r>
    <w:r w:rsidR="00786873">
      <w:fldChar w:fldCharType="begin"/>
    </w:r>
    <w:r w:rsidR="00786873">
      <w:instrText xml:space="preserve"> DATE  \@ "dd/MM/yyyy" </w:instrText>
    </w:r>
    <w:r w:rsidR="00786873">
      <w:fldChar w:fldCharType="separate"/>
    </w:r>
    <w:r w:rsidR="003376D4">
      <w:rPr>
        <w:noProof/>
      </w:rPr>
      <w:t>10/07/2025</w:t>
    </w:r>
    <w:r w:rsidR="00786873">
      <w:fldChar w:fldCharType="end"/>
    </w:r>
    <w:bookmarkEnd w:id="43"/>
    <w:bookmarkEnd w:id="4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1B9C" w14:textId="77777777" w:rsidR="00C95413" w:rsidRDefault="00C95413">
      <w:r>
        <w:rPr>
          <w:color w:val="000000"/>
        </w:rPr>
        <w:separator/>
      </w:r>
    </w:p>
  </w:footnote>
  <w:footnote w:type="continuationSeparator" w:id="0">
    <w:p w14:paraId="76B0A47D" w14:textId="77777777" w:rsidR="00C95413" w:rsidRDefault="00C95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16E12" w14:textId="608959BC" w:rsidR="000D1A6B" w:rsidRPr="00C912B2" w:rsidRDefault="00E25249" w:rsidP="00C912B2">
    <w:pPr>
      <w:pStyle w:val="Default"/>
      <w:rPr>
        <w:rFonts w:ascii="Marianne" w:hAnsi="Marianne"/>
        <w:color w:val="auto"/>
        <w:sz w:val="20"/>
        <w:szCs w:val="20"/>
      </w:rPr>
    </w:pPr>
    <w:r w:rsidRPr="00786873">
      <w:rPr>
        <w:rFonts w:ascii="Marianne" w:hAnsi="Marianne"/>
        <w:sz w:val="20"/>
        <w:szCs w:val="20"/>
      </w:rPr>
      <w:t>Acte d</w:t>
    </w:r>
    <w:r w:rsidR="007609B2" w:rsidRPr="00786873">
      <w:rPr>
        <w:rFonts w:ascii="Marianne" w:hAnsi="Marianne"/>
        <w:sz w:val="20"/>
        <w:szCs w:val="20"/>
      </w:rPr>
      <w:t>’</w:t>
    </w:r>
    <w:r w:rsidRPr="00786873">
      <w:rPr>
        <w:rFonts w:ascii="Marianne" w:hAnsi="Marianne"/>
        <w:sz w:val="20"/>
        <w:szCs w:val="20"/>
      </w:rPr>
      <w:t>engagement</w:t>
    </w:r>
    <w:r w:rsidR="00786873" w:rsidRPr="00786873">
      <w:rPr>
        <w:rFonts w:ascii="Marianne" w:hAnsi="Marianne"/>
        <w:sz w:val="20"/>
        <w:szCs w:val="20"/>
      </w:rPr>
      <w:t xml:space="preserve"> – </w:t>
    </w:r>
    <w:r w:rsidR="00786873" w:rsidRPr="00786873">
      <w:rPr>
        <w:rFonts w:ascii="Marianne" w:hAnsi="Marianne"/>
        <w:color w:val="auto"/>
        <w:sz w:val="20"/>
        <w:szCs w:val="20"/>
      </w:rPr>
      <w:t xml:space="preserve">Autoroute A86 – Travaux de </w:t>
    </w:r>
    <w:r w:rsidR="00786873" w:rsidRPr="00C912B2">
      <w:rPr>
        <w:rFonts w:ascii="Marianne" w:hAnsi="Marianne"/>
        <w:color w:val="auto"/>
        <w:sz w:val="20"/>
        <w:szCs w:val="20"/>
      </w:rPr>
      <w:t>modernisation</w:t>
    </w:r>
    <w:r w:rsidR="00786873" w:rsidRPr="00786873">
      <w:rPr>
        <w:rFonts w:ascii="Marianne" w:hAnsi="Marianne"/>
        <w:color w:val="auto"/>
        <w:sz w:val="20"/>
        <w:szCs w:val="20"/>
      </w:rPr>
      <w:t xml:space="preserve"> du tunnel de La Courneuve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8EDB7" w14:textId="77777777" w:rsidR="00786873" w:rsidRDefault="00786873" w:rsidP="00786873">
    <w:pPr>
      <w:pStyle w:val="ServiceInfoHeader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C7BFA4" wp14:editId="160FE8B2">
          <wp:simplePos x="0" y="0"/>
          <wp:positionH relativeFrom="column">
            <wp:posOffset>-419100</wp:posOffset>
          </wp:positionH>
          <wp:positionV relativeFrom="paragraph">
            <wp:posOffset>0</wp:posOffset>
          </wp:positionV>
          <wp:extent cx="1757160" cy="1397160"/>
          <wp:effectExtent l="0" t="0" r="0" b="0"/>
          <wp:wrapTopAndBottom/>
          <wp:docPr id="2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7160" cy="1397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E43D39" w14:textId="77777777" w:rsidR="00786873" w:rsidRPr="000F4711" w:rsidRDefault="00786873" w:rsidP="00786873">
    <w:pPr>
      <w:pStyle w:val="ServiceInfoHeader"/>
    </w:pPr>
    <w:r w:rsidRPr="000F4711">
      <w:t xml:space="preserve">Direction régionale et interdépartementale </w:t>
    </w:r>
    <w:r w:rsidRPr="00BA2C98">
      <w:t>de l</w:t>
    </w:r>
    <w:r>
      <w:t>’</w:t>
    </w:r>
    <w:r w:rsidRPr="00BA2C98">
      <w:t>environnement, de l</w:t>
    </w:r>
    <w:r>
      <w:t>’</w:t>
    </w:r>
    <w:r w:rsidRPr="00BA2C98">
      <w:t>aménagement et des transports d</w:t>
    </w:r>
    <w:r>
      <w:t>’</w:t>
    </w:r>
    <w:r w:rsidRPr="00BA2C98">
      <w:t>Île-</w:t>
    </w:r>
    <w:r>
      <w:t>de-France</w:t>
    </w:r>
  </w:p>
  <w:p w14:paraId="2D0DB94E" w14:textId="77777777" w:rsidR="00786873" w:rsidRPr="000F4711" w:rsidRDefault="00786873" w:rsidP="00786873">
    <w:pPr>
      <w:pStyle w:val="ServiceInfoHeader"/>
      <w:tabs>
        <w:tab w:val="right" w:pos="9076"/>
      </w:tabs>
      <w:spacing w:before="113"/>
      <w:ind w:left="50"/>
    </w:pPr>
    <w:r w:rsidRPr="000F4711">
      <w:tab/>
    </w:r>
  </w:p>
  <w:p w14:paraId="028ABA15" w14:textId="77777777" w:rsidR="00786873" w:rsidRPr="00786873" w:rsidRDefault="00786873" w:rsidP="00786873">
    <w:pPr>
      <w:pStyle w:val="Trame"/>
      <w:jc w:val="right"/>
      <w:rPr>
        <w:bCs/>
        <w:sz w:val="24"/>
      </w:rPr>
    </w:pPr>
    <w:r w:rsidRPr="00786873">
      <w:rPr>
        <w:bCs/>
        <w:sz w:val="24"/>
      </w:rPr>
      <w:t xml:space="preserve">Marché public de travaux passé au terme d’une procédure d’appel d’offres ouvert définie aux articles </w:t>
    </w:r>
    <w:hyperlink r:id="rId2" w:history="1">
      <w:r w:rsidRPr="00786873">
        <w:rPr>
          <w:rStyle w:val="Lienhypertexte"/>
          <w:bCs/>
          <w:sz w:val="24"/>
        </w:rPr>
        <w:t>L. 2124-2</w:t>
      </w:r>
    </w:hyperlink>
    <w:r w:rsidRPr="00786873">
      <w:rPr>
        <w:bCs/>
        <w:sz w:val="24"/>
      </w:rPr>
      <w:t xml:space="preserve">, </w:t>
    </w:r>
    <w:hyperlink r:id="rId3" w:history="1">
      <w:r w:rsidRPr="00786873">
        <w:rPr>
          <w:rStyle w:val="Lienhypertexte"/>
          <w:bCs/>
          <w:sz w:val="24"/>
        </w:rPr>
        <w:t>R. 2124-2</w:t>
      </w:r>
    </w:hyperlink>
    <w:r w:rsidRPr="00786873">
      <w:rPr>
        <w:bCs/>
        <w:sz w:val="24"/>
      </w:rPr>
      <w:t xml:space="preserve"> et </w:t>
    </w:r>
    <w:hyperlink r:id="rId4" w:history="1">
      <w:r w:rsidRPr="00786873">
        <w:rPr>
          <w:rStyle w:val="Lienhypertexte"/>
          <w:bCs/>
          <w:sz w:val="24"/>
        </w:rPr>
        <w:t>R. 2161-2 à R. 2161-5</w:t>
      </w:r>
    </w:hyperlink>
    <w:r w:rsidRPr="00786873">
      <w:rPr>
        <w:bCs/>
        <w:sz w:val="24"/>
      </w:rPr>
      <w:t xml:space="preserve"> du code de la commande publique</w:t>
    </w:r>
  </w:p>
  <w:p w14:paraId="64F9CC98" w14:textId="77777777" w:rsidR="00786873" w:rsidRDefault="007868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700"/>
    <w:multiLevelType w:val="multilevel"/>
    <w:tmpl w:val="D9A4E77A"/>
    <w:styleLink w:val="WW8Num5"/>
    <w:lvl w:ilvl="0">
      <w:start w:val="1"/>
      <w:numFmt w:val="decimal"/>
      <w:lvlText w:val="(%1)"/>
      <w:lvlJc w:val="left"/>
      <w:rPr>
        <w:rFonts w:ascii="Symbol" w:hAnsi="Symbol" w:cs="Symbol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27D34BE"/>
    <w:multiLevelType w:val="multilevel"/>
    <w:tmpl w:val="1BA28C66"/>
    <w:styleLink w:val="WW8Num2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6F3A94"/>
    <w:multiLevelType w:val="multilevel"/>
    <w:tmpl w:val="E1806DD2"/>
    <w:styleLink w:val="WWNum2aaa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3" w15:restartNumberingAfterBreak="0">
    <w:nsid w:val="06ED5654"/>
    <w:multiLevelType w:val="multilevel"/>
    <w:tmpl w:val="4A7265E2"/>
    <w:styleLink w:val="WW8Num20"/>
    <w:lvl w:ilvl="0">
      <w:start w:val="1"/>
      <w:numFmt w:val="decimal"/>
      <w:lvlText w:val="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  <w:rPr>
        <w:sz w:val="28"/>
      </w:rPr>
    </w:lvl>
    <w:lvl w:ilvl="3">
      <w:start w:val="1"/>
      <w:numFmt w:val="decimal"/>
      <w:suff w:val="space"/>
      <w:lvlText w:val="%1.%2.%3.%4"/>
      <w:lvlJc w:val="left"/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77" w:firstLine="0"/>
      </w:pPr>
    </w:lvl>
    <w:lvl w:ilvl="5">
      <w:start w:val="1"/>
      <w:numFmt w:val="decimal"/>
      <w:lvlText w:val="%1.%2.%3.%4.%5.%6"/>
      <w:lvlJc w:val="left"/>
      <w:pPr>
        <w:ind w:left="1077" w:firstLine="0"/>
      </w:pPr>
    </w:lvl>
    <w:lvl w:ilvl="6">
      <w:start w:val="1"/>
      <w:numFmt w:val="decimal"/>
      <w:lvlText w:val="%1.%2.%3.%4.%5.%6.%7"/>
      <w:lvlJc w:val="left"/>
      <w:pPr>
        <w:ind w:left="1077" w:firstLine="0"/>
      </w:pPr>
    </w:lvl>
    <w:lvl w:ilvl="7">
      <w:start w:val="1"/>
      <w:numFmt w:val="decimal"/>
      <w:lvlText w:val="%1.%2.%3.%4.%5.%6.%7.%8"/>
      <w:lvlJc w:val="left"/>
      <w:pPr>
        <w:ind w:left="1077" w:firstLine="0"/>
      </w:pPr>
    </w:lvl>
    <w:lvl w:ilvl="8">
      <w:start w:val="1"/>
      <w:numFmt w:val="decimal"/>
      <w:lvlText w:val="%1.%2.%3.%4.%5.%6.%7.%8.%9"/>
      <w:lvlJc w:val="left"/>
      <w:pPr>
        <w:ind w:left="1077" w:firstLine="0"/>
      </w:pPr>
    </w:lvl>
  </w:abstractNum>
  <w:abstractNum w:abstractNumId="4" w15:restartNumberingAfterBreak="0">
    <w:nsid w:val="0BCF24BC"/>
    <w:multiLevelType w:val="multilevel"/>
    <w:tmpl w:val="08DC1D16"/>
    <w:styleLink w:val="WW8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2D0F"/>
    <w:multiLevelType w:val="multilevel"/>
    <w:tmpl w:val="0A7EDC5A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color w:val="auto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0C512ED6"/>
    <w:multiLevelType w:val="multilevel"/>
    <w:tmpl w:val="2E3E8306"/>
    <w:styleLink w:val="WWNum4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7" w15:restartNumberingAfterBreak="0">
    <w:nsid w:val="14EB41A4"/>
    <w:multiLevelType w:val="multilevel"/>
    <w:tmpl w:val="151AFECA"/>
    <w:lvl w:ilvl="0">
      <w:start w:val="1"/>
      <w:numFmt w:val="decimal"/>
      <w:pStyle w:val="Titre1"/>
      <w:suff w:val="space"/>
      <w:lvlText w:val="ARTICLE %1."/>
      <w:lvlJc w:val="left"/>
      <w:pPr>
        <w:ind w:left="432" w:hanging="432"/>
      </w:pPr>
      <w:rPr>
        <w:rFonts w:ascii="Marianne" w:hAnsi="Marianne" w:hint="default"/>
        <w:b/>
        <w:i w:val="0"/>
        <w:sz w:val="30"/>
        <w:u w:val="single"/>
      </w:rPr>
    </w:lvl>
    <w:lvl w:ilvl="1">
      <w:start w:val="1"/>
      <w:numFmt w:val="decimal"/>
      <w:pStyle w:val="Titre2"/>
      <w:lvlText w:val="%1–%2.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–%2.%3."/>
      <w:lvlJc w:val="left"/>
      <w:pPr>
        <w:ind w:left="720" w:hanging="43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–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6CD76AF"/>
    <w:multiLevelType w:val="multilevel"/>
    <w:tmpl w:val="2376B050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19DB2DCF"/>
    <w:multiLevelType w:val="multilevel"/>
    <w:tmpl w:val="0A7EDC5A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color w:val="auto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1E6E0C35"/>
    <w:multiLevelType w:val="multilevel"/>
    <w:tmpl w:val="09E04BFC"/>
    <w:styleLink w:val="WWNum1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1" w15:restartNumberingAfterBreak="0">
    <w:nsid w:val="22EE4F9B"/>
    <w:multiLevelType w:val="multilevel"/>
    <w:tmpl w:val="504ABB38"/>
    <w:styleLink w:val="RTFNum2"/>
    <w:lvl w:ilvl="0">
      <w:numFmt w:val="bullet"/>
      <w:lvlText w:val=""/>
      <w:lvlJc w:val="left"/>
      <w:pPr>
        <w:ind w:left="720" w:hanging="360"/>
      </w:pPr>
      <w:rPr>
        <w:rFonts w:ascii="Wingdings, Wingdings" w:eastAsia="Wingdings, Wingdings" w:hAnsi="Wingdings, Wingdings" w:cs="Wingdings, 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, Geneva" w:eastAsia="Symbol, Geneva" w:hAnsi="Symbol, Geneva" w:cs="Symbol, Genev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, Geneva" w:eastAsia="Symbol, Geneva" w:hAnsi="Symbol, Geneva" w:cs="Symbol, Genev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Wingdings" w:eastAsia="Wingdings, Wingdings" w:hAnsi="Wingdings, Wingdings" w:cs="Wingdings, Wingdings"/>
      </w:rPr>
    </w:lvl>
  </w:abstractNum>
  <w:abstractNum w:abstractNumId="12" w15:restartNumberingAfterBreak="0">
    <w:nsid w:val="285E4EBF"/>
    <w:multiLevelType w:val="multilevel"/>
    <w:tmpl w:val="6AD86208"/>
    <w:styleLink w:val="WWNum3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3" w15:restartNumberingAfterBreak="0">
    <w:nsid w:val="287F55FB"/>
    <w:multiLevelType w:val="multilevel"/>
    <w:tmpl w:val="68BC8966"/>
    <w:styleLink w:val="WW8Num11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0" w:hanging="360"/>
      </w:pPr>
      <w:rPr>
        <w:rFonts w:ascii="Wingdings" w:hAnsi="Wingdings"/>
      </w:rPr>
    </w:lvl>
  </w:abstractNum>
  <w:abstractNum w:abstractNumId="14" w15:restartNumberingAfterBreak="0">
    <w:nsid w:val="2B3A0607"/>
    <w:multiLevelType w:val="multilevel"/>
    <w:tmpl w:val="BCD6151C"/>
    <w:styleLink w:val="WWNum2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5" w15:restartNumberingAfterBreak="0">
    <w:nsid w:val="2E083360"/>
    <w:multiLevelType w:val="multilevel"/>
    <w:tmpl w:val="444EBC3E"/>
    <w:styleLink w:val="RTFNum3"/>
    <w:lvl w:ilvl="0">
      <w:numFmt w:val="bullet"/>
      <w:lvlText w:val=""/>
      <w:lvlJc w:val="left"/>
      <w:pPr>
        <w:ind w:left="720" w:hanging="360"/>
      </w:pPr>
      <w:rPr>
        <w:rFonts w:ascii="Wingdings, Wingdings" w:eastAsia="Wingdings, Wingdings" w:hAnsi="Wingdings, Wingdings" w:cs="Wingdings, 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, Geneva" w:eastAsia="Symbol, Geneva" w:hAnsi="Symbol, Geneva" w:cs="Symbol, Genev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, Geneva" w:eastAsia="Symbol, Geneva" w:hAnsi="Symbol, Geneva" w:cs="Symbol, Genev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Wingdings" w:eastAsia="Wingdings, Wingdings" w:hAnsi="Wingdings, Wingdings" w:cs="Wingdings, Wingdings"/>
      </w:rPr>
    </w:lvl>
  </w:abstractNum>
  <w:abstractNum w:abstractNumId="16" w15:restartNumberingAfterBreak="0">
    <w:nsid w:val="36505716"/>
    <w:multiLevelType w:val="multilevel"/>
    <w:tmpl w:val="2376B050"/>
    <w:numStyleLink w:val="WW8Num16"/>
  </w:abstractNum>
  <w:abstractNum w:abstractNumId="17" w15:restartNumberingAfterBreak="0">
    <w:nsid w:val="369B1468"/>
    <w:multiLevelType w:val="multilevel"/>
    <w:tmpl w:val="2376B050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  <w:sz w:val="18"/>
        <w:szCs w:val="18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  <w:sz w:val="18"/>
        <w:szCs w:val="18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18"/>
        <w:szCs w:val="18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18"/>
        <w:szCs w:val="18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18"/>
        <w:szCs w:val="18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18"/>
        <w:szCs w:val="18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18"/>
        <w:szCs w:val="18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18"/>
        <w:szCs w:val="18"/>
      </w:rPr>
    </w:lvl>
  </w:abstractNum>
  <w:abstractNum w:abstractNumId="18" w15:restartNumberingAfterBreak="0">
    <w:nsid w:val="37FB5E14"/>
    <w:multiLevelType w:val="multilevel"/>
    <w:tmpl w:val="FAE02AF2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19" w15:restartNumberingAfterBreak="0">
    <w:nsid w:val="3B586DF8"/>
    <w:multiLevelType w:val="multilevel"/>
    <w:tmpl w:val="22D6DEC6"/>
    <w:styleLink w:val="WWNum7"/>
    <w:lvl w:ilvl="0">
      <w:numFmt w:val="bullet"/>
      <w:lvlText w:val="•"/>
      <w:lvlJc w:val="left"/>
      <w:pPr>
        <w:ind w:left="1004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364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724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2084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444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804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3164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524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884" w:hanging="360"/>
      </w:pPr>
      <w:rPr>
        <w:rFonts w:ascii="OpenSymbol" w:eastAsia="OpenSymbol" w:hAnsi="OpenSymbol"/>
      </w:rPr>
    </w:lvl>
  </w:abstractNum>
  <w:abstractNum w:abstractNumId="20" w15:restartNumberingAfterBreak="0">
    <w:nsid w:val="3B8C38E2"/>
    <w:multiLevelType w:val="multilevel"/>
    <w:tmpl w:val="E34A09AA"/>
    <w:styleLink w:val="WWNum3aaa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21" w15:restartNumberingAfterBreak="0">
    <w:nsid w:val="44937D59"/>
    <w:multiLevelType w:val="multilevel"/>
    <w:tmpl w:val="00C25F0E"/>
    <w:styleLink w:val="WWNum1aaa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22" w15:restartNumberingAfterBreak="0">
    <w:nsid w:val="46FD0EBD"/>
    <w:multiLevelType w:val="multilevel"/>
    <w:tmpl w:val="28AA7FC4"/>
    <w:styleLink w:val="WW8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26D9A"/>
    <w:multiLevelType w:val="multilevel"/>
    <w:tmpl w:val="E9C4B082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, Wingdings" w:eastAsia="Wingdings, Wingdings" w:hAnsi="Wingdings, Wingdings" w:cs="Wingdings, 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, Geneva" w:eastAsia="Symbol, Geneva" w:hAnsi="Symbol, Geneva" w:cs="Symbol, Genev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, Geneva" w:eastAsia="Symbol, Geneva" w:hAnsi="Symbol, Geneva" w:cs="Symbol, Genev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Wingdings" w:eastAsia="Wingdings, Wingdings" w:hAnsi="Wingdings, Wingdings" w:cs="Wingdings, Wingdings"/>
      </w:rPr>
    </w:lvl>
  </w:abstractNum>
  <w:abstractNum w:abstractNumId="24" w15:restartNumberingAfterBreak="0">
    <w:nsid w:val="5D666712"/>
    <w:multiLevelType w:val="multilevel"/>
    <w:tmpl w:val="CE4EFD84"/>
    <w:styleLink w:val="WWNum1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25" w15:restartNumberingAfterBreak="0">
    <w:nsid w:val="68943480"/>
    <w:multiLevelType w:val="multilevel"/>
    <w:tmpl w:val="C01EB7FC"/>
    <w:styleLink w:val="WWNum8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6" w15:restartNumberingAfterBreak="0">
    <w:nsid w:val="6BD7754B"/>
    <w:multiLevelType w:val="multilevel"/>
    <w:tmpl w:val="1A382756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abstractNum w:abstractNumId="27" w15:restartNumberingAfterBreak="0">
    <w:nsid w:val="72853A35"/>
    <w:multiLevelType w:val="multilevel"/>
    <w:tmpl w:val="74BAA70A"/>
    <w:styleLink w:val="RTFNum5"/>
    <w:lvl w:ilvl="0">
      <w:numFmt w:val="bullet"/>
      <w:lvlText w:val=""/>
      <w:lvlJc w:val="left"/>
      <w:pPr>
        <w:ind w:left="720" w:hanging="360"/>
      </w:pPr>
      <w:rPr>
        <w:rFonts w:ascii="Wingdings, Wingdings" w:eastAsia="Wingdings, Wingdings" w:hAnsi="Wingdings, Wingdings" w:cs="Wingdings, 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, Geneva" w:eastAsia="Symbol, Geneva" w:hAnsi="Symbol, Geneva" w:cs="Symbol, Genev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, Geneva" w:eastAsia="Symbol, Geneva" w:hAnsi="Symbol, Geneva" w:cs="Symbol, Genev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Wingdings" w:eastAsia="Wingdings, Wingdings" w:hAnsi="Wingdings, Wingdings" w:cs="Wingdings, Wingdings"/>
      </w:rPr>
    </w:lvl>
  </w:abstractNum>
  <w:abstractNum w:abstractNumId="28" w15:restartNumberingAfterBreak="0">
    <w:nsid w:val="748326DF"/>
    <w:multiLevelType w:val="multilevel"/>
    <w:tmpl w:val="D9B44DA0"/>
    <w:styleLink w:val="RTF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7A3217CF"/>
    <w:multiLevelType w:val="multilevel"/>
    <w:tmpl w:val="2376B050"/>
    <w:styleLink w:val="WW8Num16"/>
    <w:lvl w:ilvl="0">
      <w:numFmt w:val="bullet"/>
      <w:lvlText w:val="-"/>
      <w:lvlJc w:val="left"/>
      <w:pPr>
        <w:ind w:left="284" w:hanging="284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Marianne" w:hAnsi="Marianne" w:hint="default"/>
        <w:sz w:val="18"/>
        <w:szCs w:val="18"/>
      </w:rPr>
    </w:lvl>
    <w:lvl w:ilvl="2">
      <w:start w:val="1"/>
      <w:numFmt w:val="bullet"/>
      <w:lvlText w:val="➢"/>
      <w:lvlJc w:val="left"/>
      <w:pPr>
        <w:ind w:left="1440" w:hanging="360"/>
      </w:pPr>
      <w:rPr>
        <w:rFonts w:ascii="StarSymbol" w:hAnsi="StarSymbol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0" w15:restartNumberingAfterBreak="0">
    <w:nsid w:val="7B652F54"/>
    <w:multiLevelType w:val="multilevel"/>
    <w:tmpl w:val="B308CE4C"/>
    <w:styleLink w:val="Outline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decimal"/>
      <w:pStyle w:val="SETECTextepuce1"/>
      <w:lvlText w:val="%5."/>
      <w:lvlJc w:val="left"/>
      <w:pPr>
        <w:ind w:left="643" w:hanging="283"/>
      </w:pPr>
      <w:rPr>
        <w:rFonts w:cs="Times New Roman"/>
        <w:b/>
        <w:i w:val="0"/>
        <w:sz w:val="20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1" w15:restartNumberingAfterBreak="0">
    <w:nsid w:val="7E6673FE"/>
    <w:multiLevelType w:val="multilevel"/>
    <w:tmpl w:val="42B2103A"/>
    <w:styleLink w:val="WWNum5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/>
      </w:rPr>
    </w:lvl>
  </w:abstractNum>
  <w:num w:numId="1">
    <w:abstractNumId w:val="17"/>
  </w:num>
  <w:num w:numId="2">
    <w:abstractNumId w:val="30"/>
  </w:num>
  <w:num w:numId="3">
    <w:abstractNumId w:val="11"/>
  </w:num>
  <w:num w:numId="4">
    <w:abstractNumId w:val="15"/>
  </w:num>
  <w:num w:numId="5">
    <w:abstractNumId w:val="23"/>
  </w:num>
  <w:num w:numId="6">
    <w:abstractNumId w:val="27"/>
  </w:num>
  <w:num w:numId="7">
    <w:abstractNumId w:val="28"/>
  </w:num>
  <w:num w:numId="8">
    <w:abstractNumId w:val="22"/>
  </w:num>
  <w:num w:numId="9">
    <w:abstractNumId w:val="13"/>
  </w:num>
  <w:num w:numId="10">
    <w:abstractNumId w:val="29"/>
  </w:num>
  <w:num w:numId="11">
    <w:abstractNumId w:val="3"/>
  </w:num>
  <w:num w:numId="12">
    <w:abstractNumId w:val="1"/>
  </w:num>
  <w:num w:numId="13">
    <w:abstractNumId w:val="4"/>
  </w:num>
  <w:num w:numId="14">
    <w:abstractNumId w:val="24"/>
  </w:num>
  <w:num w:numId="15">
    <w:abstractNumId w:val="10"/>
  </w:num>
  <w:num w:numId="16">
    <w:abstractNumId w:val="21"/>
  </w:num>
  <w:num w:numId="17">
    <w:abstractNumId w:val="18"/>
  </w:num>
  <w:num w:numId="18">
    <w:abstractNumId w:val="14"/>
  </w:num>
  <w:num w:numId="19">
    <w:abstractNumId w:val="2"/>
  </w:num>
  <w:num w:numId="20">
    <w:abstractNumId w:val="12"/>
  </w:num>
  <w:num w:numId="21">
    <w:abstractNumId w:val="20"/>
  </w:num>
  <w:num w:numId="22">
    <w:abstractNumId w:val="6"/>
  </w:num>
  <w:num w:numId="23">
    <w:abstractNumId w:val="31"/>
  </w:num>
  <w:num w:numId="24">
    <w:abstractNumId w:val="26"/>
  </w:num>
  <w:num w:numId="25">
    <w:abstractNumId w:val="19"/>
  </w:num>
  <w:num w:numId="26">
    <w:abstractNumId w:val="25"/>
  </w:num>
  <w:num w:numId="27">
    <w:abstractNumId w:val="9"/>
  </w:num>
  <w:num w:numId="28">
    <w:abstractNumId w:val="0"/>
    <w:lvlOverride w:ilvl="0">
      <w:startOverride w:val="1"/>
    </w:lvlOverride>
  </w:num>
  <w:num w:numId="29">
    <w:abstractNumId w:val="8"/>
  </w:num>
  <w:num w:numId="30">
    <w:abstractNumId w:val="16"/>
  </w:num>
  <w:num w:numId="31">
    <w:abstractNumId w:val="5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BF2"/>
    <w:rsid w:val="00043E47"/>
    <w:rsid w:val="0004749B"/>
    <w:rsid w:val="00072028"/>
    <w:rsid w:val="000A0CC7"/>
    <w:rsid w:val="000A1092"/>
    <w:rsid w:val="000D4350"/>
    <w:rsid w:val="000E0399"/>
    <w:rsid w:val="001269EC"/>
    <w:rsid w:val="00185225"/>
    <w:rsid w:val="00196455"/>
    <w:rsid w:val="001A19CD"/>
    <w:rsid w:val="001E0498"/>
    <w:rsid w:val="001F43BE"/>
    <w:rsid w:val="002227D4"/>
    <w:rsid w:val="0024200F"/>
    <w:rsid w:val="002511B7"/>
    <w:rsid w:val="002604A1"/>
    <w:rsid w:val="0026771F"/>
    <w:rsid w:val="00280CDE"/>
    <w:rsid w:val="0028617F"/>
    <w:rsid w:val="002A6645"/>
    <w:rsid w:val="002A73DF"/>
    <w:rsid w:val="002C303A"/>
    <w:rsid w:val="002D1953"/>
    <w:rsid w:val="002D4BD3"/>
    <w:rsid w:val="00334AC8"/>
    <w:rsid w:val="003376D4"/>
    <w:rsid w:val="00340542"/>
    <w:rsid w:val="003461AD"/>
    <w:rsid w:val="003D2438"/>
    <w:rsid w:val="00422957"/>
    <w:rsid w:val="00427DF9"/>
    <w:rsid w:val="00470487"/>
    <w:rsid w:val="004F77A7"/>
    <w:rsid w:val="0051386C"/>
    <w:rsid w:val="00515503"/>
    <w:rsid w:val="00542ECB"/>
    <w:rsid w:val="0058211E"/>
    <w:rsid w:val="00585898"/>
    <w:rsid w:val="005D356C"/>
    <w:rsid w:val="005E2FC0"/>
    <w:rsid w:val="005E3344"/>
    <w:rsid w:val="005E55F8"/>
    <w:rsid w:val="005F64B7"/>
    <w:rsid w:val="00622C8A"/>
    <w:rsid w:val="00636D0D"/>
    <w:rsid w:val="00655BE5"/>
    <w:rsid w:val="0067635C"/>
    <w:rsid w:val="006A5647"/>
    <w:rsid w:val="006B77A5"/>
    <w:rsid w:val="006F6846"/>
    <w:rsid w:val="007609B2"/>
    <w:rsid w:val="00761264"/>
    <w:rsid w:val="00761EC0"/>
    <w:rsid w:val="00786873"/>
    <w:rsid w:val="007D014B"/>
    <w:rsid w:val="007F1EB5"/>
    <w:rsid w:val="007F3565"/>
    <w:rsid w:val="007F5529"/>
    <w:rsid w:val="00847183"/>
    <w:rsid w:val="008511DF"/>
    <w:rsid w:val="008A6E5E"/>
    <w:rsid w:val="008E31F5"/>
    <w:rsid w:val="008F0868"/>
    <w:rsid w:val="00927FF9"/>
    <w:rsid w:val="009A18B9"/>
    <w:rsid w:val="009B5743"/>
    <w:rsid w:val="00A074D8"/>
    <w:rsid w:val="00A35517"/>
    <w:rsid w:val="00A419DA"/>
    <w:rsid w:val="00A62BF2"/>
    <w:rsid w:val="00A773EC"/>
    <w:rsid w:val="00A946C3"/>
    <w:rsid w:val="00AA1628"/>
    <w:rsid w:val="00AB6B1F"/>
    <w:rsid w:val="00AD0A5E"/>
    <w:rsid w:val="00AD310C"/>
    <w:rsid w:val="00AE071C"/>
    <w:rsid w:val="00AE273E"/>
    <w:rsid w:val="00B312BC"/>
    <w:rsid w:val="00B400DB"/>
    <w:rsid w:val="00B44E53"/>
    <w:rsid w:val="00B60E1A"/>
    <w:rsid w:val="00B64CB1"/>
    <w:rsid w:val="00B67D24"/>
    <w:rsid w:val="00B919C6"/>
    <w:rsid w:val="00BF319F"/>
    <w:rsid w:val="00C158A3"/>
    <w:rsid w:val="00C2365C"/>
    <w:rsid w:val="00C435C2"/>
    <w:rsid w:val="00C63C5E"/>
    <w:rsid w:val="00C912B2"/>
    <w:rsid w:val="00C95413"/>
    <w:rsid w:val="00CD1DB0"/>
    <w:rsid w:val="00D04A81"/>
    <w:rsid w:val="00D62F71"/>
    <w:rsid w:val="00DC699F"/>
    <w:rsid w:val="00DD305F"/>
    <w:rsid w:val="00DE20DB"/>
    <w:rsid w:val="00E20F2D"/>
    <w:rsid w:val="00E25249"/>
    <w:rsid w:val="00E40501"/>
    <w:rsid w:val="00E41C0C"/>
    <w:rsid w:val="00E65401"/>
    <w:rsid w:val="00E65499"/>
    <w:rsid w:val="00ED1742"/>
    <w:rsid w:val="00EF22F6"/>
    <w:rsid w:val="00F0203B"/>
    <w:rsid w:val="00F12EE7"/>
    <w:rsid w:val="00F16CE3"/>
    <w:rsid w:val="00F87EBC"/>
    <w:rsid w:val="00FC6157"/>
    <w:rsid w:val="00FD059B"/>
    <w:rsid w:val="00FE28D5"/>
    <w:rsid w:val="00FF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0195B"/>
  <w15:docId w15:val="{10F7B2A9-3B04-4BED-BBDA-18C59EC10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6D4"/>
    <w:pPr>
      <w:suppressAutoHyphens/>
      <w:autoSpaceDE w:val="0"/>
    </w:pPr>
    <w:rPr>
      <w:rFonts w:ascii="Marianne" w:hAnsi="Marianne" w:cs="Arial"/>
    </w:rPr>
  </w:style>
  <w:style w:type="paragraph" w:styleId="Titre1">
    <w:name w:val="heading 1"/>
    <w:basedOn w:val="Standard"/>
    <w:next w:val="Standard"/>
    <w:link w:val="Titre1Car"/>
    <w:uiPriority w:val="9"/>
    <w:qFormat/>
    <w:rsid w:val="003376D4"/>
    <w:pPr>
      <w:keepNext/>
      <w:pageBreakBefore/>
      <w:widowControl/>
      <w:numPr>
        <w:numId w:val="32"/>
      </w:numPr>
      <w:shd w:val="clear" w:color="auto" w:fill="BDD6EE" w:themeFill="accent5" w:themeFillTint="66"/>
      <w:spacing w:before="601" w:after="238"/>
      <w:outlineLvl w:val="0"/>
    </w:pPr>
    <w:rPr>
      <w:rFonts w:eastAsia="Arial"/>
      <w:b/>
      <w:bCs/>
      <w:smallCaps/>
      <w:sz w:val="30"/>
      <w:u w:val="single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rsid w:val="003376D4"/>
    <w:pPr>
      <w:keepNext/>
      <w:widowControl/>
      <w:numPr>
        <w:ilvl w:val="1"/>
        <w:numId w:val="32"/>
      </w:numPr>
      <w:spacing w:before="238" w:after="119"/>
      <w:outlineLvl w:val="1"/>
    </w:pPr>
    <w:rPr>
      <w:rFonts w:eastAsia="Arial"/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rsid w:val="003376D4"/>
    <w:pPr>
      <w:keepNext/>
      <w:widowControl/>
      <w:numPr>
        <w:ilvl w:val="2"/>
        <w:numId w:val="32"/>
      </w:numPr>
      <w:spacing w:before="238" w:after="119"/>
      <w:outlineLvl w:val="2"/>
    </w:pPr>
    <w:rPr>
      <w:rFonts w:eastAsia="Arial"/>
      <w:b/>
      <w:bCs/>
      <w:i/>
      <w:sz w:val="28"/>
      <w:szCs w:val="28"/>
    </w:rPr>
  </w:style>
  <w:style w:type="paragraph" w:styleId="Titre4">
    <w:name w:val="heading 4"/>
    <w:basedOn w:val="Standard"/>
    <w:next w:val="Textbody"/>
    <w:link w:val="Titre4Car"/>
    <w:uiPriority w:val="9"/>
    <w:unhideWhenUsed/>
    <w:qFormat/>
    <w:rsid w:val="003376D4"/>
    <w:pPr>
      <w:numPr>
        <w:ilvl w:val="3"/>
        <w:numId w:val="32"/>
      </w:numPr>
      <w:spacing w:before="240"/>
      <w:jc w:val="both"/>
      <w:outlineLvl w:val="3"/>
    </w:pPr>
    <w:rPr>
      <w:b/>
      <w:bCs/>
      <w:sz w:val="20"/>
      <w:szCs w:val="20"/>
      <w:u w:val="single"/>
    </w:rPr>
  </w:style>
  <w:style w:type="paragraph" w:styleId="Titre5">
    <w:name w:val="heading 5"/>
    <w:basedOn w:val="Standard"/>
    <w:next w:val="Textbody"/>
    <w:link w:val="Titre5Car"/>
    <w:uiPriority w:val="9"/>
    <w:unhideWhenUsed/>
    <w:qFormat/>
    <w:rsid w:val="003376D4"/>
    <w:pPr>
      <w:keepNext/>
      <w:spacing w:before="240" w:after="240"/>
      <w:outlineLvl w:val="4"/>
    </w:pPr>
    <w:rPr>
      <w:b/>
      <w:i/>
      <w:sz w:val="20"/>
      <w:szCs w:val="20"/>
    </w:rPr>
  </w:style>
  <w:style w:type="paragraph" w:styleId="Titre6">
    <w:name w:val="heading 6"/>
    <w:basedOn w:val="Standard"/>
    <w:next w:val="Textbody"/>
    <w:link w:val="Titre6Car"/>
    <w:uiPriority w:val="9"/>
    <w:unhideWhenUsed/>
    <w:qFormat/>
    <w:rsid w:val="003376D4"/>
    <w:pPr>
      <w:spacing w:before="240"/>
      <w:jc w:val="both"/>
      <w:outlineLvl w:val="5"/>
    </w:pPr>
    <w:rPr>
      <w:rFonts w:cs="Times New Roman"/>
      <w:kern w:val="0"/>
      <w:sz w:val="20"/>
      <w:szCs w:val="20"/>
      <w:u w:val="single"/>
    </w:rPr>
  </w:style>
  <w:style w:type="paragraph" w:styleId="Titre7">
    <w:name w:val="heading 7"/>
    <w:basedOn w:val="Heading"/>
    <w:next w:val="Textbody"/>
    <w:link w:val="Titre7Car"/>
    <w:rsid w:val="003376D4"/>
    <w:pPr>
      <w:spacing w:before="60" w:after="60"/>
      <w:outlineLvl w:val="6"/>
    </w:pPr>
    <w:rPr>
      <w:b/>
      <w:bCs/>
    </w:rPr>
  </w:style>
  <w:style w:type="paragraph" w:styleId="Titre8">
    <w:name w:val="heading 8"/>
    <w:basedOn w:val="Heading"/>
    <w:next w:val="Textbody"/>
    <w:link w:val="Titre8Car"/>
    <w:rsid w:val="003376D4"/>
    <w:pPr>
      <w:spacing w:before="60" w:after="60"/>
      <w:outlineLvl w:val="7"/>
    </w:pPr>
    <w:rPr>
      <w:b/>
      <w:bCs/>
      <w:i/>
      <w:iCs/>
    </w:rPr>
  </w:style>
  <w:style w:type="paragraph" w:styleId="Titre9">
    <w:name w:val="heading 9"/>
    <w:basedOn w:val="Heading"/>
    <w:next w:val="Textbody"/>
    <w:link w:val="Titre9Car"/>
    <w:rsid w:val="003376D4"/>
    <w:pPr>
      <w:spacing w:before="60" w:after="60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3376D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3376D4"/>
  </w:style>
  <w:style w:type="paragraph" w:customStyle="1" w:styleId="Standard">
    <w:name w:val="Standard"/>
    <w:rsid w:val="003376D4"/>
    <w:pPr>
      <w:suppressAutoHyphens/>
    </w:pPr>
    <w:rPr>
      <w:rFonts w:ascii="Marianne" w:hAnsi="Marianne" w:cs="Arial"/>
    </w:rPr>
  </w:style>
  <w:style w:type="paragraph" w:customStyle="1" w:styleId="Heading">
    <w:name w:val="Heading"/>
    <w:basedOn w:val="Standard"/>
    <w:next w:val="Normal"/>
    <w:rsid w:val="003376D4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rsid w:val="003376D4"/>
    <w:pPr>
      <w:spacing w:after="120"/>
    </w:pPr>
  </w:style>
  <w:style w:type="paragraph" w:styleId="Liste">
    <w:name w:val="List"/>
    <w:basedOn w:val="Textbody"/>
    <w:rsid w:val="003376D4"/>
    <w:rPr>
      <w:rFonts w:eastAsia="Liberation Sans"/>
    </w:rPr>
  </w:style>
  <w:style w:type="paragraph" w:customStyle="1" w:styleId="HeaderandFooter">
    <w:name w:val="Header and Footer"/>
    <w:basedOn w:val="Standard"/>
    <w:rsid w:val="003376D4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link w:val="En-tteCar"/>
    <w:rsid w:val="003376D4"/>
    <w:pPr>
      <w:tabs>
        <w:tab w:val="center" w:pos="4513"/>
        <w:tab w:val="right" w:pos="9026"/>
      </w:tabs>
    </w:pPr>
  </w:style>
  <w:style w:type="paragraph" w:styleId="Pieddepage">
    <w:name w:val="footer"/>
    <w:basedOn w:val="Standard"/>
    <w:link w:val="PieddepageCar"/>
    <w:rsid w:val="003376D4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3376D4"/>
    <w:pPr>
      <w:suppressLineNumbers/>
    </w:pPr>
  </w:style>
  <w:style w:type="paragraph" w:customStyle="1" w:styleId="TableHeading">
    <w:name w:val="Table Heading"/>
    <w:basedOn w:val="TableContents"/>
    <w:rsid w:val="003376D4"/>
    <w:pPr>
      <w:jc w:val="center"/>
    </w:pPr>
    <w:rPr>
      <w:b/>
      <w:bCs/>
      <w:i/>
      <w:iCs/>
    </w:rPr>
  </w:style>
  <w:style w:type="paragraph" w:styleId="Lgende">
    <w:name w:val="caption"/>
    <w:basedOn w:val="Standard"/>
    <w:rsid w:val="003376D4"/>
    <w:pPr>
      <w:suppressLineNumbers/>
      <w:spacing w:before="120" w:after="120"/>
    </w:pPr>
    <w:rPr>
      <w:rFonts w:eastAsia="Liberation Sans"/>
      <w:i/>
      <w:iCs/>
    </w:rPr>
  </w:style>
  <w:style w:type="paragraph" w:customStyle="1" w:styleId="Footnote">
    <w:name w:val="Footnote"/>
    <w:basedOn w:val="Standard"/>
    <w:rsid w:val="003376D4"/>
    <w:rPr>
      <w:color w:val="000000"/>
      <w:sz w:val="18"/>
    </w:rPr>
  </w:style>
  <w:style w:type="paragraph" w:customStyle="1" w:styleId="Index">
    <w:name w:val="Index"/>
    <w:basedOn w:val="Standard"/>
    <w:rsid w:val="003376D4"/>
    <w:pPr>
      <w:suppressLineNumbers/>
    </w:pPr>
    <w:rPr>
      <w:rFonts w:eastAsia="Liberation Sans"/>
    </w:rPr>
  </w:style>
  <w:style w:type="paragraph" w:customStyle="1" w:styleId="Reponses">
    <w:name w:val="Reponses"/>
    <w:basedOn w:val="Standard"/>
    <w:rsid w:val="003376D4"/>
    <w:pPr>
      <w:ind w:left="567" w:right="567"/>
    </w:pPr>
  </w:style>
  <w:style w:type="paragraph" w:customStyle="1" w:styleId="Parareponse">
    <w:name w:val="Para_reponse"/>
    <w:basedOn w:val="Standard"/>
    <w:rsid w:val="003376D4"/>
    <w:pPr>
      <w:spacing w:before="120" w:after="120"/>
    </w:pPr>
  </w:style>
  <w:style w:type="paragraph" w:customStyle="1" w:styleId="Null">
    <w:name w:val="Null"/>
    <w:basedOn w:val="Standard"/>
    <w:rsid w:val="003376D4"/>
    <w:rPr>
      <w:sz w:val="2"/>
    </w:rPr>
  </w:style>
  <w:style w:type="paragraph" w:customStyle="1" w:styleId="Trame">
    <w:name w:val="Trame"/>
    <w:basedOn w:val="Standard"/>
    <w:rsid w:val="003376D4"/>
    <w:pPr>
      <w:shd w:val="clear" w:color="auto" w:fill="FFFFFF"/>
      <w:jc w:val="center"/>
    </w:pPr>
    <w:rPr>
      <w:b/>
      <w:sz w:val="40"/>
    </w:rPr>
  </w:style>
  <w:style w:type="paragraph" w:customStyle="1" w:styleId="Cadrerelief">
    <w:name w:val="Cadre_relief"/>
    <w:basedOn w:val="Standard"/>
    <w:rsid w:val="003376D4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Textbody"/>
    <w:qFormat/>
    <w:rsid w:val="003376D4"/>
    <w:pPr>
      <w:jc w:val="both"/>
    </w:pPr>
    <w:rPr>
      <w:sz w:val="20"/>
      <w:szCs w:val="20"/>
    </w:rPr>
  </w:style>
  <w:style w:type="paragraph" w:customStyle="1" w:styleId="TableauNormal1">
    <w:name w:val="Tableau Normal1"/>
    <w:rsid w:val="003376D4"/>
    <w:pPr>
      <w:suppressAutoHyphens/>
    </w:pPr>
    <w:rPr>
      <w:lang w:eastAsia="zh-CN" w:bidi="hi-IN"/>
    </w:rPr>
  </w:style>
  <w:style w:type="paragraph" w:customStyle="1" w:styleId="Standarduser">
    <w:name w:val="Standard (user)"/>
    <w:rsid w:val="003376D4"/>
    <w:pPr>
      <w:suppressAutoHyphens/>
      <w:jc w:val="both"/>
      <w:textAlignment w:val="auto"/>
    </w:pPr>
    <w:rPr>
      <w:rFonts w:eastAsia="Arial Unicode MS" w:cs="Arial"/>
      <w:lang w:bidi="hi-IN"/>
    </w:rPr>
  </w:style>
  <w:style w:type="paragraph" w:customStyle="1" w:styleId="Paradouble">
    <w:name w:val="Para_double"/>
    <w:basedOn w:val="Paragraphe"/>
    <w:rsid w:val="003376D4"/>
    <w:pPr>
      <w:spacing w:after="240"/>
    </w:pPr>
  </w:style>
  <w:style w:type="paragraph" w:customStyle="1" w:styleId="TableauNormal2">
    <w:name w:val="Tableau Normal2"/>
    <w:pPr>
      <w:suppressAutoHyphens/>
    </w:pPr>
  </w:style>
  <w:style w:type="character" w:customStyle="1" w:styleId="FootnoteSymbol">
    <w:name w:val="Footnote Symbol"/>
    <w:basedOn w:val="Policepardfaut"/>
    <w:rsid w:val="003376D4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styleId="Numrodepage">
    <w:name w:val="page number"/>
    <w:basedOn w:val="Policepardfaut"/>
    <w:rsid w:val="003376D4"/>
  </w:style>
  <w:style w:type="character" w:customStyle="1" w:styleId="Bullet20Symbols">
    <w:name w:val="Bullet_20_Symbols"/>
    <w:rsid w:val="003376D4"/>
  </w:style>
  <w:style w:type="character" w:customStyle="1" w:styleId="BulletSymbols">
    <w:name w:val="Bullet Symbols"/>
    <w:rsid w:val="003376D4"/>
    <w:rPr>
      <w:rFonts w:ascii="StarSymbol" w:eastAsia="StarSymbol" w:hAnsi="StarSymbol" w:cs="StarSymbol"/>
      <w:sz w:val="18"/>
      <w:szCs w:val="18"/>
    </w:rPr>
  </w:style>
  <w:style w:type="character" w:styleId="Appelnotedebasdep">
    <w:name w:val="footnote reference"/>
    <w:basedOn w:val="Policepardfaut"/>
    <w:rsid w:val="003376D4"/>
    <w:rPr>
      <w:position w:val="0"/>
      <w:vertAlign w:val="superscript"/>
    </w:rPr>
  </w:style>
  <w:style w:type="character" w:customStyle="1" w:styleId="Footnoteanchor">
    <w:name w:val="Footnote anchor"/>
    <w:rsid w:val="003376D4"/>
    <w:rPr>
      <w:position w:val="0"/>
      <w:vertAlign w:val="superscript"/>
    </w:rPr>
  </w:style>
  <w:style w:type="character" w:customStyle="1" w:styleId="Linenumbering">
    <w:name w:val="Line numbering"/>
    <w:rsid w:val="003376D4"/>
  </w:style>
  <w:style w:type="character" w:styleId="Marquedecommentaire">
    <w:name w:val="annotation reference"/>
    <w:basedOn w:val="Policepardfaut"/>
    <w:uiPriority w:val="99"/>
    <w:unhideWhenUsed/>
    <w:rsid w:val="003376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376D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376D4"/>
    <w:rPr>
      <w:rFonts w:ascii="Marianne" w:hAnsi="Marianne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3376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3376D4"/>
    <w:rPr>
      <w:rFonts w:ascii="Marianne" w:hAnsi="Marianne" w:cs="Arial"/>
      <w:b/>
      <w:bCs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376D4"/>
    <w:pPr>
      <w:keepNext/>
      <w:keepLines/>
      <w:spacing w:before="200" w:after="160"/>
      <w:ind w:left="862" w:right="862"/>
      <w:jc w:val="center"/>
    </w:pPr>
    <w:rPr>
      <w:rFonts w:cs="Mangal"/>
      <w:i/>
      <w:iCs/>
      <w:color w:val="2E74B5" w:themeColor="accent5" w:themeShade="BF"/>
      <w:szCs w:val="21"/>
    </w:rPr>
  </w:style>
  <w:style w:type="character" w:customStyle="1" w:styleId="CitationCar">
    <w:name w:val="Citation Car"/>
    <w:basedOn w:val="Policepardfaut"/>
    <w:link w:val="Citation"/>
    <w:uiPriority w:val="29"/>
    <w:rsid w:val="003376D4"/>
    <w:rPr>
      <w:rFonts w:ascii="Marianne" w:hAnsi="Marianne" w:cs="Mangal"/>
      <w:i/>
      <w:iCs/>
      <w:color w:val="2E74B5" w:themeColor="accent5" w:themeShade="BF"/>
      <w:szCs w:val="21"/>
    </w:rPr>
  </w:style>
  <w:style w:type="paragraph" w:customStyle="1" w:styleId="Contents1">
    <w:name w:val="Contents 1"/>
    <w:basedOn w:val="Index"/>
    <w:rsid w:val="003376D4"/>
    <w:pPr>
      <w:tabs>
        <w:tab w:val="right" w:leader="dot" w:pos="9637"/>
      </w:tabs>
      <w:spacing w:before="170"/>
    </w:pPr>
    <w:rPr>
      <w:b/>
    </w:rPr>
  </w:style>
  <w:style w:type="paragraph" w:customStyle="1" w:styleId="Contents2">
    <w:name w:val="Contents 2"/>
    <w:basedOn w:val="Index"/>
    <w:rsid w:val="003376D4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rsid w:val="003376D4"/>
    <w:pPr>
      <w:tabs>
        <w:tab w:val="right" w:leader="dot" w:pos="9353"/>
      </w:tabs>
      <w:ind w:left="567"/>
    </w:pPr>
  </w:style>
  <w:style w:type="paragraph" w:customStyle="1" w:styleId="Contents4">
    <w:name w:val="Contents 4"/>
    <w:basedOn w:val="Index"/>
    <w:rsid w:val="003376D4"/>
    <w:pPr>
      <w:tabs>
        <w:tab w:val="right" w:leader="dot" w:pos="9353"/>
      </w:tabs>
      <w:ind w:left="850"/>
    </w:pPr>
  </w:style>
  <w:style w:type="paragraph" w:customStyle="1" w:styleId="ContentsHeading">
    <w:name w:val="Contents Heading"/>
    <w:basedOn w:val="Heading"/>
    <w:rsid w:val="003376D4"/>
    <w:pPr>
      <w:suppressLineNumbers/>
      <w:spacing w:before="0" w:after="0"/>
    </w:pPr>
    <w:rPr>
      <w:b/>
      <w:bCs/>
      <w:sz w:val="32"/>
      <w:szCs w:val="32"/>
    </w:rPr>
  </w:style>
  <w:style w:type="paragraph" w:customStyle="1" w:styleId="Contenudecadre">
    <w:name w:val="Contenu de cadre"/>
    <w:basedOn w:val="Normal"/>
    <w:rsid w:val="003376D4"/>
    <w:pPr>
      <w:autoSpaceDE/>
      <w:autoSpaceDN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en-US"/>
    </w:rPr>
  </w:style>
  <w:style w:type="paragraph" w:styleId="Corpsdetexte2">
    <w:name w:val="Body Text 2"/>
    <w:basedOn w:val="Standard"/>
    <w:link w:val="Corpsdetexte2Car"/>
    <w:rsid w:val="003376D4"/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3376D4"/>
    <w:rPr>
      <w:rFonts w:ascii="Marianne" w:hAnsi="Marianne" w:cs="Arial"/>
      <w:sz w:val="20"/>
      <w:szCs w:val="20"/>
    </w:rPr>
  </w:style>
  <w:style w:type="paragraph" w:customStyle="1" w:styleId="Default">
    <w:name w:val="Default"/>
    <w:rsid w:val="003376D4"/>
    <w:pPr>
      <w:widowControl/>
      <w:suppressAutoHyphens/>
      <w:autoSpaceDE w:val="0"/>
    </w:pPr>
    <w:rPr>
      <w:rFonts w:ascii="Arial" w:eastAsia="Arial" w:hAnsi="Arial" w:cs="Arial"/>
      <w:color w:val="000000"/>
    </w:rPr>
  </w:style>
  <w:style w:type="character" w:styleId="lev">
    <w:name w:val="Strong"/>
    <w:uiPriority w:val="22"/>
    <w:qFormat/>
    <w:rsid w:val="003376D4"/>
    <w:rPr>
      <w:b/>
      <w:bCs/>
      <w:sz w:val="22"/>
      <w:szCs w:val="22"/>
    </w:rPr>
  </w:style>
  <w:style w:type="character" w:customStyle="1" w:styleId="En-tteCar">
    <w:name w:val="En-tête Car"/>
    <w:basedOn w:val="Policepardfaut"/>
    <w:link w:val="En-tte"/>
    <w:rsid w:val="003376D4"/>
    <w:rPr>
      <w:rFonts w:ascii="Marianne" w:hAnsi="Marianne" w:cs="Arial"/>
    </w:rPr>
  </w:style>
  <w:style w:type="character" w:customStyle="1" w:styleId="Titre1Car">
    <w:name w:val="Titre 1 Car"/>
    <w:basedOn w:val="Policepardfaut"/>
    <w:link w:val="Titre1"/>
    <w:uiPriority w:val="9"/>
    <w:rsid w:val="003376D4"/>
    <w:rPr>
      <w:rFonts w:ascii="Marianne" w:eastAsia="Arial" w:hAnsi="Marianne" w:cs="Arial"/>
      <w:b/>
      <w:bCs/>
      <w:smallCaps/>
      <w:sz w:val="30"/>
      <w:u w:val="single"/>
      <w:shd w:val="clear" w:color="auto" w:fill="BDD6EE" w:themeFill="accent5" w:themeFillTint="6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376D4"/>
    <w:pPr>
      <w:keepLines/>
      <w:shd w:val="clear" w:color="auto" w:fill="auto"/>
      <w:suppressAutoHyphens w:val="0"/>
      <w:autoSpaceDN/>
      <w:spacing w:before="240" w:after="0" w:line="259" w:lineRule="auto"/>
      <w:ind w:firstLine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u w:val="none"/>
    </w:rPr>
  </w:style>
  <w:style w:type="paragraph" w:customStyle="1" w:styleId="Framecontents">
    <w:name w:val="Frame contents"/>
    <w:basedOn w:val="Textbody"/>
    <w:rsid w:val="003376D4"/>
  </w:style>
  <w:style w:type="table" w:styleId="Grilledutableau">
    <w:name w:val="Table Grid"/>
    <w:basedOn w:val="TableauNormal"/>
    <w:uiPriority w:val="39"/>
    <w:rsid w:val="003376D4"/>
    <w:pPr>
      <w:suppressAutoHyphens/>
    </w:pPr>
    <w:rPr>
      <w:rFonts w:ascii="Marianne" w:hAnsi="Marianne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uiPriority w:val="99"/>
    <w:semiHidden/>
    <w:unhideWhenUsed/>
    <w:rsid w:val="003376D4"/>
    <w:pPr>
      <w:ind w:left="240" w:hanging="240"/>
    </w:pPr>
  </w:style>
  <w:style w:type="character" w:customStyle="1" w:styleId="IndexLink">
    <w:name w:val="Index Link"/>
    <w:rsid w:val="003376D4"/>
  </w:style>
  <w:style w:type="character" w:customStyle="1" w:styleId="Internetlink">
    <w:name w:val="Internet link"/>
    <w:rsid w:val="003376D4"/>
    <w:rPr>
      <w:color w:val="000080"/>
      <w:u w:val="single"/>
    </w:rPr>
  </w:style>
  <w:style w:type="character" w:styleId="Lienhypertexte">
    <w:name w:val="Hyperlink"/>
    <w:basedOn w:val="Policepardfaut"/>
    <w:uiPriority w:val="99"/>
    <w:unhideWhenUsed/>
    <w:rsid w:val="003376D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376D4"/>
    <w:rPr>
      <w:color w:val="954F72" w:themeColor="followedHyperlink"/>
      <w:u w:val="single"/>
    </w:rPr>
  </w:style>
  <w:style w:type="character" w:customStyle="1" w:styleId="ListLabel1">
    <w:name w:val="ListLabel 1"/>
    <w:rsid w:val="003376D4"/>
    <w:rPr>
      <w:rFonts w:cs="Times New Roman"/>
    </w:rPr>
  </w:style>
  <w:style w:type="character" w:customStyle="1" w:styleId="ListLabel10">
    <w:name w:val="ListLabel 10"/>
    <w:rsid w:val="003376D4"/>
    <w:rPr>
      <w:rFonts w:eastAsia="OpenSymbol"/>
    </w:rPr>
  </w:style>
  <w:style w:type="character" w:customStyle="1" w:styleId="ListLabel11">
    <w:name w:val="ListLabel 11"/>
    <w:rsid w:val="003376D4"/>
    <w:rPr>
      <w:rFonts w:eastAsia="OpenSymbol"/>
    </w:rPr>
  </w:style>
  <w:style w:type="character" w:customStyle="1" w:styleId="ListLabel12">
    <w:name w:val="ListLabel 12"/>
    <w:rsid w:val="003376D4"/>
    <w:rPr>
      <w:rFonts w:eastAsia="OpenSymbol"/>
    </w:rPr>
  </w:style>
  <w:style w:type="character" w:customStyle="1" w:styleId="ListLabel13">
    <w:name w:val="ListLabel 13"/>
    <w:rsid w:val="003376D4"/>
    <w:rPr>
      <w:rFonts w:eastAsia="OpenSymbol"/>
    </w:rPr>
  </w:style>
  <w:style w:type="character" w:customStyle="1" w:styleId="ListLabel14">
    <w:name w:val="ListLabel 14"/>
    <w:rsid w:val="003376D4"/>
    <w:rPr>
      <w:rFonts w:eastAsia="OpenSymbol"/>
    </w:rPr>
  </w:style>
  <w:style w:type="character" w:customStyle="1" w:styleId="ListLabel15">
    <w:name w:val="ListLabel 15"/>
    <w:rsid w:val="003376D4"/>
    <w:rPr>
      <w:rFonts w:eastAsia="OpenSymbol"/>
    </w:rPr>
  </w:style>
  <w:style w:type="character" w:customStyle="1" w:styleId="ListLabel16">
    <w:name w:val="ListLabel 16"/>
    <w:rsid w:val="003376D4"/>
    <w:rPr>
      <w:rFonts w:eastAsia="OpenSymbol"/>
    </w:rPr>
  </w:style>
  <w:style w:type="character" w:customStyle="1" w:styleId="ListLabel17">
    <w:name w:val="ListLabel 17"/>
    <w:rsid w:val="003376D4"/>
    <w:rPr>
      <w:rFonts w:eastAsia="OpenSymbol"/>
    </w:rPr>
  </w:style>
  <w:style w:type="character" w:customStyle="1" w:styleId="ListLabel18">
    <w:name w:val="ListLabel 18"/>
    <w:rsid w:val="003376D4"/>
    <w:rPr>
      <w:rFonts w:eastAsia="OpenSymbol"/>
    </w:rPr>
  </w:style>
  <w:style w:type="character" w:customStyle="1" w:styleId="ListLabel19">
    <w:name w:val="ListLabel 19"/>
    <w:rsid w:val="003376D4"/>
    <w:rPr>
      <w:rFonts w:eastAsia="OpenSymbol"/>
    </w:rPr>
  </w:style>
  <w:style w:type="character" w:customStyle="1" w:styleId="ListLabel2">
    <w:name w:val="ListLabel 2"/>
    <w:rsid w:val="003376D4"/>
    <w:rPr>
      <w:rFonts w:cs="Times New Roman"/>
    </w:rPr>
  </w:style>
  <w:style w:type="character" w:customStyle="1" w:styleId="ListLabel20">
    <w:name w:val="ListLabel 20"/>
    <w:rsid w:val="003376D4"/>
    <w:rPr>
      <w:rFonts w:eastAsia="OpenSymbol"/>
    </w:rPr>
  </w:style>
  <w:style w:type="character" w:customStyle="1" w:styleId="ListLabel21">
    <w:name w:val="ListLabel 21"/>
    <w:rsid w:val="003376D4"/>
    <w:rPr>
      <w:rFonts w:eastAsia="OpenSymbol"/>
    </w:rPr>
  </w:style>
  <w:style w:type="character" w:customStyle="1" w:styleId="ListLabel22">
    <w:name w:val="ListLabel 22"/>
    <w:rsid w:val="003376D4"/>
    <w:rPr>
      <w:rFonts w:eastAsia="OpenSymbol"/>
    </w:rPr>
  </w:style>
  <w:style w:type="character" w:customStyle="1" w:styleId="ListLabel23">
    <w:name w:val="ListLabel 23"/>
    <w:rsid w:val="003376D4"/>
    <w:rPr>
      <w:rFonts w:eastAsia="OpenSymbol"/>
    </w:rPr>
  </w:style>
  <w:style w:type="character" w:customStyle="1" w:styleId="ListLabel24">
    <w:name w:val="ListLabel 24"/>
    <w:rsid w:val="003376D4"/>
    <w:rPr>
      <w:rFonts w:eastAsia="OpenSymbol"/>
    </w:rPr>
  </w:style>
  <w:style w:type="character" w:customStyle="1" w:styleId="ListLabel25">
    <w:name w:val="ListLabel 25"/>
    <w:rsid w:val="003376D4"/>
    <w:rPr>
      <w:rFonts w:eastAsia="OpenSymbol"/>
    </w:rPr>
  </w:style>
  <w:style w:type="character" w:customStyle="1" w:styleId="ListLabel26">
    <w:name w:val="ListLabel 26"/>
    <w:rsid w:val="003376D4"/>
    <w:rPr>
      <w:rFonts w:eastAsia="OpenSymbol"/>
    </w:rPr>
  </w:style>
  <w:style w:type="character" w:customStyle="1" w:styleId="ListLabel27">
    <w:name w:val="ListLabel 27"/>
    <w:rsid w:val="003376D4"/>
    <w:rPr>
      <w:rFonts w:eastAsia="OpenSymbol"/>
    </w:rPr>
  </w:style>
  <w:style w:type="character" w:customStyle="1" w:styleId="ListLabel3">
    <w:name w:val="ListLabel 3"/>
    <w:rsid w:val="003376D4"/>
    <w:rPr>
      <w:rFonts w:cs="Times New Roman"/>
    </w:rPr>
  </w:style>
  <w:style w:type="character" w:customStyle="1" w:styleId="ListLabel4">
    <w:name w:val="ListLabel 4"/>
    <w:rsid w:val="003376D4"/>
    <w:rPr>
      <w:rFonts w:cs="Times New Roman"/>
    </w:rPr>
  </w:style>
  <w:style w:type="character" w:customStyle="1" w:styleId="ListLabel5">
    <w:name w:val="ListLabel 5"/>
    <w:rsid w:val="003376D4"/>
    <w:rPr>
      <w:rFonts w:cs="Times New Roman"/>
      <w:b/>
      <w:i w:val="0"/>
      <w:sz w:val="20"/>
    </w:rPr>
  </w:style>
  <w:style w:type="character" w:customStyle="1" w:styleId="ListLabel6">
    <w:name w:val="ListLabel 6"/>
    <w:rsid w:val="003376D4"/>
    <w:rPr>
      <w:rFonts w:cs="Times New Roman"/>
    </w:rPr>
  </w:style>
  <w:style w:type="character" w:customStyle="1" w:styleId="ListLabel7">
    <w:name w:val="ListLabel 7"/>
    <w:rsid w:val="003376D4"/>
    <w:rPr>
      <w:rFonts w:cs="Times New Roman"/>
    </w:rPr>
  </w:style>
  <w:style w:type="character" w:customStyle="1" w:styleId="ListLabel8">
    <w:name w:val="ListLabel 8"/>
    <w:rsid w:val="003376D4"/>
    <w:rPr>
      <w:rFonts w:cs="Times New Roman"/>
    </w:rPr>
  </w:style>
  <w:style w:type="character" w:customStyle="1" w:styleId="ListLabel9">
    <w:name w:val="ListLabel 9"/>
    <w:rsid w:val="003376D4"/>
    <w:rPr>
      <w:rFonts w:cs="Times New Roman"/>
    </w:rPr>
  </w:style>
  <w:style w:type="paragraph" w:customStyle="1" w:styleId="m-BlocTitre">
    <w:name w:val="m-BlocTitre"/>
    <w:basedOn w:val="Standard"/>
    <w:rsid w:val="003376D4"/>
    <w:pPr>
      <w:jc w:val="center"/>
    </w:pPr>
    <w:rPr>
      <w:rFonts w:ascii="Liberation Serif" w:eastAsia="Liberation Serif" w:hAnsi="Liberation Serif" w:cs="Liberation Serif"/>
      <w:color w:val="4C4C4C"/>
      <w:sz w:val="22"/>
    </w:rPr>
  </w:style>
  <w:style w:type="paragraph" w:customStyle="1" w:styleId="mBlocTitreMLET">
    <w:name w:val="m_BlocTitre_MLET"/>
    <w:basedOn w:val="m-BlocTitre"/>
    <w:rsid w:val="003376D4"/>
    <w:rPr>
      <w:sz w:val="21"/>
    </w:rPr>
  </w:style>
  <w:style w:type="paragraph" w:customStyle="1" w:styleId="m-adressePied">
    <w:name w:val="m-adressePied"/>
    <w:basedOn w:val="Standard"/>
    <w:rsid w:val="003376D4"/>
    <w:pPr>
      <w:jc w:val="right"/>
    </w:pPr>
    <w:rPr>
      <w:sz w:val="14"/>
    </w:rPr>
  </w:style>
  <w:style w:type="character" w:styleId="Mentionnonrsolue">
    <w:name w:val="Unresolved Mention"/>
    <w:basedOn w:val="Policepardfaut"/>
    <w:uiPriority w:val="99"/>
    <w:semiHidden/>
    <w:unhideWhenUsed/>
    <w:rsid w:val="003376D4"/>
    <w:rPr>
      <w:color w:val="605E5C"/>
      <w:shd w:val="clear" w:color="auto" w:fill="E1DFDD"/>
    </w:rPr>
  </w:style>
  <w:style w:type="paragraph" w:customStyle="1" w:styleId="m-horaires">
    <w:name w:val="m-horaires"/>
    <w:basedOn w:val="Standard"/>
    <w:rsid w:val="003376D4"/>
    <w:pPr>
      <w:jc w:val="right"/>
    </w:pPr>
    <w:rPr>
      <w:sz w:val="16"/>
    </w:rPr>
  </w:style>
  <w:style w:type="paragraph" w:styleId="NormalWeb">
    <w:name w:val="Normal (Web)"/>
    <w:basedOn w:val="Standard"/>
    <w:rsid w:val="003376D4"/>
    <w:pPr>
      <w:spacing w:before="280" w:after="119"/>
    </w:pPr>
  </w:style>
  <w:style w:type="character" w:customStyle="1" w:styleId="NumberingSymbols">
    <w:name w:val="Numbering Symbols"/>
    <w:rsid w:val="003376D4"/>
  </w:style>
  <w:style w:type="numbering" w:customStyle="1" w:styleId="Outline">
    <w:name w:val="Outline"/>
    <w:basedOn w:val="Aucuneliste"/>
    <w:rsid w:val="003376D4"/>
    <w:pPr>
      <w:numPr>
        <w:numId w:val="2"/>
      </w:numPr>
    </w:pPr>
  </w:style>
  <w:style w:type="paragraph" w:styleId="Paragraphedeliste">
    <w:name w:val="List Paragraph"/>
    <w:basedOn w:val="Normal"/>
    <w:uiPriority w:val="34"/>
    <w:qFormat/>
    <w:rsid w:val="003376D4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3376D4"/>
    <w:rPr>
      <w:rFonts w:ascii="Marianne" w:hAnsi="Marianne" w:cs="Arial"/>
    </w:rPr>
  </w:style>
  <w:style w:type="paragraph" w:customStyle="1" w:styleId="Praragraphe">
    <w:name w:val="Praragraphe"/>
    <w:basedOn w:val="Standard"/>
    <w:rsid w:val="003376D4"/>
    <w:pPr>
      <w:overflowPunct w:val="0"/>
      <w:autoSpaceDE w:val="0"/>
      <w:spacing w:before="120"/>
    </w:pPr>
  </w:style>
  <w:style w:type="paragraph" w:customStyle="1" w:styleId="Reponse">
    <w:name w:val="Reponse"/>
    <w:basedOn w:val="Normal"/>
    <w:rsid w:val="003376D4"/>
    <w:pPr>
      <w:autoSpaceDE/>
      <w:ind w:left="567" w:right="567"/>
      <w:jc w:val="both"/>
    </w:pPr>
    <w:rPr>
      <w:rFonts w:ascii="Times New Roman" w:eastAsia="Arial Unicode MS" w:hAnsi="Times New Roman" w:cs="Tahoma"/>
      <w:lang w:bidi="hi-IN"/>
    </w:rPr>
  </w:style>
  <w:style w:type="numbering" w:customStyle="1" w:styleId="RTFNum2">
    <w:name w:val="RTF_Num 2"/>
    <w:basedOn w:val="Aucuneliste"/>
    <w:rsid w:val="003376D4"/>
    <w:pPr>
      <w:numPr>
        <w:numId w:val="3"/>
      </w:numPr>
    </w:pPr>
  </w:style>
  <w:style w:type="character" w:customStyle="1" w:styleId="RTFNum21">
    <w:name w:val="RTF_Num 2 1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22">
    <w:name w:val="RTF_Num 2 2"/>
    <w:rsid w:val="003376D4"/>
    <w:rPr>
      <w:rFonts w:ascii="Courier New" w:eastAsia="Courier New" w:hAnsi="Courier New" w:cs="Courier New"/>
    </w:rPr>
  </w:style>
  <w:style w:type="character" w:customStyle="1" w:styleId="RTFNum23">
    <w:name w:val="RTF_Num 2 3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24">
    <w:name w:val="RTF_Num 2 4"/>
    <w:rsid w:val="003376D4"/>
    <w:rPr>
      <w:rFonts w:ascii="Symbol, Geneva" w:eastAsia="Symbol, Geneva" w:hAnsi="Symbol, Geneva" w:cs="Symbol, Geneva"/>
    </w:rPr>
  </w:style>
  <w:style w:type="character" w:customStyle="1" w:styleId="RTFNum25">
    <w:name w:val="RTF_Num 2 5"/>
    <w:rsid w:val="003376D4"/>
    <w:rPr>
      <w:rFonts w:ascii="Courier New" w:eastAsia="Courier New" w:hAnsi="Courier New" w:cs="Courier New"/>
    </w:rPr>
  </w:style>
  <w:style w:type="character" w:customStyle="1" w:styleId="RTFNum26">
    <w:name w:val="RTF_Num 2 6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27">
    <w:name w:val="RTF_Num 2 7"/>
    <w:rsid w:val="003376D4"/>
    <w:rPr>
      <w:rFonts w:ascii="Symbol, Geneva" w:eastAsia="Symbol, Geneva" w:hAnsi="Symbol, Geneva" w:cs="Symbol, Geneva"/>
    </w:rPr>
  </w:style>
  <w:style w:type="character" w:customStyle="1" w:styleId="RTFNum28">
    <w:name w:val="RTF_Num 2 8"/>
    <w:rsid w:val="003376D4"/>
    <w:rPr>
      <w:rFonts w:ascii="Courier New" w:eastAsia="Courier New" w:hAnsi="Courier New" w:cs="Courier New"/>
    </w:rPr>
  </w:style>
  <w:style w:type="character" w:customStyle="1" w:styleId="RTFNum29">
    <w:name w:val="RTF_Num 2 9"/>
    <w:rsid w:val="003376D4"/>
    <w:rPr>
      <w:rFonts w:ascii="Wingdings, Wingdings" w:eastAsia="Wingdings, Wingdings" w:hAnsi="Wingdings, Wingdings" w:cs="Wingdings, Wingdings"/>
    </w:rPr>
  </w:style>
  <w:style w:type="numbering" w:customStyle="1" w:styleId="RTFNum3">
    <w:name w:val="RTF_Num 3"/>
    <w:basedOn w:val="Aucuneliste"/>
    <w:rsid w:val="003376D4"/>
    <w:pPr>
      <w:numPr>
        <w:numId w:val="4"/>
      </w:numPr>
    </w:pPr>
  </w:style>
  <w:style w:type="character" w:customStyle="1" w:styleId="RTFNum31">
    <w:name w:val="RTF_Num 3 1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32">
    <w:name w:val="RTF_Num 3 2"/>
    <w:rsid w:val="003376D4"/>
    <w:rPr>
      <w:rFonts w:ascii="Courier New" w:eastAsia="Courier New" w:hAnsi="Courier New" w:cs="Courier New"/>
    </w:rPr>
  </w:style>
  <w:style w:type="character" w:customStyle="1" w:styleId="RTFNum33">
    <w:name w:val="RTF_Num 3 3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34">
    <w:name w:val="RTF_Num 3 4"/>
    <w:rsid w:val="003376D4"/>
    <w:rPr>
      <w:rFonts w:ascii="Symbol, Geneva" w:eastAsia="Symbol, Geneva" w:hAnsi="Symbol, Geneva" w:cs="Symbol, Geneva"/>
    </w:rPr>
  </w:style>
  <w:style w:type="character" w:customStyle="1" w:styleId="RTFNum35">
    <w:name w:val="RTF_Num 3 5"/>
    <w:rsid w:val="003376D4"/>
    <w:rPr>
      <w:rFonts w:ascii="Courier New" w:eastAsia="Courier New" w:hAnsi="Courier New" w:cs="Courier New"/>
    </w:rPr>
  </w:style>
  <w:style w:type="character" w:customStyle="1" w:styleId="RTFNum36">
    <w:name w:val="RTF_Num 3 6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37">
    <w:name w:val="RTF_Num 3 7"/>
    <w:rsid w:val="003376D4"/>
    <w:rPr>
      <w:rFonts w:ascii="Symbol, Geneva" w:eastAsia="Symbol, Geneva" w:hAnsi="Symbol, Geneva" w:cs="Symbol, Geneva"/>
    </w:rPr>
  </w:style>
  <w:style w:type="character" w:customStyle="1" w:styleId="RTFNum38">
    <w:name w:val="RTF_Num 3 8"/>
    <w:rsid w:val="003376D4"/>
    <w:rPr>
      <w:rFonts w:ascii="Courier New" w:eastAsia="Courier New" w:hAnsi="Courier New" w:cs="Courier New"/>
    </w:rPr>
  </w:style>
  <w:style w:type="character" w:customStyle="1" w:styleId="RTFNum39">
    <w:name w:val="RTF_Num 3 9"/>
    <w:rsid w:val="003376D4"/>
    <w:rPr>
      <w:rFonts w:ascii="Wingdings, Wingdings" w:eastAsia="Wingdings, Wingdings" w:hAnsi="Wingdings, Wingdings" w:cs="Wingdings, Wingdings"/>
    </w:rPr>
  </w:style>
  <w:style w:type="numbering" w:customStyle="1" w:styleId="RTFNum4">
    <w:name w:val="RTF_Num 4"/>
    <w:basedOn w:val="Aucuneliste"/>
    <w:rsid w:val="003376D4"/>
    <w:pPr>
      <w:numPr>
        <w:numId w:val="5"/>
      </w:numPr>
    </w:pPr>
  </w:style>
  <w:style w:type="character" w:customStyle="1" w:styleId="RTFNum41">
    <w:name w:val="RTF_Num 4 1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42">
    <w:name w:val="RTF_Num 4 2"/>
    <w:rsid w:val="003376D4"/>
    <w:rPr>
      <w:rFonts w:ascii="Courier New" w:eastAsia="Courier New" w:hAnsi="Courier New" w:cs="Courier New"/>
    </w:rPr>
  </w:style>
  <w:style w:type="character" w:customStyle="1" w:styleId="RTFNum43">
    <w:name w:val="RTF_Num 4 3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44">
    <w:name w:val="RTF_Num 4 4"/>
    <w:rsid w:val="003376D4"/>
    <w:rPr>
      <w:rFonts w:ascii="Symbol, Geneva" w:eastAsia="Symbol, Geneva" w:hAnsi="Symbol, Geneva" w:cs="Symbol, Geneva"/>
    </w:rPr>
  </w:style>
  <w:style w:type="character" w:customStyle="1" w:styleId="RTFNum45">
    <w:name w:val="RTF_Num 4 5"/>
    <w:rsid w:val="003376D4"/>
    <w:rPr>
      <w:rFonts w:ascii="Courier New" w:eastAsia="Courier New" w:hAnsi="Courier New" w:cs="Courier New"/>
    </w:rPr>
  </w:style>
  <w:style w:type="character" w:customStyle="1" w:styleId="RTFNum46">
    <w:name w:val="RTF_Num 4 6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47">
    <w:name w:val="RTF_Num 4 7"/>
    <w:rsid w:val="003376D4"/>
    <w:rPr>
      <w:rFonts w:ascii="Symbol, Geneva" w:eastAsia="Symbol, Geneva" w:hAnsi="Symbol, Geneva" w:cs="Symbol, Geneva"/>
    </w:rPr>
  </w:style>
  <w:style w:type="character" w:customStyle="1" w:styleId="RTFNum48">
    <w:name w:val="RTF_Num 4 8"/>
    <w:rsid w:val="003376D4"/>
    <w:rPr>
      <w:rFonts w:ascii="Courier New" w:eastAsia="Courier New" w:hAnsi="Courier New" w:cs="Courier New"/>
    </w:rPr>
  </w:style>
  <w:style w:type="character" w:customStyle="1" w:styleId="RTFNum49">
    <w:name w:val="RTF_Num 4 9"/>
    <w:rsid w:val="003376D4"/>
    <w:rPr>
      <w:rFonts w:ascii="Wingdings, Wingdings" w:eastAsia="Wingdings, Wingdings" w:hAnsi="Wingdings, Wingdings" w:cs="Wingdings, Wingdings"/>
    </w:rPr>
  </w:style>
  <w:style w:type="numbering" w:customStyle="1" w:styleId="RTFNum5">
    <w:name w:val="RTF_Num 5"/>
    <w:basedOn w:val="Aucuneliste"/>
    <w:rsid w:val="003376D4"/>
    <w:pPr>
      <w:numPr>
        <w:numId w:val="6"/>
      </w:numPr>
    </w:pPr>
  </w:style>
  <w:style w:type="character" w:customStyle="1" w:styleId="RTFNum51">
    <w:name w:val="RTF_Num 5 1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52">
    <w:name w:val="RTF_Num 5 2"/>
    <w:rsid w:val="003376D4"/>
    <w:rPr>
      <w:rFonts w:ascii="Courier New" w:eastAsia="Courier New" w:hAnsi="Courier New" w:cs="Courier New"/>
    </w:rPr>
  </w:style>
  <w:style w:type="character" w:customStyle="1" w:styleId="RTFNum53">
    <w:name w:val="RTF_Num 5 3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54">
    <w:name w:val="RTF_Num 5 4"/>
    <w:rsid w:val="003376D4"/>
    <w:rPr>
      <w:rFonts w:ascii="Symbol, Geneva" w:eastAsia="Symbol, Geneva" w:hAnsi="Symbol, Geneva" w:cs="Symbol, Geneva"/>
    </w:rPr>
  </w:style>
  <w:style w:type="character" w:customStyle="1" w:styleId="RTFNum55">
    <w:name w:val="RTF_Num 5 5"/>
    <w:rsid w:val="003376D4"/>
    <w:rPr>
      <w:rFonts w:ascii="Courier New" w:eastAsia="Courier New" w:hAnsi="Courier New" w:cs="Courier New"/>
    </w:rPr>
  </w:style>
  <w:style w:type="character" w:customStyle="1" w:styleId="RTFNum56">
    <w:name w:val="RTF_Num 5 6"/>
    <w:rsid w:val="003376D4"/>
    <w:rPr>
      <w:rFonts w:ascii="Wingdings, Wingdings" w:eastAsia="Wingdings, Wingdings" w:hAnsi="Wingdings, Wingdings" w:cs="Wingdings, Wingdings"/>
    </w:rPr>
  </w:style>
  <w:style w:type="character" w:customStyle="1" w:styleId="RTFNum57">
    <w:name w:val="RTF_Num 5 7"/>
    <w:rsid w:val="003376D4"/>
    <w:rPr>
      <w:rFonts w:ascii="Symbol, Geneva" w:eastAsia="Symbol, Geneva" w:hAnsi="Symbol, Geneva" w:cs="Symbol, Geneva"/>
    </w:rPr>
  </w:style>
  <w:style w:type="character" w:customStyle="1" w:styleId="RTFNum58">
    <w:name w:val="RTF_Num 5 8"/>
    <w:rsid w:val="003376D4"/>
    <w:rPr>
      <w:rFonts w:ascii="Courier New" w:eastAsia="Courier New" w:hAnsi="Courier New" w:cs="Courier New"/>
    </w:rPr>
  </w:style>
  <w:style w:type="character" w:customStyle="1" w:styleId="RTFNum59">
    <w:name w:val="RTF_Num 5 9"/>
    <w:rsid w:val="003376D4"/>
    <w:rPr>
      <w:rFonts w:ascii="Wingdings, Wingdings" w:eastAsia="Wingdings, Wingdings" w:hAnsi="Wingdings, Wingdings" w:cs="Wingdings, Wingdings"/>
    </w:rPr>
  </w:style>
  <w:style w:type="numbering" w:customStyle="1" w:styleId="RTFNum6">
    <w:name w:val="RTF_Num 6"/>
    <w:basedOn w:val="Aucuneliste"/>
    <w:rsid w:val="003376D4"/>
    <w:pPr>
      <w:numPr>
        <w:numId w:val="7"/>
      </w:numPr>
    </w:pPr>
  </w:style>
  <w:style w:type="character" w:customStyle="1" w:styleId="RTFNum61">
    <w:name w:val="RTF_Num 6 1"/>
    <w:rsid w:val="003376D4"/>
  </w:style>
  <w:style w:type="character" w:customStyle="1" w:styleId="RTFNum62">
    <w:name w:val="RTF_Num 6 2"/>
    <w:rsid w:val="003376D4"/>
  </w:style>
  <w:style w:type="character" w:customStyle="1" w:styleId="RTFNum63">
    <w:name w:val="RTF_Num 6 3"/>
    <w:rsid w:val="003376D4"/>
  </w:style>
  <w:style w:type="character" w:customStyle="1" w:styleId="RTFNum64">
    <w:name w:val="RTF_Num 6 4"/>
    <w:rsid w:val="003376D4"/>
  </w:style>
  <w:style w:type="character" w:customStyle="1" w:styleId="RTFNum65">
    <w:name w:val="RTF_Num 6 5"/>
    <w:rsid w:val="003376D4"/>
  </w:style>
  <w:style w:type="character" w:customStyle="1" w:styleId="RTFNum66">
    <w:name w:val="RTF_Num 6 6"/>
    <w:rsid w:val="003376D4"/>
  </w:style>
  <w:style w:type="character" w:customStyle="1" w:styleId="RTFNum67">
    <w:name w:val="RTF_Num 6 7"/>
    <w:rsid w:val="003376D4"/>
  </w:style>
  <w:style w:type="character" w:customStyle="1" w:styleId="RTFNum68">
    <w:name w:val="RTF_Num 6 8"/>
    <w:rsid w:val="003376D4"/>
  </w:style>
  <w:style w:type="character" w:customStyle="1" w:styleId="RTFNum69">
    <w:name w:val="RTF_Num 6 9"/>
    <w:rsid w:val="003376D4"/>
  </w:style>
  <w:style w:type="paragraph" w:styleId="Sansinterligne">
    <w:name w:val="No Spacing"/>
    <w:uiPriority w:val="1"/>
    <w:qFormat/>
    <w:rsid w:val="003376D4"/>
    <w:pPr>
      <w:suppressAutoHyphens/>
    </w:pPr>
    <w:rPr>
      <w:rFonts w:ascii="Marianne" w:hAnsi="Marianne" w:cs="Mangal"/>
      <w:sz w:val="20"/>
      <w:szCs w:val="20"/>
      <w:lang w:eastAsia="zh-CN" w:bidi="hi-IN"/>
    </w:rPr>
  </w:style>
  <w:style w:type="paragraph" w:customStyle="1" w:styleId="ServiceInfoHeader">
    <w:name w:val="Service Info Header"/>
    <w:basedOn w:val="En-tte"/>
    <w:rsid w:val="003376D4"/>
    <w:pPr>
      <w:tabs>
        <w:tab w:val="clear" w:pos="4513"/>
        <w:tab w:val="clear" w:pos="9026"/>
      </w:tabs>
      <w:jc w:val="right"/>
    </w:pPr>
    <w:rPr>
      <w:b/>
      <w:bCs/>
    </w:rPr>
  </w:style>
  <w:style w:type="paragraph" w:customStyle="1" w:styleId="SETECTextepuce1">
    <w:name w:val="SETEC_Texte puce 1"/>
    <w:basedOn w:val="Standard"/>
    <w:rsid w:val="003376D4"/>
    <w:pPr>
      <w:numPr>
        <w:ilvl w:val="4"/>
        <w:numId w:val="2"/>
      </w:numPr>
      <w:tabs>
        <w:tab w:val="left" w:pos="1276"/>
        <w:tab w:val="left" w:pos="1844"/>
      </w:tabs>
      <w:spacing w:before="189" w:after="69" w:line="228" w:lineRule="auto"/>
      <w:textAlignment w:val="auto"/>
      <w:outlineLvl w:val="4"/>
    </w:pPr>
    <w:rPr>
      <w:rFonts w:ascii="Arial" w:eastAsia="Arial" w:hAnsi="Arial"/>
      <w:color w:val="000000"/>
      <w:sz w:val="20"/>
      <w:szCs w:val="18"/>
      <w:lang w:eastAsia="en-US"/>
    </w:rPr>
  </w:style>
  <w:style w:type="paragraph" w:styleId="Sous-titre">
    <w:name w:val="Subtitle"/>
    <w:basedOn w:val="Cadrerelief"/>
    <w:next w:val="Normal"/>
    <w:link w:val="Sous-titreCar"/>
    <w:uiPriority w:val="11"/>
    <w:qFormat/>
    <w:rsid w:val="003376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right="431"/>
      <w:jc w:val="center"/>
    </w:pPr>
    <w:rPr>
      <w:b/>
      <w:smallCaps/>
      <w:color w:val="008080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3376D4"/>
    <w:rPr>
      <w:rFonts w:ascii="Marianne" w:hAnsi="Marianne" w:cs="Arial"/>
      <w:b/>
      <w:smallCaps/>
      <w:color w:val="008080"/>
      <w:sz w:val="36"/>
      <w:szCs w:val="36"/>
    </w:rPr>
  </w:style>
  <w:style w:type="character" w:customStyle="1" w:styleId="StrongEmphasis">
    <w:name w:val="Strong Emphasis"/>
    <w:rsid w:val="003376D4"/>
    <w:rPr>
      <w:b/>
      <w:bCs/>
    </w:rPr>
  </w:style>
  <w:style w:type="paragraph" w:customStyle="1" w:styleId="Tableau">
    <w:name w:val="Tableau"/>
    <w:basedOn w:val="Standard"/>
    <w:qFormat/>
    <w:rsid w:val="003376D4"/>
    <w:pPr>
      <w:keepNext/>
      <w:jc w:val="center"/>
    </w:pPr>
    <w:rPr>
      <w:b/>
    </w:rPr>
  </w:style>
  <w:style w:type="paragraph" w:customStyle="1" w:styleId="Textbodyindent">
    <w:name w:val="Text body indent"/>
    <w:basedOn w:val="Standard"/>
    <w:rsid w:val="003376D4"/>
    <w:pPr>
      <w:ind w:left="60"/>
      <w:jc w:val="both"/>
    </w:pPr>
    <w:rPr>
      <w:i/>
      <w:iCs/>
      <w:sz w:val="22"/>
      <w:szCs w:val="23"/>
      <w:u w:val="single"/>
    </w:rPr>
  </w:style>
  <w:style w:type="character" w:styleId="Textedelespacerserv">
    <w:name w:val="Placeholder Text"/>
    <w:basedOn w:val="Policepardfaut"/>
    <w:uiPriority w:val="99"/>
    <w:semiHidden/>
    <w:rsid w:val="003376D4"/>
    <w:rPr>
      <w:color w:val="808080"/>
    </w:rPr>
  </w:style>
  <w:style w:type="paragraph" w:styleId="Titre">
    <w:name w:val="Title"/>
    <w:basedOn w:val="Cadrerelief"/>
    <w:next w:val="Normal"/>
    <w:link w:val="TitreCar"/>
    <w:uiPriority w:val="10"/>
    <w:qFormat/>
    <w:rsid w:val="003376D4"/>
    <w:pPr>
      <w:pageBreakBefore/>
      <w:shd w:val="clear" w:color="auto" w:fill="DEEAF6" w:themeFill="accent5" w:themeFillTint="33"/>
      <w:spacing w:after="240"/>
      <w:ind w:left="0" w:right="0"/>
      <w:jc w:val="center"/>
    </w:pPr>
    <w:rPr>
      <w:b/>
      <w:smallCap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uiPriority w:val="10"/>
    <w:rsid w:val="003376D4"/>
    <w:rPr>
      <w:rFonts w:ascii="Marianne" w:hAnsi="Marianne" w:cs="Arial"/>
      <w:b/>
      <w:smallCaps/>
      <w:sz w:val="32"/>
      <w:shd w:val="clear" w:color="auto" w:fill="DEEAF6" w:themeFill="accent5" w:themeFillTint="33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2Car">
    <w:name w:val="Titre 2 Car"/>
    <w:basedOn w:val="Policepardfaut"/>
    <w:link w:val="Titre2"/>
    <w:uiPriority w:val="9"/>
    <w:rsid w:val="003376D4"/>
    <w:rPr>
      <w:rFonts w:ascii="Marianne" w:eastAsia="Arial" w:hAnsi="Marianne" w:cs="Arial"/>
      <w:b/>
      <w:bCs/>
      <w:i/>
      <w:iCs/>
      <w:sz w:val="28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3376D4"/>
    <w:rPr>
      <w:rFonts w:ascii="Marianne" w:eastAsia="Arial" w:hAnsi="Marianne" w:cs="Arial"/>
      <w:b/>
      <w:bCs/>
      <w:i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3376D4"/>
    <w:rPr>
      <w:rFonts w:ascii="Marianne" w:hAnsi="Marianne" w:cs="Arial"/>
      <w:b/>
      <w:bCs/>
      <w:sz w:val="20"/>
      <w:szCs w:val="20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3376D4"/>
    <w:rPr>
      <w:rFonts w:ascii="Marianne" w:hAnsi="Marianne" w:cs="Arial"/>
      <w:b/>
      <w:i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3376D4"/>
    <w:rPr>
      <w:rFonts w:ascii="Marianne" w:hAnsi="Marianne" w:cs="Times New Roman"/>
      <w:kern w:val="0"/>
      <w:sz w:val="20"/>
      <w:szCs w:val="20"/>
      <w:u w:val="single"/>
    </w:rPr>
  </w:style>
  <w:style w:type="character" w:customStyle="1" w:styleId="Titre7Car">
    <w:name w:val="Titre 7 Car"/>
    <w:basedOn w:val="Policepardfaut"/>
    <w:link w:val="Titre7"/>
    <w:rsid w:val="003376D4"/>
    <w:rPr>
      <w:rFonts w:ascii="Marianne" w:hAnsi="Marianne" w:cs="Arial"/>
      <w:b/>
      <w:bCs/>
      <w:sz w:val="28"/>
      <w:szCs w:val="28"/>
    </w:rPr>
  </w:style>
  <w:style w:type="character" w:customStyle="1" w:styleId="Titre8Car">
    <w:name w:val="Titre 8 Car"/>
    <w:basedOn w:val="Policepardfaut"/>
    <w:link w:val="Titre8"/>
    <w:rsid w:val="003376D4"/>
    <w:rPr>
      <w:rFonts w:ascii="Marianne" w:hAnsi="Marianne" w:cs="Arial"/>
      <w:b/>
      <w:bCs/>
      <w:i/>
      <w:iCs/>
      <w:sz w:val="28"/>
      <w:szCs w:val="28"/>
    </w:rPr>
  </w:style>
  <w:style w:type="character" w:customStyle="1" w:styleId="Titre9Car">
    <w:name w:val="Titre 9 Car"/>
    <w:basedOn w:val="Policepardfaut"/>
    <w:link w:val="Titre9"/>
    <w:rsid w:val="003376D4"/>
    <w:rPr>
      <w:rFonts w:ascii="Marianne" w:hAnsi="Marianne" w:cs="Arial"/>
      <w:b/>
      <w:bCs/>
      <w:sz w:val="28"/>
      <w:szCs w:val="28"/>
    </w:rPr>
  </w:style>
  <w:style w:type="paragraph" w:styleId="Titreindex">
    <w:name w:val="index heading"/>
    <w:basedOn w:val="Heading"/>
    <w:rsid w:val="003376D4"/>
    <w:pPr>
      <w:suppressLineNumbers/>
    </w:pPr>
    <w:rPr>
      <w:b/>
      <w:bCs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3376D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6D4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3376D4"/>
    <w:pPr>
      <w:spacing w:after="100"/>
      <w:ind w:left="480"/>
    </w:pPr>
  </w:style>
  <w:style w:type="paragraph" w:styleId="TM4">
    <w:name w:val="toc 4"/>
    <w:basedOn w:val="Normal"/>
    <w:next w:val="Normal"/>
    <w:autoRedefine/>
    <w:uiPriority w:val="39"/>
    <w:unhideWhenUsed/>
    <w:rsid w:val="003376D4"/>
    <w:pPr>
      <w:widowControl/>
      <w:suppressAutoHyphens w:val="0"/>
      <w:autoSpaceDN/>
      <w:spacing w:after="100" w:line="259" w:lineRule="auto"/>
      <w:ind w:left="6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3376D4"/>
    <w:pPr>
      <w:widowControl/>
      <w:suppressAutoHyphens w:val="0"/>
      <w:autoSpaceDN/>
      <w:spacing w:after="100" w:line="259" w:lineRule="auto"/>
      <w:ind w:left="88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3376D4"/>
    <w:pPr>
      <w:widowControl/>
      <w:suppressAutoHyphens w:val="0"/>
      <w:autoSpaceDN/>
      <w:spacing w:after="100" w:line="259" w:lineRule="auto"/>
      <w:ind w:left="110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3376D4"/>
    <w:pPr>
      <w:widowControl/>
      <w:suppressAutoHyphens w:val="0"/>
      <w:autoSpaceDN/>
      <w:spacing w:after="100" w:line="259" w:lineRule="auto"/>
      <w:ind w:left="132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3376D4"/>
    <w:pPr>
      <w:widowControl/>
      <w:suppressAutoHyphens w:val="0"/>
      <w:autoSpaceDN/>
      <w:spacing w:after="100" w:line="259" w:lineRule="auto"/>
      <w:ind w:left="154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3376D4"/>
    <w:pPr>
      <w:widowControl/>
      <w:suppressAutoHyphens w:val="0"/>
      <w:autoSpaceDN/>
      <w:spacing w:after="100" w:line="259" w:lineRule="auto"/>
      <w:ind w:left="17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VisitedInternetLink">
    <w:name w:val="Visited Internet Link"/>
    <w:rsid w:val="003376D4"/>
    <w:rPr>
      <w:color w:val="800000"/>
      <w:u w:val="single"/>
    </w:rPr>
  </w:style>
  <w:style w:type="numbering" w:customStyle="1" w:styleId="WW8Num10">
    <w:name w:val="WW8Num10"/>
    <w:basedOn w:val="Aucuneliste"/>
    <w:rsid w:val="003376D4"/>
    <w:pPr>
      <w:numPr>
        <w:numId w:val="8"/>
      </w:numPr>
    </w:pPr>
  </w:style>
  <w:style w:type="numbering" w:customStyle="1" w:styleId="WW8Num11">
    <w:name w:val="WW8Num11"/>
    <w:basedOn w:val="Aucuneliste"/>
    <w:rsid w:val="003376D4"/>
    <w:pPr>
      <w:numPr>
        <w:numId w:val="9"/>
      </w:numPr>
    </w:pPr>
  </w:style>
  <w:style w:type="character" w:customStyle="1" w:styleId="WW8Num11z0">
    <w:name w:val="WW8Num11z0"/>
    <w:rsid w:val="003376D4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3376D4"/>
    <w:rPr>
      <w:rFonts w:ascii="Courier New" w:eastAsia="Courier New" w:hAnsi="Courier New" w:cs="Courier New"/>
    </w:rPr>
  </w:style>
  <w:style w:type="character" w:customStyle="1" w:styleId="WW8Num11z2">
    <w:name w:val="WW8Num11z2"/>
    <w:rsid w:val="003376D4"/>
    <w:rPr>
      <w:rFonts w:ascii="Wingdings" w:eastAsia="Wingdings" w:hAnsi="Wingdings" w:cs="Wingdings"/>
    </w:rPr>
  </w:style>
  <w:style w:type="character" w:customStyle="1" w:styleId="WW8Num11z3">
    <w:name w:val="WW8Num11z3"/>
    <w:rsid w:val="003376D4"/>
    <w:rPr>
      <w:rFonts w:ascii="Symbol" w:eastAsia="Symbol" w:hAnsi="Symbol" w:cs="Symbol"/>
    </w:rPr>
  </w:style>
  <w:style w:type="numbering" w:customStyle="1" w:styleId="WW8Num16">
    <w:name w:val="WW8Num16"/>
    <w:basedOn w:val="Aucuneliste"/>
    <w:rsid w:val="003376D4"/>
    <w:pPr>
      <w:numPr>
        <w:numId w:val="10"/>
      </w:numPr>
    </w:pPr>
  </w:style>
  <w:style w:type="character" w:customStyle="1" w:styleId="WW8Num16z0">
    <w:name w:val="WW8Num16z0"/>
    <w:rsid w:val="003376D4"/>
    <w:rPr>
      <w:rFonts w:ascii="Symbol" w:eastAsia="Symbol" w:hAnsi="Symbol" w:cs="Symbol"/>
    </w:rPr>
  </w:style>
  <w:style w:type="character" w:customStyle="1" w:styleId="WW8Num16z1">
    <w:name w:val="WW8Num16z1"/>
    <w:rsid w:val="003376D4"/>
    <w:rPr>
      <w:rFonts w:ascii="Courier New" w:eastAsia="Courier New" w:hAnsi="Courier New" w:cs="Courier New"/>
    </w:rPr>
  </w:style>
  <w:style w:type="character" w:customStyle="1" w:styleId="WW8Num16z2">
    <w:name w:val="WW8Num16z2"/>
    <w:rsid w:val="003376D4"/>
    <w:rPr>
      <w:rFonts w:ascii="Wingdings" w:eastAsia="Wingdings" w:hAnsi="Wingdings" w:cs="Wingdings"/>
    </w:rPr>
  </w:style>
  <w:style w:type="numbering" w:customStyle="1" w:styleId="WW8Num20">
    <w:name w:val="WW8Num20"/>
    <w:basedOn w:val="Aucuneliste"/>
    <w:rsid w:val="003376D4"/>
    <w:pPr>
      <w:numPr>
        <w:numId w:val="11"/>
      </w:numPr>
    </w:pPr>
  </w:style>
  <w:style w:type="character" w:customStyle="1" w:styleId="WW8Num20z0">
    <w:name w:val="WW8Num20z0"/>
    <w:rsid w:val="003376D4"/>
  </w:style>
  <w:style w:type="character" w:customStyle="1" w:styleId="WW8Num20z1">
    <w:name w:val="WW8Num20z1"/>
    <w:rsid w:val="003376D4"/>
  </w:style>
  <w:style w:type="character" w:customStyle="1" w:styleId="WW8Num20z2">
    <w:name w:val="WW8Num20z2"/>
    <w:rsid w:val="003376D4"/>
    <w:rPr>
      <w:sz w:val="28"/>
    </w:rPr>
  </w:style>
  <w:style w:type="character" w:customStyle="1" w:styleId="WW8Num20z3">
    <w:name w:val="WW8Num20z3"/>
    <w:rsid w:val="003376D4"/>
    <w:rPr>
      <w:sz w:val="24"/>
      <w:szCs w:val="24"/>
    </w:rPr>
  </w:style>
  <w:style w:type="character" w:customStyle="1" w:styleId="WW8Num20z4">
    <w:name w:val="WW8Num20z4"/>
    <w:rsid w:val="003376D4"/>
  </w:style>
  <w:style w:type="character" w:customStyle="1" w:styleId="WW8Num20z5">
    <w:name w:val="WW8Num20z5"/>
    <w:rsid w:val="003376D4"/>
  </w:style>
  <w:style w:type="character" w:customStyle="1" w:styleId="WW8Num20z6">
    <w:name w:val="WW8Num20z6"/>
    <w:rsid w:val="003376D4"/>
  </w:style>
  <w:style w:type="character" w:customStyle="1" w:styleId="WW8Num20z7">
    <w:name w:val="WW8Num20z7"/>
    <w:rsid w:val="003376D4"/>
  </w:style>
  <w:style w:type="character" w:customStyle="1" w:styleId="WW8Num20z8">
    <w:name w:val="WW8Num20z8"/>
    <w:rsid w:val="003376D4"/>
  </w:style>
  <w:style w:type="numbering" w:customStyle="1" w:styleId="WW8Num25">
    <w:name w:val="WW8Num25"/>
    <w:basedOn w:val="Aucuneliste"/>
    <w:rsid w:val="003376D4"/>
    <w:pPr>
      <w:numPr>
        <w:numId w:val="12"/>
      </w:numPr>
    </w:pPr>
  </w:style>
  <w:style w:type="character" w:customStyle="1" w:styleId="WW8Num25z0">
    <w:name w:val="WW8Num25z0"/>
    <w:rsid w:val="003376D4"/>
    <w:rPr>
      <w:rFonts w:ascii="Symbol" w:eastAsia="Symbol" w:hAnsi="Symbol" w:cs="Symbol"/>
    </w:rPr>
  </w:style>
  <w:style w:type="character" w:customStyle="1" w:styleId="WW8Num25z1">
    <w:name w:val="WW8Num25z1"/>
    <w:rsid w:val="003376D4"/>
    <w:rPr>
      <w:rFonts w:ascii="Courier New" w:eastAsia="Courier New" w:hAnsi="Courier New" w:cs="Courier New"/>
    </w:rPr>
  </w:style>
  <w:style w:type="character" w:customStyle="1" w:styleId="WW8Num25z2">
    <w:name w:val="WW8Num25z2"/>
    <w:rsid w:val="003376D4"/>
    <w:rPr>
      <w:rFonts w:ascii="Wingdings" w:eastAsia="Wingdings" w:hAnsi="Wingdings" w:cs="Wingdings"/>
    </w:rPr>
  </w:style>
  <w:style w:type="numbering" w:customStyle="1" w:styleId="WW8Num5">
    <w:name w:val="WW8Num5"/>
    <w:basedOn w:val="Aucuneliste"/>
    <w:rsid w:val="003376D4"/>
    <w:pPr>
      <w:numPr>
        <w:numId w:val="28"/>
      </w:numPr>
    </w:pPr>
  </w:style>
  <w:style w:type="character" w:customStyle="1" w:styleId="WW8Num5z0">
    <w:name w:val="WW8Num5z0"/>
    <w:rsid w:val="003376D4"/>
    <w:rPr>
      <w:rFonts w:ascii="Symbol" w:eastAsia="Symbol" w:hAnsi="Symbol" w:cs="Symbol"/>
      <w:b/>
      <w:bCs/>
    </w:rPr>
  </w:style>
  <w:style w:type="numbering" w:customStyle="1" w:styleId="WW8Num7">
    <w:name w:val="WW8Num7"/>
    <w:basedOn w:val="Aucuneliste"/>
    <w:rsid w:val="003376D4"/>
    <w:pPr>
      <w:numPr>
        <w:numId w:val="13"/>
      </w:numPr>
    </w:pPr>
  </w:style>
  <w:style w:type="numbering" w:customStyle="1" w:styleId="WWNum1">
    <w:name w:val="WWNum1"/>
    <w:basedOn w:val="Aucuneliste"/>
    <w:rsid w:val="003376D4"/>
    <w:pPr>
      <w:numPr>
        <w:numId w:val="14"/>
      </w:numPr>
    </w:pPr>
  </w:style>
  <w:style w:type="numbering" w:customStyle="1" w:styleId="WWNum1a">
    <w:name w:val="WWNum1a"/>
    <w:rsid w:val="003376D4"/>
    <w:pPr>
      <w:numPr>
        <w:numId w:val="15"/>
      </w:numPr>
    </w:pPr>
  </w:style>
  <w:style w:type="numbering" w:customStyle="1" w:styleId="WWNum1aaaa">
    <w:name w:val="WWNum1aaaa"/>
    <w:rsid w:val="003376D4"/>
    <w:pPr>
      <w:numPr>
        <w:numId w:val="16"/>
      </w:numPr>
    </w:pPr>
  </w:style>
  <w:style w:type="numbering" w:customStyle="1" w:styleId="WWNum2">
    <w:name w:val="WWNum2"/>
    <w:basedOn w:val="Aucuneliste"/>
    <w:rsid w:val="003376D4"/>
    <w:pPr>
      <w:numPr>
        <w:numId w:val="17"/>
      </w:numPr>
    </w:pPr>
  </w:style>
  <w:style w:type="numbering" w:customStyle="1" w:styleId="WWNum2a">
    <w:name w:val="WWNum2a"/>
    <w:rsid w:val="003376D4"/>
    <w:pPr>
      <w:numPr>
        <w:numId w:val="18"/>
      </w:numPr>
    </w:pPr>
  </w:style>
  <w:style w:type="numbering" w:customStyle="1" w:styleId="WWNum2aaa">
    <w:name w:val="WWNum2aaa"/>
    <w:rsid w:val="003376D4"/>
    <w:pPr>
      <w:numPr>
        <w:numId w:val="19"/>
      </w:numPr>
    </w:pPr>
  </w:style>
  <w:style w:type="numbering" w:customStyle="1" w:styleId="WWNum3a">
    <w:name w:val="WWNum3a"/>
    <w:rsid w:val="003376D4"/>
    <w:pPr>
      <w:numPr>
        <w:numId w:val="20"/>
      </w:numPr>
    </w:pPr>
  </w:style>
  <w:style w:type="numbering" w:customStyle="1" w:styleId="WWNum3aaa">
    <w:name w:val="WWNum3aaa"/>
    <w:rsid w:val="003376D4"/>
    <w:pPr>
      <w:numPr>
        <w:numId w:val="21"/>
      </w:numPr>
    </w:pPr>
  </w:style>
  <w:style w:type="numbering" w:customStyle="1" w:styleId="WWNum4a">
    <w:name w:val="WWNum4a"/>
    <w:rsid w:val="003376D4"/>
    <w:pPr>
      <w:numPr>
        <w:numId w:val="22"/>
      </w:numPr>
    </w:pPr>
  </w:style>
  <w:style w:type="numbering" w:customStyle="1" w:styleId="WWNum5">
    <w:name w:val="WWNum5"/>
    <w:rsid w:val="003376D4"/>
    <w:pPr>
      <w:numPr>
        <w:numId w:val="23"/>
      </w:numPr>
    </w:pPr>
  </w:style>
  <w:style w:type="numbering" w:customStyle="1" w:styleId="WWNum6">
    <w:name w:val="WWNum6"/>
    <w:rsid w:val="003376D4"/>
    <w:pPr>
      <w:numPr>
        <w:numId w:val="24"/>
      </w:numPr>
    </w:pPr>
  </w:style>
  <w:style w:type="numbering" w:customStyle="1" w:styleId="WWNum7">
    <w:name w:val="WWNum7"/>
    <w:rsid w:val="003376D4"/>
    <w:pPr>
      <w:numPr>
        <w:numId w:val="25"/>
      </w:numPr>
    </w:pPr>
  </w:style>
  <w:style w:type="numbering" w:customStyle="1" w:styleId="WWNum8">
    <w:name w:val="WWNum8"/>
    <w:rsid w:val="003376D4"/>
    <w:pPr>
      <w:numPr>
        <w:numId w:val="26"/>
      </w:numPr>
    </w:pPr>
  </w:style>
  <w:style w:type="character" w:customStyle="1" w:styleId="WW-Policepardfaut111111111">
    <w:name w:val="WW-Police par défaut111111111"/>
    <w:rsid w:val="0033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fectures-regions.gouv.fr/ile-de-france/content/download/104908/665112/file/recueilDS-idf-049-2023-04-RAA-nominatifs%20du%2019.04.2023.pdf" TargetMode="External"/><Relationship Id="rId13" Type="http://schemas.openxmlformats.org/officeDocument/2006/relationships/hyperlink" Target="https://www.legifrance.gouv.fr/codes/section_lc/LEGITEXT000037701019/LEGISCTA000037724092/" TargetMode="External"/><Relationship Id="rId18" Type="http://schemas.openxmlformats.org/officeDocument/2006/relationships/hyperlink" Target="https://www.legifrance.gouv.fr/codes/article_lc/LEGIARTI000037729617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codes/article_lc/LEGIARTI00003832739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codes/article_lc/LEGIARTI000037730617" TargetMode="External"/><Relationship Id="rId17" Type="http://schemas.openxmlformats.org/officeDocument/2006/relationships/hyperlink" Target="https://www.legifrance.gouv.fr/codes/article_lc/LEGIARTI000037729621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codes/article_lc/LEGIARTI000038327396" TargetMode="External"/><Relationship Id="rId20" Type="http://schemas.openxmlformats.org/officeDocument/2006/relationships/hyperlink" Target="https://www.legifrance.gouv.fr/codes/article_lc/LEGIARTI0000383273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codes/article_lc/LEGIARTI000037730619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codes/section_lc/LEGITEXT000037701019/LEGISCTA000037724092/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www.prefectures-regions.gouv.fr/ile-de-france/content/download/104908/665112/file/recueilDS-idf-049-2023-04-RAA-nominatifs%20du%2019.04.2023.pdf" TargetMode="External"/><Relationship Id="rId19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efectures-regions.gouv.fr/ile-de-france/content/download/104908/665112/file/recueilDS-idf-049-2023-04-RAA-nominatifs%20du%2019.04.2023.pdf" TargetMode="External"/><Relationship Id="rId14" Type="http://schemas.openxmlformats.org/officeDocument/2006/relationships/hyperlink" Target="https://www.legifrance.gouv.fr/codes/section_lc/LEGITEXT000037701019/LEGISCTA000037724092/" TargetMode="External"/><Relationship Id="rId22" Type="http://schemas.openxmlformats.org/officeDocument/2006/relationships/hyperlink" Target="https://www.legifrance.gouv.fr/codes/article_lc/LEGIARTI000038327396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gifrance.gouv.fr/codes/article_lc/LEGIARTI000037730829/2019-04-01" TargetMode="External"/><Relationship Id="rId2" Type="http://schemas.openxmlformats.org/officeDocument/2006/relationships/hyperlink" Target="https://www.legifrance.gouv.fr/codes/article_lc/LEGIARTI000037703555/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www.legifrance.gouv.fr/codes/section_lc/LEGITEXT000037701019/LEGISCTA000037724260/2021-04-0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yed.trabelsi\Documents\Mod&#232;les%20Office%20personnalis&#233;s\02.%20LCE_MOEII_CCPa_v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6982E-11DE-47CC-83A6-DC4BEAC5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02. LCE_MOEII_CCPa_v1</Template>
  <TotalTime>36</TotalTime>
  <Pages>1</Pages>
  <Words>3856</Words>
  <Characters>21211</Characters>
  <Application>Microsoft Office Word</Application>
  <DocSecurity>0</DocSecurity>
  <Lines>176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MTECT-MTE</Company>
  <LinksUpToDate>false</LinksUpToDate>
  <CharactersWithSpaces>25017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cete-di</dc:creator>
  <cp:lastModifiedBy>TRABELSI Iyed</cp:lastModifiedBy>
  <cp:revision>7</cp:revision>
  <cp:lastPrinted>2025-07-10T08:05:00Z</cp:lastPrinted>
  <dcterms:created xsi:type="dcterms:W3CDTF">2025-07-01T08:48:00Z</dcterms:created>
  <dcterms:modified xsi:type="dcterms:W3CDTF">2025-07-10T08:05:00Z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